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B5C" w:rsidRPr="003E754C" w:rsidRDefault="00682D5C" w:rsidP="00996B9D">
      <w:pPr>
        <w:pStyle w:val="Default"/>
        <w:jc w:val="center"/>
        <w:rPr>
          <w:rFonts w:ascii="Calibri" w:hAnsi="Calibri" w:cs="Calibri"/>
          <w:b/>
          <w:bCs/>
          <w:sz w:val="26"/>
          <w:szCs w:val="26"/>
        </w:rPr>
      </w:pPr>
      <w:r w:rsidRPr="003E754C">
        <w:rPr>
          <w:rFonts w:ascii="Calibri" w:hAnsi="Calibri" w:cs="Calibri"/>
          <w:b/>
          <w:bCs/>
          <w:sz w:val="26"/>
          <w:szCs w:val="26"/>
        </w:rPr>
        <w:t>FIŞA DISCIPLINEI</w:t>
      </w:r>
      <w:r w:rsidR="002C44AB" w:rsidRPr="003E754C">
        <w:rPr>
          <w:rStyle w:val="FootnoteReference"/>
          <w:rFonts w:ascii="Calibri" w:hAnsi="Calibri" w:cs="Calibri"/>
          <w:b/>
          <w:bCs/>
          <w:sz w:val="26"/>
          <w:szCs w:val="26"/>
          <w:lang w:val="fr-FR"/>
        </w:rPr>
        <w:footnoteReference w:id="1"/>
      </w:r>
    </w:p>
    <w:p w:rsidR="00C47529" w:rsidRPr="003E754C" w:rsidRDefault="00C47529" w:rsidP="00C47529">
      <w:pPr>
        <w:pStyle w:val="Default"/>
        <w:rPr>
          <w:rFonts w:ascii="Verdana" w:hAnsi="Verdana" w:cs="Calibri"/>
          <w:b/>
          <w:bCs/>
          <w:lang w:val="fr-FR"/>
        </w:rPr>
      </w:pPr>
    </w:p>
    <w:p w:rsidR="00C47529" w:rsidRPr="003E754C" w:rsidRDefault="00C47529" w:rsidP="00C47529">
      <w:pPr>
        <w:pStyle w:val="Default"/>
        <w:rPr>
          <w:rFonts w:ascii="Verdana" w:hAnsi="Verdana" w:cs="Calibri"/>
          <w:b/>
          <w:bCs/>
          <w:lang w:val="fr-FR"/>
        </w:rPr>
      </w:pPr>
    </w:p>
    <w:p w:rsidR="00682D5C" w:rsidRPr="003E754C" w:rsidRDefault="00682D5C" w:rsidP="00A30888">
      <w:pPr>
        <w:numPr>
          <w:ilvl w:val="0"/>
          <w:numId w:val="12"/>
        </w:numPr>
        <w:autoSpaceDE w:val="0"/>
        <w:autoSpaceDN w:val="0"/>
        <w:adjustRightInd w:val="0"/>
        <w:spacing w:after="120" w:line="240" w:lineRule="auto"/>
        <w:ind w:left="426" w:hanging="284"/>
        <w:jc w:val="both"/>
        <w:rPr>
          <w:rFonts w:ascii="Verdana" w:hAnsi="Verdana" w:cs="Gautami"/>
          <w:b/>
          <w:bCs/>
          <w:sz w:val="18"/>
          <w:szCs w:val="18"/>
          <w:lang w:val="ro-RO"/>
        </w:rPr>
      </w:pPr>
      <w:r w:rsidRPr="003E754C">
        <w:rPr>
          <w:rFonts w:ascii="Verdana" w:hAnsi="Verdana" w:cs="Gautami"/>
          <w:b/>
          <w:bCs/>
          <w:sz w:val="18"/>
          <w:szCs w:val="18"/>
          <w:lang w:val="ro-RO"/>
        </w:rPr>
        <w:t>Date despre program</w:t>
      </w:r>
    </w:p>
    <w:tbl>
      <w:tblPr>
        <w:tblW w:w="10454" w:type="dxa"/>
        <w:jc w:val="right"/>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6201"/>
      </w:tblGrid>
      <w:tr w:rsidR="00EF6F77" w:rsidRPr="003E754C" w:rsidTr="00C47529">
        <w:trPr>
          <w:jc w:val="right"/>
        </w:trPr>
        <w:tc>
          <w:tcPr>
            <w:tcW w:w="4253" w:type="dxa"/>
          </w:tcPr>
          <w:p w:rsidR="00EF6F77" w:rsidRPr="003E754C" w:rsidRDefault="00B3222F"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1.1</w:t>
            </w:r>
            <w:r w:rsidRPr="003E754C">
              <w:rPr>
                <w:rFonts w:ascii="Gautami" w:hAnsi="Gautami" w:cs="Gautami"/>
                <w:bCs/>
                <w:sz w:val="18"/>
                <w:szCs w:val="18"/>
                <w:lang w:val="ro-RO"/>
              </w:rPr>
              <w:t xml:space="preserve"> Instituţia </w:t>
            </w:r>
            <w:r w:rsidR="00EF6F77" w:rsidRPr="003E754C">
              <w:rPr>
                <w:rFonts w:ascii="Gautami" w:hAnsi="Gautami" w:cs="Gautami"/>
                <w:bCs/>
                <w:sz w:val="18"/>
                <w:szCs w:val="18"/>
                <w:lang w:val="ro-RO"/>
              </w:rPr>
              <w:t>de învăţământ superior</w:t>
            </w:r>
          </w:p>
        </w:tc>
        <w:tc>
          <w:tcPr>
            <w:tcW w:w="6201" w:type="dxa"/>
          </w:tcPr>
          <w:p w:rsidR="00EF6F77"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47140964" w:edGrp="everyone"/>
            <w:r w:rsidRPr="003E754C">
              <w:rPr>
                <w:rFonts w:ascii="Gautami" w:hAnsi="Gautami" w:cs="Gautami"/>
                <w:bCs/>
                <w:sz w:val="18"/>
                <w:szCs w:val="18"/>
                <w:lang w:val="ro-RO"/>
              </w:rPr>
              <w:t xml:space="preserve"> </w:t>
            </w:r>
            <w:r w:rsidR="00C51C33">
              <w:rPr>
                <w:rFonts w:ascii="Gautami" w:hAnsi="Gautami" w:cs="Gautami"/>
                <w:bCs/>
                <w:sz w:val="18"/>
                <w:szCs w:val="18"/>
                <w:lang w:val="ro-RO"/>
              </w:rPr>
              <w:t>Universi</w:t>
            </w:r>
            <w:r w:rsidR="006970D1">
              <w:rPr>
                <w:rFonts w:ascii="Gautami" w:hAnsi="Gautami" w:cs="Gautami"/>
                <w:bCs/>
                <w:sz w:val="18"/>
                <w:szCs w:val="18"/>
                <w:lang w:val="ro-RO"/>
              </w:rPr>
              <w:t>tatea Politehnica Timi</w:t>
            </w:r>
            <w:r w:rsidR="00C51C33">
              <w:rPr>
                <w:rFonts w:ascii="Gautami" w:hAnsi="Gautami" w:cs="Gautami"/>
                <w:bCs/>
                <w:sz w:val="18"/>
                <w:szCs w:val="18"/>
                <w:lang w:val="ro-RO"/>
              </w:rPr>
              <w:t>ş</w:t>
            </w:r>
            <w:r w:rsidR="006970D1">
              <w:rPr>
                <w:rFonts w:ascii="Gautami" w:hAnsi="Gautami" w:cs="Gautami"/>
                <w:bCs/>
                <w:sz w:val="18"/>
                <w:szCs w:val="18"/>
                <w:lang w:val="ro-RO"/>
              </w:rPr>
              <w:t>oara</w:t>
            </w:r>
            <w:r w:rsidR="00B3222F" w:rsidRPr="003E754C">
              <w:rPr>
                <w:rFonts w:ascii="Gautami" w:hAnsi="Gautami" w:cs="Gautami"/>
                <w:bCs/>
                <w:sz w:val="18"/>
                <w:szCs w:val="18"/>
                <w:lang w:val="ro-RO"/>
              </w:rPr>
              <w:t xml:space="preserve"> </w:t>
            </w:r>
            <w:permEnd w:id="147140964"/>
          </w:p>
        </w:tc>
      </w:tr>
      <w:tr w:rsidR="00682D5C" w:rsidRPr="003E754C" w:rsidTr="00C47529">
        <w:trPr>
          <w:jc w:val="right"/>
        </w:trPr>
        <w:tc>
          <w:tcPr>
            <w:tcW w:w="4253" w:type="dxa"/>
          </w:tcPr>
          <w:p w:rsidR="00FF5977" w:rsidRPr="003E754C" w:rsidRDefault="00B3222F" w:rsidP="005801BB">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1.2</w:t>
            </w:r>
            <w:r w:rsidRPr="003E754C">
              <w:rPr>
                <w:rFonts w:ascii="Gautami" w:hAnsi="Gautami" w:cs="Gautami"/>
                <w:bCs/>
                <w:sz w:val="18"/>
                <w:szCs w:val="18"/>
                <w:lang w:val="ro-RO"/>
              </w:rPr>
              <w:t xml:space="preserve"> Facultatea</w:t>
            </w:r>
            <w:r w:rsidR="005801BB" w:rsidRPr="003E754C">
              <w:rPr>
                <w:rStyle w:val="FootnoteReference"/>
                <w:rFonts w:ascii="Gautami" w:hAnsi="Gautami" w:cs="Gautami"/>
                <w:bCs/>
                <w:sz w:val="18"/>
                <w:szCs w:val="18"/>
                <w:lang w:val="ro-RO"/>
              </w:rPr>
              <w:footnoteReference w:id="2"/>
            </w:r>
            <w:r w:rsidR="00DA4DD8" w:rsidRPr="003E754C">
              <w:rPr>
                <w:rFonts w:ascii="Gautami" w:hAnsi="Gautami" w:cs="Gautami"/>
                <w:bCs/>
                <w:sz w:val="18"/>
                <w:szCs w:val="18"/>
                <w:vertAlign w:val="superscript"/>
                <w:lang w:val="ro-RO"/>
              </w:rPr>
              <w:t xml:space="preserve"> </w:t>
            </w:r>
            <w:r w:rsidRPr="003E754C">
              <w:rPr>
                <w:rFonts w:ascii="Gautami" w:hAnsi="Gautami" w:cs="Gautami"/>
                <w:bCs/>
                <w:sz w:val="18"/>
                <w:szCs w:val="18"/>
                <w:lang w:val="ro-RO"/>
              </w:rPr>
              <w:t>/</w:t>
            </w:r>
            <w:r w:rsidR="00DA4DD8" w:rsidRPr="003E754C">
              <w:rPr>
                <w:rFonts w:ascii="Gautami" w:hAnsi="Gautami" w:cs="Gautami"/>
                <w:bCs/>
                <w:sz w:val="18"/>
                <w:szCs w:val="18"/>
                <w:lang w:val="ro-RO"/>
              </w:rPr>
              <w:t xml:space="preserve"> </w:t>
            </w:r>
            <w:r w:rsidR="00682D5C" w:rsidRPr="003E754C">
              <w:rPr>
                <w:rFonts w:ascii="Gautami" w:hAnsi="Gautami" w:cs="Gautami"/>
                <w:bCs/>
                <w:sz w:val="18"/>
                <w:szCs w:val="18"/>
                <w:lang w:val="ro-RO"/>
              </w:rPr>
              <w:t>Departamentul</w:t>
            </w:r>
            <w:r w:rsidR="005801BB" w:rsidRPr="003E754C">
              <w:rPr>
                <w:rStyle w:val="FootnoteReference"/>
                <w:rFonts w:ascii="Gautami" w:hAnsi="Gautami" w:cs="Gautami"/>
                <w:bCs/>
                <w:sz w:val="18"/>
                <w:szCs w:val="18"/>
                <w:lang w:val="ro-RO"/>
              </w:rPr>
              <w:footnoteReference w:id="3"/>
            </w:r>
          </w:p>
        </w:tc>
        <w:tc>
          <w:tcPr>
            <w:tcW w:w="6201" w:type="dxa"/>
          </w:tcPr>
          <w:p w:rsidR="00682D5C" w:rsidRPr="003E754C" w:rsidRDefault="006970D1" w:rsidP="00453904">
            <w:pPr>
              <w:autoSpaceDE w:val="0"/>
              <w:autoSpaceDN w:val="0"/>
              <w:adjustRightInd w:val="0"/>
              <w:spacing w:before="20" w:after="20" w:line="240" w:lineRule="auto"/>
              <w:rPr>
                <w:rFonts w:ascii="Gautami" w:hAnsi="Gautami" w:cs="Gautami"/>
                <w:bCs/>
                <w:sz w:val="18"/>
                <w:szCs w:val="18"/>
                <w:lang w:val="ro-RO"/>
              </w:rPr>
            </w:pPr>
            <w:permStart w:id="834479417" w:edGrp="everyone"/>
            <w:r>
              <w:rPr>
                <w:rFonts w:ascii="Gautami" w:hAnsi="Gautami" w:cs="Gautami"/>
                <w:bCs/>
                <w:sz w:val="18"/>
                <w:szCs w:val="18"/>
                <w:lang w:val="ro-RO"/>
              </w:rPr>
              <w:t>Mecanic</w:t>
            </w:r>
            <w:r w:rsidR="00C51C33">
              <w:rPr>
                <w:rFonts w:ascii="Gautami" w:hAnsi="Gautami" w:cs="Gautami"/>
                <w:bCs/>
                <w:sz w:val="18"/>
                <w:szCs w:val="18"/>
                <w:lang w:val="ro-RO"/>
              </w:rPr>
              <w:t>ă</w:t>
            </w:r>
            <w:r>
              <w:rPr>
                <w:rFonts w:ascii="Gautami" w:hAnsi="Gautami" w:cs="Gautami"/>
                <w:bCs/>
                <w:sz w:val="18"/>
                <w:szCs w:val="18"/>
                <w:lang w:val="ro-RO"/>
              </w:rPr>
              <w:t xml:space="preserve">/ </w:t>
            </w:r>
            <w:r w:rsidR="00B8029A">
              <w:rPr>
                <w:rFonts w:ascii="Gautami" w:hAnsi="Gautami" w:cs="Gautami"/>
                <w:bCs/>
                <w:sz w:val="18"/>
                <w:szCs w:val="18"/>
                <w:lang w:val="ro-RO"/>
              </w:rPr>
              <w:t>M</w:t>
            </w:r>
            <w:r w:rsidR="00C51C33">
              <w:rPr>
                <w:rFonts w:ascii="Gautami" w:hAnsi="Gautami" w:cs="Gautami"/>
                <w:bCs/>
                <w:sz w:val="18"/>
                <w:szCs w:val="18"/>
                <w:lang w:val="ro-RO"/>
              </w:rPr>
              <w:t>RM</w:t>
            </w:r>
            <w:r w:rsidR="00682D5C" w:rsidRPr="003E754C">
              <w:rPr>
                <w:rFonts w:ascii="Gautami" w:hAnsi="Gautami" w:cs="Gautami"/>
                <w:bCs/>
                <w:sz w:val="18"/>
                <w:szCs w:val="18"/>
                <w:lang w:val="ro-RO"/>
              </w:rPr>
              <w:t xml:space="preserve"> </w:t>
            </w:r>
            <w:permEnd w:id="834479417"/>
          </w:p>
        </w:tc>
      </w:tr>
      <w:tr w:rsidR="00682D5C" w:rsidRPr="003E754C" w:rsidTr="00C47529">
        <w:trPr>
          <w:jc w:val="right"/>
        </w:trPr>
        <w:tc>
          <w:tcPr>
            <w:tcW w:w="4253"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1.3</w:t>
            </w:r>
            <w:r w:rsidRPr="003E754C">
              <w:rPr>
                <w:rFonts w:ascii="Gautami" w:hAnsi="Gautami" w:cs="Gautami"/>
                <w:bCs/>
                <w:sz w:val="18"/>
                <w:szCs w:val="18"/>
                <w:lang w:val="ro-RO"/>
              </w:rPr>
              <w:t xml:space="preserve"> Catedra</w:t>
            </w:r>
          </w:p>
        </w:tc>
        <w:tc>
          <w:tcPr>
            <w:tcW w:w="6201" w:type="dxa"/>
          </w:tcPr>
          <w:p w:rsidR="00682D5C" w:rsidRPr="003E754C" w:rsidRDefault="009F2E01" w:rsidP="006E6FBF">
            <w:pPr>
              <w:autoSpaceDE w:val="0"/>
              <w:autoSpaceDN w:val="0"/>
              <w:adjustRightInd w:val="0"/>
              <w:spacing w:before="20" w:after="20" w:line="240" w:lineRule="auto"/>
              <w:rPr>
                <w:rFonts w:ascii="Gautami" w:hAnsi="Gautami" w:cs="Gautami"/>
                <w:b/>
                <w:bCs/>
                <w:sz w:val="18"/>
                <w:szCs w:val="18"/>
                <w:lang w:val="ro-RO"/>
              </w:rPr>
            </w:pPr>
            <w:r w:rsidRPr="003E754C">
              <w:rPr>
                <w:rFonts w:ascii="Times New Roman" w:hAnsi="Times New Roman"/>
                <w:b/>
                <w:bCs/>
                <w:sz w:val="18"/>
                <w:szCs w:val="18"/>
                <w:lang w:val="ro-RO"/>
              </w:rPr>
              <w:t>▬</w:t>
            </w:r>
          </w:p>
        </w:tc>
      </w:tr>
      <w:tr w:rsidR="00682D5C" w:rsidRPr="003E754C" w:rsidTr="00C47529">
        <w:trPr>
          <w:jc w:val="right"/>
        </w:trPr>
        <w:tc>
          <w:tcPr>
            <w:tcW w:w="4253" w:type="dxa"/>
          </w:tcPr>
          <w:p w:rsidR="00FF5977"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1.4</w:t>
            </w:r>
            <w:r w:rsidRPr="003E754C">
              <w:rPr>
                <w:rFonts w:ascii="Gautami" w:hAnsi="Gautami" w:cs="Gautami"/>
                <w:bCs/>
                <w:sz w:val="18"/>
                <w:szCs w:val="18"/>
                <w:lang w:val="ro-RO"/>
              </w:rPr>
              <w:t xml:space="preserve"> Domeniul de studii</w:t>
            </w:r>
            <w:r w:rsidR="008E18FB">
              <w:rPr>
                <w:rFonts w:ascii="Gautami" w:hAnsi="Gautami" w:cs="Gautami"/>
                <w:bCs/>
                <w:sz w:val="18"/>
                <w:szCs w:val="18"/>
                <w:lang w:val="ro-RO"/>
              </w:rPr>
              <w:t xml:space="preserve"> </w:t>
            </w:r>
            <w:r w:rsidR="00DA4DD8" w:rsidRPr="003E754C">
              <w:rPr>
                <w:rFonts w:ascii="Gautami" w:hAnsi="Gautami" w:cs="Gautami"/>
                <w:bCs/>
                <w:sz w:val="18"/>
                <w:szCs w:val="18"/>
                <w:lang w:val="ro-RO"/>
              </w:rPr>
              <w:t>(denumire/cod</w:t>
            </w:r>
            <w:r w:rsidR="00BA3485" w:rsidRPr="003E754C">
              <w:rPr>
                <w:rStyle w:val="FootnoteReference"/>
                <w:rFonts w:ascii="Gautami" w:hAnsi="Gautami" w:cs="Gautami"/>
                <w:bCs/>
                <w:sz w:val="18"/>
                <w:szCs w:val="18"/>
                <w:lang w:val="ro-RO"/>
              </w:rPr>
              <w:footnoteReference w:id="4"/>
            </w:r>
            <w:r w:rsidR="00DA4DD8" w:rsidRPr="003E754C">
              <w:rPr>
                <w:rFonts w:ascii="Gautami" w:hAnsi="Gautami" w:cs="Gautami"/>
                <w:bCs/>
                <w:sz w:val="18"/>
                <w:szCs w:val="18"/>
                <w:lang w:val="ro-RO"/>
              </w:rPr>
              <w:t>)</w:t>
            </w:r>
          </w:p>
        </w:tc>
        <w:tc>
          <w:tcPr>
            <w:tcW w:w="6201" w:type="dxa"/>
          </w:tcPr>
          <w:p w:rsidR="00682D5C"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277966071" w:edGrp="everyone"/>
            <w:r w:rsidRPr="003E754C">
              <w:rPr>
                <w:rFonts w:ascii="Gautami" w:hAnsi="Gautami" w:cs="Gautami"/>
                <w:bCs/>
                <w:sz w:val="18"/>
                <w:szCs w:val="18"/>
                <w:lang w:val="ro-RO"/>
              </w:rPr>
              <w:t xml:space="preserve"> </w:t>
            </w:r>
            <w:r w:rsidR="00C51C33">
              <w:rPr>
                <w:rFonts w:ascii="Gautami" w:hAnsi="Gautami" w:cs="Gautami"/>
                <w:bCs/>
                <w:sz w:val="18"/>
                <w:szCs w:val="18"/>
                <w:lang w:val="ro-RO"/>
              </w:rPr>
              <w:t>Inginerie mecanica/</w:t>
            </w:r>
            <w:r w:rsidR="00C51C33" w:rsidRPr="009C2257">
              <w:rPr>
                <w:rFonts w:ascii="Gautami" w:hAnsi="Gautami" w:cs="Gautami"/>
                <w:bCs/>
                <w:sz w:val="18"/>
                <w:szCs w:val="18"/>
                <w:lang w:val="ro-RO"/>
              </w:rPr>
              <w:t>20.70.10.180</w:t>
            </w:r>
            <w:r w:rsidR="00B3222F" w:rsidRPr="003E754C">
              <w:rPr>
                <w:rFonts w:ascii="Gautami" w:hAnsi="Gautami" w:cs="Gautami"/>
                <w:bCs/>
                <w:sz w:val="18"/>
                <w:szCs w:val="18"/>
                <w:lang w:val="ro-RO"/>
              </w:rPr>
              <w:t xml:space="preserve"> </w:t>
            </w:r>
            <w:permEnd w:id="277966071"/>
          </w:p>
        </w:tc>
      </w:tr>
      <w:tr w:rsidR="00682D5C" w:rsidRPr="003E754C" w:rsidTr="00C47529">
        <w:trPr>
          <w:jc w:val="right"/>
        </w:trPr>
        <w:tc>
          <w:tcPr>
            <w:tcW w:w="4253"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1.5</w:t>
            </w:r>
            <w:r w:rsidRPr="003E754C">
              <w:rPr>
                <w:rFonts w:ascii="Gautami" w:hAnsi="Gautami" w:cs="Gautami"/>
                <w:bCs/>
                <w:sz w:val="18"/>
                <w:szCs w:val="18"/>
                <w:lang w:val="ro-RO"/>
              </w:rPr>
              <w:t xml:space="preserve"> Ciclul de studii</w:t>
            </w:r>
          </w:p>
        </w:tc>
        <w:tc>
          <w:tcPr>
            <w:tcW w:w="6201" w:type="dxa"/>
          </w:tcPr>
          <w:p w:rsidR="00682D5C" w:rsidRPr="003E754C" w:rsidRDefault="00862517" w:rsidP="00453904">
            <w:pPr>
              <w:autoSpaceDE w:val="0"/>
              <w:autoSpaceDN w:val="0"/>
              <w:adjustRightInd w:val="0"/>
              <w:spacing w:before="20" w:after="20" w:line="240" w:lineRule="auto"/>
              <w:rPr>
                <w:rFonts w:ascii="Gautami" w:hAnsi="Gautami" w:cs="Gautami"/>
                <w:bCs/>
                <w:sz w:val="18"/>
                <w:szCs w:val="18"/>
                <w:lang w:val="ro-RO"/>
              </w:rPr>
            </w:pPr>
            <w:permStart w:id="1365849246" w:edGrp="everyone"/>
            <w:r>
              <w:rPr>
                <w:rFonts w:ascii="Gautami" w:hAnsi="Gautami" w:cs="Gautami"/>
                <w:bCs/>
                <w:sz w:val="18"/>
                <w:szCs w:val="18"/>
                <w:lang w:val="ro-RO"/>
              </w:rPr>
              <w:t>Licen</w:t>
            </w:r>
            <w:r w:rsidR="00C51C33">
              <w:rPr>
                <w:rFonts w:ascii="Gautami" w:hAnsi="Gautami" w:cs="Gautami"/>
                <w:bCs/>
                <w:sz w:val="18"/>
                <w:szCs w:val="18"/>
                <w:lang w:val="ro-RO"/>
              </w:rPr>
              <w:t>ţă</w:t>
            </w:r>
            <w:r w:rsidR="00FD5BE8" w:rsidRPr="003E754C">
              <w:rPr>
                <w:rFonts w:ascii="Gautami" w:hAnsi="Gautami" w:cs="Gautami"/>
                <w:bCs/>
                <w:sz w:val="18"/>
                <w:szCs w:val="18"/>
                <w:lang w:val="ro-RO"/>
              </w:rPr>
              <w:t xml:space="preserve"> </w:t>
            </w:r>
            <w:r w:rsidR="00B3222F" w:rsidRPr="003E754C">
              <w:rPr>
                <w:rFonts w:ascii="Gautami" w:hAnsi="Gautami" w:cs="Gautami"/>
                <w:bCs/>
                <w:sz w:val="18"/>
                <w:szCs w:val="18"/>
                <w:lang w:val="ro-RO"/>
              </w:rPr>
              <w:t xml:space="preserve"> </w:t>
            </w:r>
            <w:permEnd w:id="1365849246"/>
          </w:p>
        </w:tc>
      </w:tr>
      <w:tr w:rsidR="00682D5C" w:rsidRPr="003E754C" w:rsidTr="00C47529">
        <w:trPr>
          <w:jc w:val="right"/>
        </w:trPr>
        <w:tc>
          <w:tcPr>
            <w:tcW w:w="4253" w:type="dxa"/>
          </w:tcPr>
          <w:p w:rsidR="00FF5977" w:rsidRPr="003E754C" w:rsidRDefault="00B3222F" w:rsidP="00566419">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1.6</w:t>
            </w:r>
            <w:r w:rsidRPr="003E754C">
              <w:rPr>
                <w:rFonts w:ascii="Gautami" w:hAnsi="Gautami" w:cs="Gautami"/>
                <w:bCs/>
                <w:sz w:val="18"/>
                <w:szCs w:val="18"/>
                <w:lang w:val="ro-RO"/>
              </w:rPr>
              <w:t xml:space="preserve"> Programul de studii</w:t>
            </w:r>
            <w:r w:rsidR="002C44AB" w:rsidRPr="003E754C">
              <w:rPr>
                <w:rFonts w:ascii="Gautami" w:hAnsi="Gautami" w:cs="Gautami"/>
                <w:bCs/>
                <w:sz w:val="18"/>
                <w:szCs w:val="18"/>
                <w:lang w:val="ro-RO"/>
              </w:rPr>
              <w:t xml:space="preserve"> </w:t>
            </w:r>
            <w:r w:rsidR="00647035" w:rsidRPr="003E754C">
              <w:rPr>
                <w:rFonts w:ascii="Gautami" w:hAnsi="Gautami" w:cs="Gautami"/>
                <w:bCs/>
                <w:sz w:val="18"/>
                <w:szCs w:val="18"/>
                <w:lang w:val="ro-RO"/>
              </w:rPr>
              <w:t>(denumire/cod)</w:t>
            </w:r>
            <w:r w:rsidR="00647035" w:rsidRPr="003E754C">
              <w:rPr>
                <w:rFonts w:ascii="Gautami" w:hAnsi="Gautami" w:cs="Gautami"/>
                <w:bCs/>
                <w:sz w:val="18"/>
                <w:szCs w:val="18"/>
              </w:rPr>
              <w:t>/</w:t>
            </w:r>
            <w:r w:rsidR="00C73CC6" w:rsidRPr="003E754C">
              <w:rPr>
                <w:rFonts w:ascii="Gautami" w:hAnsi="Gautami" w:cs="Gautami"/>
                <w:bCs/>
                <w:sz w:val="18"/>
                <w:szCs w:val="18"/>
                <w:lang w:val="ro-RO"/>
              </w:rPr>
              <w:t>Calificarea</w:t>
            </w:r>
          </w:p>
        </w:tc>
        <w:tc>
          <w:tcPr>
            <w:tcW w:w="6201" w:type="dxa"/>
          </w:tcPr>
          <w:p w:rsidR="00682D5C" w:rsidRPr="003E754C" w:rsidRDefault="00C51C33" w:rsidP="00453904">
            <w:pPr>
              <w:autoSpaceDE w:val="0"/>
              <w:autoSpaceDN w:val="0"/>
              <w:adjustRightInd w:val="0"/>
              <w:spacing w:before="20" w:after="20" w:line="240" w:lineRule="auto"/>
              <w:rPr>
                <w:rFonts w:ascii="Gautami" w:hAnsi="Gautami" w:cs="Gautami"/>
                <w:bCs/>
                <w:sz w:val="18"/>
                <w:szCs w:val="18"/>
                <w:lang w:val="ro-RO"/>
              </w:rPr>
            </w:pPr>
            <w:permStart w:id="791114353" w:edGrp="everyone"/>
            <w:r>
              <w:rPr>
                <w:rFonts w:ascii="Gautami" w:hAnsi="Gautami" w:cs="Gautami"/>
                <w:bCs/>
                <w:sz w:val="18"/>
                <w:szCs w:val="18"/>
                <w:lang w:val="ro-RO"/>
              </w:rPr>
              <w:t>Maşini ş</w:t>
            </w:r>
            <w:r w:rsidRPr="008E4D5F">
              <w:rPr>
                <w:rFonts w:ascii="Gautami" w:hAnsi="Gautami" w:cs="Gautami"/>
                <w:bCs/>
                <w:sz w:val="18"/>
                <w:szCs w:val="18"/>
                <w:lang w:val="ro-RO"/>
              </w:rPr>
              <w:t xml:space="preserve">i sisteme hidraulice </w:t>
            </w:r>
            <w:r>
              <w:rPr>
                <w:rFonts w:ascii="Gautami" w:hAnsi="Gautami" w:cs="Gautami"/>
                <w:bCs/>
                <w:sz w:val="18"/>
                <w:szCs w:val="18"/>
                <w:lang w:val="ro-RO"/>
              </w:rPr>
              <w:t>ş</w:t>
            </w:r>
            <w:r w:rsidRPr="008E4D5F">
              <w:rPr>
                <w:rFonts w:ascii="Gautami" w:hAnsi="Gautami" w:cs="Gautami"/>
                <w:bCs/>
                <w:sz w:val="18"/>
                <w:szCs w:val="18"/>
                <w:lang w:val="ro-RO"/>
              </w:rPr>
              <w:t>i pneumatice</w:t>
            </w:r>
            <w:r>
              <w:rPr>
                <w:rFonts w:ascii="Gautami" w:hAnsi="Gautami" w:cs="Gautami"/>
                <w:bCs/>
                <w:sz w:val="18"/>
                <w:szCs w:val="18"/>
                <w:lang w:val="ro-RO"/>
              </w:rPr>
              <w:t>/</w:t>
            </w:r>
            <w:r w:rsidRPr="009C2257">
              <w:rPr>
                <w:rFonts w:ascii="Gautami" w:hAnsi="Gautami" w:cs="Gautami"/>
                <w:bCs/>
                <w:sz w:val="18"/>
                <w:szCs w:val="18"/>
                <w:lang w:val="ro-RO"/>
              </w:rPr>
              <w:t>20.70.10.180.20</w:t>
            </w:r>
            <w:r>
              <w:rPr>
                <w:rFonts w:ascii="Gautami" w:hAnsi="Gautami" w:cs="Gautami"/>
                <w:bCs/>
                <w:sz w:val="18"/>
                <w:szCs w:val="18"/>
                <w:lang w:val="ro-RO"/>
              </w:rPr>
              <w:t>/inginer</w:t>
            </w:r>
            <w:r w:rsidR="00FD5BE8" w:rsidRPr="003E754C">
              <w:rPr>
                <w:rFonts w:ascii="Gautami" w:hAnsi="Gautami" w:cs="Gautami"/>
                <w:bCs/>
                <w:sz w:val="18"/>
                <w:szCs w:val="18"/>
                <w:lang w:val="ro-RO"/>
              </w:rPr>
              <w:t xml:space="preserve"> </w:t>
            </w:r>
            <w:r w:rsidR="00B3222F" w:rsidRPr="003E754C">
              <w:rPr>
                <w:rFonts w:ascii="Gautami" w:hAnsi="Gautami" w:cs="Gautami"/>
                <w:bCs/>
                <w:sz w:val="18"/>
                <w:szCs w:val="18"/>
                <w:lang w:val="ro-RO"/>
              </w:rPr>
              <w:t xml:space="preserve"> </w:t>
            </w:r>
            <w:permEnd w:id="791114353"/>
          </w:p>
        </w:tc>
      </w:tr>
    </w:tbl>
    <w:p w:rsidR="00682D5C" w:rsidRPr="003E754C" w:rsidRDefault="00682D5C" w:rsidP="00C47529">
      <w:pPr>
        <w:autoSpaceDE w:val="0"/>
        <w:autoSpaceDN w:val="0"/>
        <w:adjustRightInd w:val="0"/>
        <w:spacing w:before="120" w:after="0" w:line="240" w:lineRule="auto"/>
        <w:ind w:left="720"/>
        <w:jc w:val="both"/>
        <w:rPr>
          <w:rFonts w:ascii="Verdana" w:hAnsi="Verdana"/>
          <w:bCs/>
          <w:sz w:val="24"/>
          <w:szCs w:val="24"/>
          <w:lang w:val="ro-RO"/>
        </w:rPr>
      </w:pPr>
    </w:p>
    <w:p w:rsidR="00CB7FCA" w:rsidRPr="003E754C" w:rsidRDefault="00CB7FCA" w:rsidP="00A30888">
      <w:pPr>
        <w:numPr>
          <w:ilvl w:val="0"/>
          <w:numId w:val="12"/>
        </w:num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 xml:space="preserve">Date </w:t>
      </w:r>
      <w:r w:rsidR="00362814" w:rsidRPr="003E754C">
        <w:rPr>
          <w:rFonts w:ascii="Verdana" w:hAnsi="Verdana"/>
          <w:b/>
          <w:bCs/>
          <w:sz w:val="18"/>
          <w:szCs w:val="18"/>
          <w:lang w:val="ro-RO"/>
        </w:rPr>
        <w:t>despre disciplină</w:t>
      </w:r>
    </w:p>
    <w:tbl>
      <w:tblPr>
        <w:tblW w:w="0" w:type="auto"/>
        <w:jc w:val="right"/>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5"/>
        <w:gridCol w:w="567"/>
        <w:gridCol w:w="1380"/>
        <w:gridCol w:w="604"/>
        <w:gridCol w:w="1985"/>
        <w:gridCol w:w="709"/>
        <w:gridCol w:w="2126"/>
        <w:gridCol w:w="1240"/>
      </w:tblGrid>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542721" w:rsidRPr="003E754C">
              <w:rPr>
                <w:rFonts w:ascii="Gautami" w:hAnsi="Gautami" w:cs="Gautami"/>
                <w:b/>
                <w:bCs/>
                <w:sz w:val="18"/>
                <w:szCs w:val="18"/>
                <w:lang w:val="ro-RO"/>
              </w:rPr>
              <w:t>.1</w:t>
            </w:r>
            <w:r w:rsidR="00542721" w:rsidRPr="003E754C">
              <w:rPr>
                <w:rFonts w:ascii="Gautami" w:hAnsi="Gautami" w:cs="Gautami"/>
                <w:bCs/>
                <w:sz w:val="18"/>
                <w:szCs w:val="18"/>
                <w:lang w:val="ro-RO"/>
              </w:rPr>
              <w:t xml:space="preserve"> Denumirea disciplinei</w:t>
            </w:r>
          </w:p>
        </w:tc>
        <w:tc>
          <w:tcPr>
            <w:tcW w:w="6664" w:type="dxa"/>
            <w:gridSpan w:val="5"/>
          </w:tcPr>
          <w:p w:rsidR="00CB7FCA" w:rsidRPr="003E754C" w:rsidRDefault="00B3222F" w:rsidP="00453904">
            <w:pPr>
              <w:autoSpaceDE w:val="0"/>
              <w:autoSpaceDN w:val="0"/>
              <w:adjustRightInd w:val="0"/>
              <w:spacing w:before="20" w:after="20" w:line="240" w:lineRule="auto"/>
              <w:rPr>
                <w:rFonts w:ascii="Gautami" w:hAnsi="Gautami" w:cs="Gautami"/>
                <w:bCs/>
                <w:sz w:val="18"/>
                <w:szCs w:val="18"/>
                <w:lang w:val="ro-RO"/>
              </w:rPr>
            </w:pPr>
            <w:permStart w:id="1049695608" w:edGrp="everyone"/>
            <w:r w:rsidRPr="003E754C">
              <w:rPr>
                <w:rFonts w:ascii="Gautami" w:hAnsi="Gautami" w:cs="Gautami"/>
                <w:bCs/>
                <w:sz w:val="18"/>
                <w:szCs w:val="18"/>
                <w:lang w:val="ro-RO"/>
              </w:rPr>
              <w:t xml:space="preserve"> </w:t>
            </w:r>
            <w:r w:rsidR="00B8029A">
              <w:rPr>
                <w:rFonts w:ascii="Gautami" w:hAnsi="Gautami" w:cs="Gautami"/>
                <w:bCs/>
                <w:sz w:val="18"/>
                <w:szCs w:val="18"/>
                <w:lang w:val="ro-RO"/>
              </w:rPr>
              <w:t>Metoda Elementului Finit</w:t>
            </w:r>
            <w:r w:rsidRPr="003E754C">
              <w:rPr>
                <w:rFonts w:ascii="Gautami" w:hAnsi="Gautami" w:cs="Gautami"/>
                <w:bCs/>
                <w:sz w:val="18"/>
                <w:szCs w:val="18"/>
                <w:lang w:val="ro-RO"/>
              </w:rPr>
              <w:t xml:space="preserve"> </w:t>
            </w:r>
            <w:permEnd w:id="1049695608"/>
          </w:p>
        </w:tc>
      </w:tr>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453904" w:rsidRPr="003E754C">
              <w:rPr>
                <w:rFonts w:ascii="Gautami" w:hAnsi="Gautami" w:cs="Gautami"/>
                <w:b/>
                <w:bCs/>
                <w:sz w:val="18"/>
                <w:szCs w:val="18"/>
                <w:lang w:val="ro-RO"/>
              </w:rPr>
              <w:t>.2</w:t>
            </w:r>
            <w:r w:rsidR="00453904" w:rsidRPr="003E754C">
              <w:rPr>
                <w:rFonts w:ascii="Gautami" w:hAnsi="Gautami" w:cs="Gautami"/>
                <w:bCs/>
                <w:sz w:val="18"/>
                <w:szCs w:val="18"/>
                <w:lang w:val="ro-RO"/>
              </w:rPr>
              <w:t xml:space="preserve"> Titularul</w:t>
            </w:r>
            <w:r w:rsidR="00542721" w:rsidRPr="003E754C">
              <w:rPr>
                <w:rFonts w:ascii="Gautami" w:hAnsi="Gautami" w:cs="Gautami"/>
                <w:bCs/>
                <w:sz w:val="18"/>
                <w:szCs w:val="18"/>
                <w:lang w:val="ro-RO"/>
              </w:rPr>
              <w:t xml:space="preserve"> activităţilor de curs</w:t>
            </w:r>
          </w:p>
        </w:tc>
        <w:tc>
          <w:tcPr>
            <w:tcW w:w="6664" w:type="dxa"/>
            <w:gridSpan w:val="5"/>
          </w:tcPr>
          <w:p w:rsidR="00CB7FCA"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347278406" w:edGrp="everyone"/>
            <w:r w:rsidRPr="003E754C">
              <w:rPr>
                <w:rFonts w:ascii="Gautami" w:hAnsi="Gautami" w:cs="Gautami"/>
                <w:bCs/>
                <w:sz w:val="18"/>
                <w:szCs w:val="18"/>
                <w:lang w:val="ro-RO"/>
              </w:rPr>
              <w:t xml:space="preserve"> </w:t>
            </w:r>
            <w:r w:rsidR="00862517">
              <w:rPr>
                <w:rFonts w:ascii="Gautami" w:hAnsi="Gautami" w:cs="Gautami"/>
                <w:bCs/>
                <w:sz w:val="18"/>
                <w:szCs w:val="18"/>
                <w:lang w:val="ro-RO"/>
              </w:rPr>
              <w:t xml:space="preserve">Prof. Univ. Dr. </w:t>
            </w:r>
            <w:r w:rsidR="00B8029A">
              <w:rPr>
                <w:rFonts w:ascii="Gautami" w:hAnsi="Gautami" w:cs="Gautami"/>
                <w:bCs/>
                <w:sz w:val="18"/>
                <w:szCs w:val="18"/>
                <w:lang w:val="ro-RO"/>
              </w:rPr>
              <w:t>Nicolae FAUR</w:t>
            </w:r>
            <w:r w:rsidR="00B3222F" w:rsidRPr="003E754C">
              <w:rPr>
                <w:rFonts w:ascii="Gautami" w:hAnsi="Gautami" w:cs="Gautami"/>
                <w:bCs/>
                <w:sz w:val="18"/>
                <w:szCs w:val="18"/>
                <w:lang w:val="ro-RO"/>
              </w:rPr>
              <w:t xml:space="preserve"> </w:t>
            </w:r>
            <w:permEnd w:id="347278406"/>
          </w:p>
        </w:tc>
      </w:tr>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CB7FCA" w:rsidRPr="003E754C">
              <w:rPr>
                <w:rFonts w:ascii="Gautami" w:hAnsi="Gautami" w:cs="Gautami"/>
                <w:b/>
                <w:bCs/>
                <w:sz w:val="18"/>
                <w:szCs w:val="18"/>
                <w:lang w:val="ro-RO"/>
              </w:rPr>
              <w:t>.3</w:t>
            </w:r>
            <w:r w:rsidR="00CB7FCA" w:rsidRPr="003E754C">
              <w:rPr>
                <w:rFonts w:ascii="Gautami" w:hAnsi="Gautami" w:cs="Gautami"/>
                <w:bCs/>
                <w:sz w:val="18"/>
                <w:szCs w:val="18"/>
                <w:lang w:val="ro-RO"/>
              </w:rPr>
              <w:t xml:space="preserve"> </w:t>
            </w:r>
            <w:r w:rsidR="00453904" w:rsidRPr="003E754C">
              <w:rPr>
                <w:rFonts w:ascii="Gautami" w:hAnsi="Gautami" w:cs="Gautami"/>
                <w:bCs/>
                <w:sz w:val="18"/>
                <w:szCs w:val="18"/>
                <w:lang w:val="ro-RO"/>
              </w:rPr>
              <w:t>Titularul</w:t>
            </w:r>
            <w:r w:rsidR="00542721" w:rsidRPr="003E754C">
              <w:rPr>
                <w:rFonts w:ascii="Gautami" w:hAnsi="Gautami" w:cs="Gautami"/>
                <w:bCs/>
                <w:sz w:val="18"/>
                <w:szCs w:val="18"/>
                <w:lang w:val="ro-RO"/>
              </w:rPr>
              <w:t xml:space="preserve"> activităţilor </w:t>
            </w:r>
            <w:r w:rsidR="00DA6973" w:rsidRPr="003E754C">
              <w:rPr>
                <w:rFonts w:ascii="Gautami" w:hAnsi="Gautami" w:cs="Gautami"/>
                <w:bCs/>
                <w:sz w:val="18"/>
                <w:szCs w:val="18"/>
                <w:lang w:val="ro-RO"/>
              </w:rPr>
              <w:t>aplicative</w:t>
            </w:r>
            <w:r w:rsidR="00441CEF" w:rsidRPr="003E754C">
              <w:rPr>
                <w:rStyle w:val="FootnoteReference"/>
                <w:rFonts w:ascii="Gautami" w:hAnsi="Gautami" w:cs="Gautami"/>
                <w:bCs/>
                <w:sz w:val="18"/>
                <w:szCs w:val="18"/>
                <w:lang w:val="ro-RO"/>
              </w:rPr>
              <w:footnoteReference w:id="5"/>
            </w:r>
          </w:p>
        </w:tc>
        <w:tc>
          <w:tcPr>
            <w:tcW w:w="6664" w:type="dxa"/>
            <w:gridSpan w:val="5"/>
          </w:tcPr>
          <w:p w:rsidR="00CB7FCA"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21324801" w:edGrp="everyone"/>
            <w:r w:rsidRPr="003E754C">
              <w:rPr>
                <w:rFonts w:ascii="Gautami" w:hAnsi="Gautami" w:cs="Gautami"/>
                <w:bCs/>
                <w:sz w:val="18"/>
                <w:szCs w:val="18"/>
                <w:lang w:val="ro-RO"/>
              </w:rPr>
              <w:t xml:space="preserve"> </w:t>
            </w:r>
            <w:proofErr w:type="spellStart"/>
            <w:r w:rsidR="006219D2">
              <w:rPr>
                <w:rFonts w:ascii="Gautami" w:hAnsi="Gautami" w:cs="Gautami"/>
                <w:bCs/>
                <w:sz w:val="18"/>
                <w:szCs w:val="18"/>
                <w:lang w:val="ro-RO"/>
              </w:rPr>
              <w:t>S.l</w:t>
            </w:r>
            <w:proofErr w:type="spellEnd"/>
            <w:r w:rsidR="00B8029A">
              <w:rPr>
                <w:rFonts w:ascii="Gautami" w:hAnsi="Gautami" w:cs="Gautami"/>
                <w:bCs/>
                <w:sz w:val="18"/>
                <w:szCs w:val="18"/>
                <w:lang w:val="ro-RO"/>
              </w:rPr>
              <w:t>. Dr</w:t>
            </w:r>
            <w:r w:rsidR="00DF74D6">
              <w:rPr>
                <w:rFonts w:ascii="Gautami" w:hAnsi="Gautami" w:cs="Gautami"/>
                <w:bCs/>
                <w:sz w:val="18"/>
                <w:szCs w:val="18"/>
                <w:lang w:val="ro-RO"/>
              </w:rPr>
              <w:t>. Ing.</w:t>
            </w:r>
            <w:r w:rsidR="00B8029A">
              <w:rPr>
                <w:rFonts w:ascii="Gautami" w:hAnsi="Gautami" w:cs="Gautami"/>
                <w:bCs/>
                <w:sz w:val="18"/>
                <w:szCs w:val="18"/>
                <w:lang w:val="ro-RO"/>
              </w:rPr>
              <w:t xml:space="preserve"> </w:t>
            </w:r>
            <w:r w:rsidR="006219D2">
              <w:rPr>
                <w:rFonts w:ascii="Gautami" w:hAnsi="Gautami" w:cs="Gautami"/>
                <w:bCs/>
                <w:sz w:val="18"/>
                <w:szCs w:val="18"/>
                <w:lang w:val="ro-RO"/>
              </w:rPr>
              <w:t>Radu NEGRU</w:t>
            </w:r>
            <w:r w:rsidR="00B8029A">
              <w:rPr>
                <w:rFonts w:ascii="Gautami" w:hAnsi="Gautami" w:cs="Gautami"/>
                <w:bCs/>
                <w:sz w:val="18"/>
                <w:szCs w:val="18"/>
                <w:lang w:val="ro-RO"/>
              </w:rPr>
              <w:t xml:space="preserve"> </w:t>
            </w:r>
            <w:r w:rsidR="00B3222F" w:rsidRPr="003E754C">
              <w:rPr>
                <w:rFonts w:ascii="Gautami" w:hAnsi="Gautami" w:cs="Gautami"/>
                <w:bCs/>
                <w:sz w:val="18"/>
                <w:szCs w:val="18"/>
                <w:lang w:val="ro-RO"/>
              </w:rPr>
              <w:t xml:space="preserve"> </w:t>
            </w:r>
            <w:permEnd w:id="121324801"/>
          </w:p>
        </w:tc>
      </w:tr>
      <w:tr w:rsidR="00A76777" w:rsidRPr="003E754C" w:rsidTr="002932E8">
        <w:trPr>
          <w:jc w:val="right"/>
        </w:trPr>
        <w:tc>
          <w:tcPr>
            <w:tcW w:w="1845"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2.4</w:t>
            </w:r>
            <w:r w:rsidRPr="003E754C">
              <w:rPr>
                <w:rFonts w:ascii="Gautami" w:hAnsi="Gautami" w:cs="Gautami"/>
                <w:bCs/>
                <w:sz w:val="18"/>
                <w:szCs w:val="18"/>
                <w:lang w:val="ro-RO"/>
              </w:rPr>
              <w:t xml:space="preserve"> Anul de studiu</w:t>
            </w:r>
            <w:r w:rsidR="00441CEF" w:rsidRPr="003E754C">
              <w:rPr>
                <w:rStyle w:val="FootnoteReference"/>
                <w:rFonts w:ascii="Gautami" w:hAnsi="Gautami" w:cs="Gautami"/>
                <w:bCs/>
                <w:sz w:val="18"/>
                <w:szCs w:val="18"/>
                <w:lang w:val="ro-RO"/>
              </w:rPr>
              <w:footnoteReference w:id="6"/>
            </w:r>
          </w:p>
        </w:tc>
        <w:tc>
          <w:tcPr>
            <w:tcW w:w="567" w:type="dxa"/>
          </w:tcPr>
          <w:p w:rsidR="00A76777" w:rsidRPr="003E754C" w:rsidRDefault="00FD5BE8" w:rsidP="00453904">
            <w:pPr>
              <w:autoSpaceDE w:val="0"/>
              <w:autoSpaceDN w:val="0"/>
              <w:adjustRightInd w:val="0"/>
              <w:spacing w:before="20" w:after="20" w:line="240" w:lineRule="auto"/>
              <w:rPr>
                <w:rFonts w:ascii="Gautami" w:hAnsi="Gautami" w:cs="Gautami"/>
                <w:bCs/>
                <w:sz w:val="18"/>
                <w:szCs w:val="18"/>
              </w:rPr>
            </w:pPr>
            <w:permStart w:id="943198763" w:edGrp="everyone"/>
            <w:r w:rsidRPr="003E754C">
              <w:rPr>
                <w:rFonts w:ascii="Gautami" w:hAnsi="Gautami" w:cs="Gautami"/>
                <w:bCs/>
                <w:sz w:val="18"/>
                <w:szCs w:val="18"/>
                <w:lang w:val="ro-RO"/>
              </w:rPr>
              <w:t xml:space="preserve"> </w:t>
            </w:r>
            <w:r w:rsidR="00B8029A">
              <w:rPr>
                <w:rFonts w:ascii="Gautami" w:hAnsi="Gautami" w:cs="Gautami"/>
                <w:bCs/>
                <w:sz w:val="18"/>
                <w:szCs w:val="18"/>
                <w:lang w:val="ro-RO"/>
              </w:rPr>
              <w:t>3</w:t>
            </w:r>
            <w:r w:rsidRPr="003E754C">
              <w:rPr>
                <w:rFonts w:ascii="Gautami" w:hAnsi="Gautami" w:cs="Gautami"/>
                <w:bCs/>
                <w:sz w:val="18"/>
                <w:szCs w:val="18"/>
                <w:lang w:val="ro-RO"/>
              </w:rPr>
              <w:t xml:space="preserve"> </w:t>
            </w:r>
            <w:permEnd w:id="943198763"/>
          </w:p>
        </w:tc>
        <w:tc>
          <w:tcPr>
            <w:tcW w:w="1380"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2.5</w:t>
            </w:r>
            <w:r w:rsidRPr="003E754C">
              <w:rPr>
                <w:rFonts w:ascii="Gautami" w:hAnsi="Gautami" w:cs="Gautami"/>
                <w:bCs/>
                <w:sz w:val="18"/>
                <w:szCs w:val="18"/>
                <w:lang w:val="ro-RO"/>
              </w:rPr>
              <w:t xml:space="preserve"> Semestrul</w:t>
            </w:r>
          </w:p>
        </w:tc>
        <w:tc>
          <w:tcPr>
            <w:tcW w:w="604"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571514617" w:edGrp="everyone"/>
            <w:r w:rsidRPr="003E754C">
              <w:rPr>
                <w:rFonts w:ascii="Gautami" w:hAnsi="Gautami" w:cs="Gautami"/>
                <w:bCs/>
                <w:sz w:val="18"/>
                <w:szCs w:val="18"/>
                <w:lang w:val="ro-RO"/>
              </w:rPr>
              <w:t xml:space="preserve"> </w:t>
            </w:r>
            <w:r w:rsidR="00C51C33">
              <w:rPr>
                <w:rFonts w:ascii="Gautami" w:hAnsi="Gautami" w:cs="Gautami"/>
                <w:bCs/>
                <w:sz w:val="18"/>
                <w:szCs w:val="18"/>
                <w:lang w:val="ro-RO"/>
              </w:rPr>
              <w:t>5</w:t>
            </w:r>
            <w:r w:rsidR="00B3222F" w:rsidRPr="003E754C">
              <w:rPr>
                <w:rFonts w:ascii="Gautami" w:hAnsi="Gautami" w:cs="Gautami"/>
                <w:bCs/>
                <w:sz w:val="18"/>
                <w:szCs w:val="18"/>
                <w:lang w:val="ro-RO"/>
              </w:rPr>
              <w:t xml:space="preserve"> </w:t>
            </w:r>
            <w:permEnd w:id="1571514617"/>
          </w:p>
        </w:tc>
        <w:tc>
          <w:tcPr>
            <w:tcW w:w="1985"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2.6</w:t>
            </w:r>
            <w:r w:rsidRPr="003E754C">
              <w:rPr>
                <w:rFonts w:ascii="Gautami" w:hAnsi="Gautami" w:cs="Gautami"/>
                <w:bCs/>
                <w:sz w:val="18"/>
                <w:szCs w:val="18"/>
                <w:lang w:val="ro-RO"/>
              </w:rPr>
              <w:t xml:space="preserve"> Tipul de evaluare</w:t>
            </w:r>
          </w:p>
        </w:tc>
        <w:tc>
          <w:tcPr>
            <w:tcW w:w="709"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986524168" w:edGrp="everyone"/>
            <w:r w:rsidRPr="003E754C">
              <w:rPr>
                <w:rFonts w:ascii="Gautami" w:hAnsi="Gautami" w:cs="Gautami"/>
                <w:bCs/>
                <w:sz w:val="18"/>
                <w:szCs w:val="18"/>
                <w:lang w:val="ro-RO"/>
              </w:rPr>
              <w:t xml:space="preserve"> </w:t>
            </w:r>
            <w:r w:rsidR="00B8029A">
              <w:rPr>
                <w:rFonts w:ascii="Gautami" w:hAnsi="Gautami" w:cs="Gautami"/>
                <w:bCs/>
                <w:sz w:val="18"/>
                <w:szCs w:val="18"/>
                <w:lang w:val="ro-RO"/>
              </w:rPr>
              <w:t>D</w:t>
            </w:r>
            <w:r w:rsidRPr="003E754C">
              <w:rPr>
                <w:rFonts w:ascii="Gautami" w:hAnsi="Gautami" w:cs="Gautami"/>
                <w:bCs/>
                <w:sz w:val="18"/>
                <w:szCs w:val="18"/>
                <w:lang w:val="ro-RO"/>
              </w:rPr>
              <w:t xml:space="preserve"> </w:t>
            </w:r>
            <w:permEnd w:id="986524168"/>
          </w:p>
        </w:tc>
        <w:tc>
          <w:tcPr>
            <w:tcW w:w="2126"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2.7</w:t>
            </w:r>
            <w:r w:rsidRPr="003E754C">
              <w:rPr>
                <w:rFonts w:ascii="Gautami" w:hAnsi="Gautami" w:cs="Gautami"/>
                <w:bCs/>
                <w:sz w:val="18"/>
                <w:szCs w:val="18"/>
                <w:lang w:val="ro-RO"/>
              </w:rPr>
              <w:t xml:space="preserve"> Regimul disciplinei</w:t>
            </w:r>
          </w:p>
        </w:tc>
        <w:tc>
          <w:tcPr>
            <w:tcW w:w="1240"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177032927" w:edGrp="everyone"/>
            <w:r w:rsidRPr="003E754C">
              <w:rPr>
                <w:rFonts w:ascii="Gautami" w:hAnsi="Gautami" w:cs="Gautami"/>
                <w:bCs/>
                <w:sz w:val="18"/>
                <w:szCs w:val="18"/>
                <w:lang w:val="ro-RO"/>
              </w:rPr>
              <w:t xml:space="preserve"> </w:t>
            </w:r>
            <w:r w:rsidR="00E40CAE">
              <w:rPr>
                <w:rFonts w:ascii="Gautami" w:hAnsi="Gautami" w:cs="Gautami"/>
                <w:bCs/>
                <w:sz w:val="18"/>
                <w:szCs w:val="18"/>
                <w:lang w:val="ro-RO"/>
              </w:rPr>
              <w:t>DD</w:t>
            </w:r>
            <w:r w:rsidRPr="003E754C">
              <w:rPr>
                <w:rFonts w:ascii="Gautami" w:hAnsi="Gautami" w:cs="Gautami"/>
                <w:bCs/>
                <w:sz w:val="18"/>
                <w:szCs w:val="18"/>
                <w:lang w:val="ro-RO"/>
              </w:rPr>
              <w:t xml:space="preserve"> </w:t>
            </w:r>
            <w:permEnd w:id="1177032927"/>
          </w:p>
        </w:tc>
      </w:tr>
    </w:tbl>
    <w:p w:rsidR="00682D5C" w:rsidRPr="003E754C" w:rsidRDefault="00682D5C" w:rsidP="00C47529">
      <w:pPr>
        <w:autoSpaceDE w:val="0"/>
        <w:autoSpaceDN w:val="0"/>
        <w:adjustRightInd w:val="0"/>
        <w:spacing w:before="120" w:after="0" w:line="240" w:lineRule="auto"/>
        <w:ind w:firstLine="720"/>
        <w:jc w:val="both"/>
        <w:rPr>
          <w:rFonts w:ascii="Verdana" w:hAnsi="Verdana"/>
          <w:bCs/>
          <w:sz w:val="24"/>
          <w:szCs w:val="24"/>
          <w:lang w:val="ro-RO"/>
        </w:rPr>
      </w:pPr>
    </w:p>
    <w:p w:rsidR="00367947" w:rsidRPr="003E754C" w:rsidRDefault="005A551E" w:rsidP="00A30888">
      <w:pPr>
        <w:numPr>
          <w:ilvl w:val="0"/>
          <w:numId w:val="12"/>
        </w:numPr>
        <w:autoSpaceDE w:val="0"/>
        <w:autoSpaceDN w:val="0"/>
        <w:adjustRightInd w:val="0"/>
        <w:spacing w:after="120" w:line="240" w:lineRule="auto"/>
        <w:ind w:left="425" w:hanging="357"/>
        <w:jc w:val="both"/>
        <w:rPr>
          <w:rFonts w:ascii="Verdana" w:hAnsi="Verdana"/>
          <w:b/>
          <w:bCs/>
          <w:sz w:val="18"/>
          <w:szCs w:val="18"/>
          <w:lang w:val="ro-RO"/>
        </w:rPr>
      </w:pPr>
      <w:r w:rsidRPr="003E754C">
        <w:rPr>
          <w:rFonts w:ascii="Verdana" w:hAnsi="Verdana"/>
          <w:b/>
          <w:bCs/>
          <w:sz w:val="18"/>
          <w:szCs w:val="18"/>
          <w:lang w:val="ro-RO"/>
        </w:rPr>
        <w:t xml:space="preserve">Timpul total estimat </w:t>
      </w:r>
      <w:r w:rsidRPr="003E754C">
        <w:rPr>
          <w:rFonts w:ascii="Verdana" w:hAnsi="Verdana"/>
          <w:bCs/>
          <w:sz w:val="18"/>
          <w:szCs w:val="18"/>
          <w:lang w:val="ro-RO"/>
        </w:rPr>
        <w:t>(ore pe semestru al activităţilor didactice)</w:t>
      </w:r>
    </w:p>
    <w:tbl>
      <w:tblPr>
        <w:tblW w:w="10470" w:type="dxa"/>
        <w:jc w:val="right"/>
        <w:tblInd w:w="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6"/>
        <w:gridCol w:w="1785"/>
        <w:gridCol w:w="909"/>
        <w:gridCol w:w="567"/>
        <w:gridCol w:w="3260"/>
        <w:gridCol w:w="673"/>
      </w:tblGrid>
      <w:tr w:rsidR="00EF6F77" w:rsidRPr="003E754C" w:rsidTr="004A32C3">
        <w:trPr>
          <w:jc w:val="right"/>
        </w:trPr>
        <w:tc>
          <w:tcPr>
            <w:tcW w:w="3276" w:type="dxa"/>
            <w:vAlign w:val="center"/>
          </w:tcPr>
          <w:p w:rsidR="00EF6F77" w:rsidRPr="003E754C" w:rsidRDefault="00EF6F77"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3.1</w:t>
            </w:r>
            <w:r w:rsidRPr="003E754C">
              <w:rPr>
                <w:rFonts w:ascii="Gautami" w:hAnsi="Gautami" w:cs="Gautami"/>
                <w:bCs/>
                <w:sz w:val="18"/>
                <w:szCs w:val="18"/>
                <w:lang w:val="ro-RO"/>
              </w:rPr>
              <w:t xml:space="preserve"> Număr de ore pe săptămână</w:t>
            </w:r>
          </w:p>
        </w:tc>
        <w:tc>
          <w:tcPr>
            <w:tcW w:w="1785" w:type="dxa"/>
            <w:vAlign w:val="center"/>
          </w:tcPr>
          <w:p w:rsidR="00EF6F77" w:rsidRPr="003E754C" w:rsidRDefault="009F2E01" w:rsidP="00441CEF">
            <w:pPr>
              <w:autoSpaceDE w:val="0"/>
              <w:autoSpaceDN w:val="0"/>
              <w:adjustRightInd w:val="0"/>
              <w:spacing w:before="20" w:after="20" w:line="240" w:lineRule="auto"/>
              <w:rPr>
                <w:rFonts w:ascii="Gautami" w:hAnsi="Gautami" w:cs="Gautami"/>
                <w:bCs/>
                <w:sz w:val="18"/>
                <w:szCs w:val="18"/>
                <w:lang w:val="ro-RO"/>
              </w:rPr>
            </w:pPr>
            <w:permStart w:id="1797072357" w:edGrp="everyone"/>
            <w:r w:rsidRPr="003E754C">
              <w:rPr>
                <w:rFonts w:ascii="Gautami" w:hAnsi="Gautami" w:cs="Gautami"/>
                <w:bCs/>
                <w:sz w:val="18"/>
                <w:szCs w:val="18"/>
                <w:lang w:val="ro-RO"/>
              </w:rPr>
              <w:t xml:space="preserve"> </w:t>
            </w:r>
            <w:r w:rsidR="00B8029A">
              <w:rPr>
                <w:rFonts w:ascii="Gautami" w:hAnsi="Gautami" w:cs="Gautami"/>
                <w:bCs/>
                <w:sz w:val="18"/>
                <w:szCs w:val="18"/>
                <w:lang w:val="ro-RO"/>
              </w:rPr>
              <w:t>3</w:t>
            </w:r>
            <w:r w:rsidRPr="003E754C">
              <w:rPr>
                <w:rFonts w:ascii="Gautami" w:hAnsi="Gautami" w:cs="Gautami"/>
                <w:bCs/>
                <w:sz w:val="18"/>
                <w:szCs w:val="18"/>
                <w:lang w:val="ro-RO"/>
              </w:rPr>
              <w:t xml:space="preserve"> </w:t>
            </w:r>
            <w:permEnd w:id="1797072357"/>
            <w:r w:rsidR="00FD5BE8" w:rsidRPr="003E754C">
              <w:rPr>
                <w:rFonts w:ascii="Gautami" w:hAnsi="Gautami" w:cs="Gautami"/>
                <w:bCs/>
                <w:sz w:val="18"/>
                <w:szCs w:val="18"/>
                <w:lang w:val="ro-RO"/>
              </w:rPr>
              <w:t xml:space="preserve"> </w:t>
            </w:r>
            <w:r w:rsidR="00B15241">
              <w:rPr>
                <w:rFonts w:ascii="Gautami" w:hAnsi="Gautami" w:cs="Gautami"/>
                <w:bCs/>
                <w:sz w:val="18"/>
                <w:szCs w:val="18"/>
                <w:lang w:val="ro-RO"/>
              </w:rPr>
              <w:t xml:space="preserve">, </w:t>
            </w:r>
            <w:r w:rsidRPr="003E754C">
              <w:rPr>
                <w:rFonts w:ascii="Gautami" w:hAnsi="Gautami" w:cs="Gautami"/>
                <w:bCs/>
                <w:sz w:val="18"/>
                <w:szCs w:val="18"/>
                <w:lang w:val="ro-RO"/>
              </w:rPr>
              <w:t>din care:</w:t>
            </w:r>
            <w:r w:rsidR="008310EF" w:rsidRPr="003E754C">
              <w:rPr>
                <w:rFonts w:ascii="Gautami" w:hAnsi="Gautami" w:cs="Gautami"/>
                <w:bCs/>
                <w:sz w:val="18"/>
                <w:szCs w:val="18"/>
                <w:lang w:val="ro-RO"/>
              </w:rPr>
              <w:t xml:space="preserve"> </w:t>
            </w:r>
            <w:r w:rsidRPr="003E754C">
              <w:rPr>
                <w:rFonts w:ascii="Gautami" w:hAnsi="Gautami" w:cs="Gautami"/>
                <w:bCs/>
                <w:sz w:val="18"/>
                <w:szCs w:val="18"/>
                <w:lang w:val="ro-RO"/>
              </w:rPr>
              <w:t xml:space="preserve">  </w:t>
            </w:r>
          </w:p>
        </w:tc>
        <w:tc>
          <w:tcPr>
            <w:tcW w:w="909" w:type="dxa"/>
            <w:vAlign w:val="center"/>
          </w:tcPr>
          <w:p w:rsidR="00EF6F77" w:rsidRPr="003E754C" w:rsidRDefault="00EF6F77"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3.2</w:t>
            </w:r>
            <w:r w:rsidRPr="003E754C">
              <w:rPr>
                <w:rFonts w:ascii="Gautami" w:hAnsi="Gautami" w:cs="Gautami"/>
                <w:bCs/>
                <w:sz w:val="18"/>
                <w:szCs w:val="18"/>
                <w:lang w:val="ro-RO"/>
              </w:rPr>
              <w:t xml:space="preserve"> curs</w:t>
            </w:r>
          </w:p>
        </w:tc>
        <w:tc>
          <w:tcPr>
            <w:tcW w:w="567" w:type="dxa"/>
            <w:vAlign w:val="center"/>
          </w:tcPr>
          <w:p w:rsidR="00EF6F77" w:rsidRPr="003E754C" w:rsidRDefault="00FD5BE8" w:rsidP="00441CEF">
            <w:pPr>
              <w:autoSpaceDE w:val="0"/>
              <w:autoSpaceDN w:val="0"/>
              <w:adjustRightInd w:val="0"/>
              <w:spacing w:before="20" w:after="20" w:line="240" w:lineRule="auto"/>
              <w:rPr>
                <w:rFonts w:ascii="Gautami" w:hAnsi="Gautami" w:cs="Gautami"/>
                <w:bCs/>
                <w:sz w:val="18"/>
                <w:szCs w:val="18"/>
                <w:lang w:val="ro-RO"/>
              </w:rPr>
            </w:pPr>
            <w:permStart w:id="1243354698" w:edGrp="everyone"/>
            <w:r w:rsidRPr="003E754C">
              <w:rPr>
                <w:rFonts w:ascii="Gautami" w:hAnsi="Gautami" w:cs="Gautami"/>
                <w:bCs/>
                <w:sz w:val="18"/>
                <w:szCs w:val="18"/>
                <w:lang w:val="ro-RO"/>
              </w:rPr>
              <w:t xml:space="preserve"> </w:t>
            </w:r>
            <w:r w:rsidR="00B8029A">
              <w:rPr>
                <w:rFonts w:ascii="Gautami" w:hAnsi="Gautami" w:cs="Gautami"/>
                <w:bCs/>
                <w:sz w:val="18"/>
                <w:szCs w:val="18"/>
                <w:lang w:val="ro-RO"/>
              </w:rPr>
              <w:t>1</w:t>
            </w:r>
            <w:r w:rsidRPr="003E754C">
              <w:rPr>
                <w:rFonts w:ascii="Gautami" w:hAnsi="Gautami" w:cs="Gautami"/>
                <w:bCs/>
                <w:sz w:val="18"/>
                <w:szCs w:val="18"/>
                <w:lang w:val="ro-RO"/>
              </w:rPr>
              <w:t xml:space="preserve"> </w:t>
            </w:r>
            <w:permEnd w:id="1243354698"/>
          </w:p>
        </w:tc>
        <w:tc>
          <w:tcPr>
            <w:tcW w:w="3260" w:type="dxa"/>
          </w:tcPr>
          <w:p w:rsidR="00EF6F77" w:rsidRPr="003E754C" w:rsidRDefault="002334F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3.3</w:t>
            </w:r>
            <w:r w:rsidRPr="003E754C">
              <w:rPr>
                <w:rFonts w:ascii="Gautami" w:hAnsi="Gautami" w:cs="Gautami"/>
                <w:bCs/>
                <w:sz w:val="18"/>
                <w:szCs w:val="18"/>
                <w:lang w:val="ro-RO"/>
              </w:rPr>
              <w:t xml:space="preserve"> seminar/</w:t>
            </w:r>
            <w:r w:rsidR="00EF6F77" w:rsidRPr="003E754C">
              <w:rPr>
                <w:rFonts w:ascii="Gautami" w:hAnsi="Gautami" w:cs="Gautami"/>
                <w:bCs/>
                <w:sz w:val="18"/>
                <w:szCs w:val="18"/>
                <w:lang w:val="ro-RO"/>
              </w:rPr>
              <w:t>laborator</w:t>
            </w:r>
            <w:r w:rsidR="00441CEF" w:rsidRPr="003E754C">
              <w:rPr>
                <w:rFonts w:ascii="Gautami" w:hAnsi="Gautami" w:cs="Gautami"/>
                <w:bCs/>
                <w:sz w:val="18"/>
                <w:szCs w:val="18"/>
                <w:lang w:val="ro-RO"/>
              </w:rPr>
              <w:t>/ proiect/practică</w:t>
            </w:r>
          </w:p>
        </w:tc>
        <w:tc>
          <w:tcPr>
            <w:tcW w:w="673" w:type="dxa"/>
            <w:vAlign w:val="center"/>
          </w:tcPr>
          <w:p w:rsidR="00EF6F77" w:rsidRPr="003E754C" w:rsidRDefault="00FD5BE8" w:rsidP="00441CEF">
            <w:pPr>
              <w:autoSpaceDE w:val="0"/>
              <w:autoSpaceDN w:val="0"/>
              <w:adjustRightInd w:val="0"/>
              <w:spacing w:before="20" w:after="20" w:line="240" w:lineRule="auto"/>
              <w:rPr>
                <w:rFonts w:ascii="Gautami" w:hAnsi="Gautami" w:cs="Gautami"/>
                <w:bCs/>
                <w:sz w:val="18"/>
                <w:szCs w:val="18"/>
                <w:lang w:val="ro-RO"/>
              </w:rPr>
            </w:pPr>
            <w:permStart w:id="1361529702" w:edGrp="everyone"/>
            <w:r w:rsidRPr="003E754C">
              <w:rPr>
                <w:rFonts w:ascii="Gautami" w:hAnsi="Gautami" w:cs="Gautami"/>
                <w:bCs/>
                <w:sz w:val="18"/>
                <w:szCs w:val="18"/>
                <w:lang w:val="ro-RO"/>
              </w:rPr>
              <w:t xml:space="preserve"> </w:t>
            </w:r>
            <w:r w:rsidR="00E40CAE">
              <w:rPr>
                <w:rFonts w:ascii="Gautami" w:hAnsi="Gautami" w:cs="Gautami"/>
                <w:bCs/>
                <w:sz w:val="18"/>
                <w:szCs w:val="18"/>
                <w:lang w:val="ro-RO"/>
              </w:rPr>
              <w:t>2</w:t>
            </w:r>
            <w:r w:rsidRPr="003E754C">
              <w:rPr>
                <w:rFonts w:ascii="Gautami" w:hAnsi="Gautami" w:cs="Gautami"/>
                <w:bCs/>
                <w:sz w:val="18"/>
                <w:szCs w:val="18"/>
                <w:lang w:val="ro-RO"/>
              </w:rPr>
              <w:t xml:space="preserve"> </w:t>
            </w:r>
            <w:permEnd w:id="1361529702"/>
          </w:p>
        </w:tc>
      </w:tr>
      <w:tr w:rsidR="00EF6F77" w:rsidRPr="003E754C" w:rsidTr="004A32C3">
        <w:trPr>
          <w:jc w:val="right"/>
        </w:trPr>
        <w:tc>
          <w:tcPr>
            <w:tcW w:w="3276" w:type="dxa"/>
            <w:shd w:val="clear" w:color="auto" w:fill="D9D9D9"/>
          </w:tcPr>
          <w:p w:rsidR="00EF6F77" w:rsidRPr="003E754C" w:rsidRDefault="00EF6F77"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3.4</w:t>
            </w:r>
            <w:r w:rsidRPr="003E754C">
              <w:rPr>
                <w:rFonts w:ascii="Gautami" w:hAnsi="Gautami" w:cs="Gautami"/>
                <w:bCs/>
                <w:sz w:val="18"/>
                <w:szCs w:val="18"/>
                <w:lang w:val="ro-RO"/>
              </w:rPr>
              <w:t xml:space="preserve"> Total ore din planul de învăţământ</w:t>
            </w:r>
          </w:p>
        </w:tc>
        <w:tc>
          <w:tcPr>
            <w:tcW w:w="1785" w:type="dxa"/>
            <w:shd w:val="clear" w:color="auto" w:fill="D9D9D9"/>
          </w:tcPr>
          <w:p w:rsidR="00EF6F77"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permStart w:id="1920733834" w:edGrp="everyone"/>
            <w:r w:rsidRPr="003E754C">
              <w:rPr>
                <w:rFonts w:ascii="Gautami" w:hAnsi="Gautami" w:cs="Gautami"/>
                <w:bCs/>
                <w:sz w:val="18"/>
                <w:szCs w:val="18"/>
                <w:lang w:val="ro-RO"/>
              </w:rPr>
              <w:t xml:space="preserve"> </w:t>
            </w:r>
            <w:r w:rsidR="00B8029A">
              <w:rPr>
                <w:rFonts w:ascii="Gautami" w:hAnsi="Gautami" w:cs="Gautami"/>
                <w:bCs/>
                <w:sz w:val="18"/>
                <w:szCs w:val="18"/>
                <w:lang w:val="ro-RO"/>
              </w:rPr>
              <w:t>42</w:t>
            </w:r>
            <w:r w:rsidRPr="003E754C">
              <w:rPr>
                <w:rFonts w:ascii="Gautami" w:hAnsi="Gautami" w:cs="Gautami"/>
                <w:bCs/>
                <w:sz w:val="18"/>
                <w:szCs w:val="18"/>
                <w:lang w:val="ro-RO"/>
              </w:rPr>
              <w:t xml:space="preserve"> </w:t>
            </w:r>
            <w:permEnd w:id="1920733834"/>
            <w:r w:rsidR="00FD5BE8" w:rsidRPr="003E754C">
              <w:rPr>
                <w:rFonts w:ascii="Gautami" w:hAnsi="Gautami" w:cs="Gautami"/>
                <w:bCs/>
                <w:sz w:val="18"/>
                <w:szCs w:val="18"/>
                <w:lang w:val="ro-RO"/>
              </w:rPr>
              <w:t xml:space="preserve"> </w:t>
            </w:r>
            <w:r w:rsidR="00B15241">
              <w:rPr>
                <w:rFonts w:ascii="Gautami" w:hAnsi="Gautami" w:cs="Gautami"/>
                <w:bCs/>
                <w:sz w:val="18"/>
                <w:szCs w:val="18"/>
                <w:lang w:val="ro-RO"/>
              </w:rPr>
              <w:t xml:space="preserve">, </w:t>
            </w:r>
            <w:r w:rsidRPr="003E754C">
              <w:rPr>
                <w:rFonts w:ascii="Gautami" w:hAnsi="Gautami" w:cs="Gautami"/>
                <w:bCs/>
                <w:sz w:val="18"/>
                <w:szCs w:val="18"/>
                <w:lang w:val="ro-RO"/>
              </w:rPr>
              <w:t xml:space="preserve">din care: </w:t>
            </w:r>
          </w:p>
        </w:tc>
        <w:tc>
          <w:tcPr>
            <w:tcW w:w="909" w:type="dxa"/>
            <w:shd w:val="clear" w:color="auto" w:fill="D9D9D9"/>
          </w:tcPr>
          <w:p w:rsidR="00EF6F77" w:rsidRPr="003E754C" w:rsidRDefault="00EF6F77" w:rsidP="00453904">
            <w:pPr>
              <w:autoSpaceDE w:val="0"/>
              <w:autoSpaceDN w:val="0"/>
              <w:adjustRightInd w:val="0"/>
              <w:spacing w:before="20" w:after="20" w:line="240" w:lineRule="auto"/>
              <w:rPr>
                <w:rFonts w:ascii="Gautami" w:hAnsi="Gautami" w:cs="Gautami"/>
                <w:bCs/>
                <w:sz w:val="18"/>
                <w:szCs w:val="18"/>
                <w:lang w:val="ro-RO"/>
              </w:rPr>
            </w:pPr>
            <w:permStart w:id="441598637" w:edGrp="everyone"/>
            <w:permEnd w:id="441598637"/>
            <w:r w:rsidRPr="003E754C">
              <w:rPr>
                <w:rFonts w:ascii="Gautami" w:hAnsi="Gautami" w:cs="Gautami"/>
                <w:b/>
                <w:bCs/>
                <w:sz w:val="18"/>
                <w:szCs w:val="18"/>
                <w:lang w:val="ro-RO"/>
              </w:rPr>
              <w:t>3.5</w:t>
            </w:r>
            <w:r w:rsidRPr="003E754C">
              <w:rPr>
                <w:rFonts w:ascii="Gautami" w:hAnsi="Gautami" w:cs="Gautami"/>
                <w:bCs/>
                <w:sz w:val="18"/>
                <w:szCs w:val="18"/>
                <w:lang w:val="ro-RO"/>
              </w:rPr>
              <w:t xml:space="preserve"> curs</w:t>
            </w:r>
          </w:p>
        </w:tc>
        <w:tc>
          <w:tcPr>
            <w:tcW w:w="567" w:type="dxa"/>
            <w:shd w:val="clear" w:color="auto" w:fill="D9D9D9"/>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591047064" w:edGrp="everyone"/>
            <w:r w:rsidRPr="003E754C">
              <w:rPr>
                <w:rFonts w:ascii="Gautami" w:hAnsi="Gautami" w:cs="Gautami"/>
                <w:bCs/>
                <w:sz w:val="18"/>
                <w:szCs w:val="18"/>
                <w:lang w:val="ro-RO"/>
              </w:rPr>
              <w:t xml:space="preserve"> </w:t>
            </w:r>
            <w:r w:rsidR="00B8029A">
              <w:rPr>
                <w:rFonts w:ascii="Gautami" w:hAnsi="Gautami" w:cs="Gautami"/>
                <w:bCs/>
                <w:sz w:val="18"/>
                <w:szCs w:val="18"/>
                <w:lang w:val="ro-RO"/>
              </w:rPr>
              <w:t>14</w:t>
            </w:r>
            <w:r w:rsidRPr="003E754C">
              <w:rPr>
                <w:rFonts w:ascii="Gautami" w:hAnsi="Gautami" w:cs="Gautami"/>
                <w:bCs/>
                <w:sz w:val="18"/>
                <w:szCs w:val="18"/>
                <w:lang w:val="ro-RO"/>
              </w:rPr>
              <w:t xml:space="preserve"> </w:t>
            </w:r>
            <w:permEnd w:id="1591047064"/>
          </w:p>
        </w:tc>
        <w:tc>
          <w:tcPr>
            <w:tcW w:w="3260" w:type="dxa"/>
            <w:shd w:val="clear" w:color="auto" w:fill="D9D9D9"/>
          </w:tcPr>
          <w:p w:rsidR="00EF6F77" w:rsidRPr="003E754C" w:rsidRDefault="002334F2" w:rsidP="00B1411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3.6</w:t>
            </w:r>
            <w:r w:rsidRPr="003E754C">
              <w:rPr>
                <w:rFonts w:ascii="Gautami" w:hAnsi="Gautami" w:cs="Gautami"/>
                <w:bCs/>
                <w:sz w:val="18"/>
                <w:szCs w:val="18"/>
                <w:lang w:val="ro-RO"/>
              </w:rPr>
              <w:t xml:space="preserve"> </w:t>
            </w:r>
            <w:r w:rsidR="008310EF" w:rsidRPr="003E754C">
              <w:rPr>
                <w:rFonts w:ascii="Gautami" w:hAnsi="Gautami" w:cs="Gautami"/>
                <w:bCs/>
                <w:sz w:val="18"/>
                <w:szCs w:val="18"/>
                <w:lang w:val="ro-RO"/>
              </w:rPr>
              <w:t>activităţi aplicative</w:t>
            </w:r>
          </w:p>
        </w:tc>
        <w:tc>
          <w:tcPr>
            <w:tcW w:w="673" w:type="dxa"/>
            <w:shd w:val="clear" w:color="auto" w:fill="D9D9D9"/>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103186486" w:edGrp="everyone"/>
            <w:r w:rsidRPr="003E754C">
              <w:rPr>
                <w:rFonts w:ascii="Gautami" w:hAnsi="Gautami" w:cs="Gautami"/>
                <w:bCs/>
                <w:sz w:val="18"/>
                <w:szCs w:val="18"/>
                <w:lang w:val="ro-RO"/>
              </w:rPr>
              <w:t xml:space="preserve"> </w:t>
            </w:r>
            <w:r w:rsidR="00E40CAE">
              <w:rPr>
                <w:rFonts w:ascii="Gautami" w:hAnsi="Gautami" w:cs="Gautami"/>
                <w:bCs/>
                <w:sz w:val="18"/>
                <w:szCs w:val="18"/>
                <w:lang w:val="ro-RO"/>
              </w:rPr>
              <w:t>28</w:t>
            </w:r>
            <w:r w:rsidRPr="003E754C">
              <w:rPr>
                <w:rFonts w:ascii="Gautami" w:hAnsi="Gautami" w:cs="Gautami"/>
                <w:bCs/>
                <w:sz w:val="18"/>
                <w:szCs w:val="18"/>
                <w:lang w:val="ro-RO"/>
              </w:rPr>
              <w:t xml:space="preserve"> </w:t>
            </w:r>
            <w:permEnd w:id="1103186486"/>
          </w:p>
        </w:tc>
      </w:tr>
      <w:tr w:rsidR="00EF6F77" w:rsidRPr="003E754C" w:rsidTr="004A32C3">
        <w:trPr>
          <w:jc w:val="right"/>
        </w:trPr>
        <w:tc>
          <w:tcPr>
            <w:tcW w:w="9797" w:type="dxa"/>
            <w:gridSpan w:val="5"/>
          </w:tcPr>
          <w:p w:rsidR="00EF6F77" w:rsidRPr="003E754C" w:rsidRDefault="006A1695" w:rsidP="006A1695">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3.7</w:t>
            </w:r>
            <w:r w:rsidRPr="003E754C">
              <w:rPr>
                <w:rFonts w:ascii="Gautami" w:hAnsi="Gautami" w:cs="Gautami"/>
                <w:bCs/>
                <w:sz w:val="18"/>
                <w:szCs w:val="18"/>
                <w:lang w:val="ro-RO"/>
              </w:rPr>
              <w:t xml:space="preserve"> Distribuţia f</w:t>
            </w:r>
            <w:r w:rsidR="00441CEF" w:rsidRPr="003E754C">
              <w:rPr>
                <w:rFonts w:ascii="Gautami" w:hAnsi="Gautami" w:cs="Gautami"/>
                <w:bCs/>
                <w:sz w:val="18"/>
                <w:szCs w:val="18"/>
                <w:lang w:val="ro-RO"/>
              </w:rPr>
              <w:t>ondul</w:t>
            </w:r>
            <w:r w:rsidRPr="003E754C">
              <w:rPr>
                <w:rFonts w:ascii="Gautami" w:hAnsi="Gautami" w:cs="Gautami"/>
                <w:bCs/>
                <w:sz w:val="18"/>
                <w:szCs w:val="18"/>
                <w:lang w:val="ro-RO"/>
              </w:rPr>
              <w:t>ui</w:t>
            </w:r>
            <w:r w:rsidR="00DD36DE" w:rsidRPr="003E754C">
              <w:rPr>
                <w:rFonts w:ascii="Gautami" w:hAnsi="Gautami" w:cs="Gautami"/>
                <w:bCs/>
                <w:sz w:val="18"/>
                <w:szCs w:val="18"/>
                <w:lang w:val="ro-RO"/>
              </w:rPr>
              <w:t xml:space="preserve"> de timp</w:t>
            </w:r>
            <w:r w:rsidRPr="003E754C">
              <w:rPr>
                <w:rFonts w:ascii="Gautami" w:hAnsi="Gautami" w:cs="Gautami"/>
                <w:bCs/>
                <w:sz w:val="18"/>
                <w:szCs w:val="18"/>
                <w:lang w:val="ro-RO"/>
              </w:rPr>
              <w:t xml:space="preserve"> pentru </w:t>
            </w:r>
            <w:r w:rsidR="00441CEF" w:rsidRPr="003E754C">
              <w:rPr>
                <w:rFonts w:ascii="Gautami" w:hAnsi="Gautami" w:cs="Gautami"/>
                <w:bCs/>
                <w:sz w:val="18"/>
                <w:szCs w:val="18"/>
                <w:lang w:val="ro-RO"/>
              </w:rPr>
              <w:t xml:space="preserve">activităţi </w:t>
            </w:r>
            <w:r w:rsidRPr="003E754C">
              <w:rPr>
                <w:rFonts w:ascii="Gautami" w:hAnsi="Gautami" w:cs="Gautami"/>
                <w:bCs/>
                <w:sz w:val="18"/>
                <w:szCs w:val="18"/>
                <w:lang w:val="ro-RO"/>
              </w:rPr>
              <w:t>individuale</w:t>
            </w:r>
            <w:r w:rsidR="008310EF" w:rsidRPr="003E754C">
              <w:rPr>
                <w:rFonts w:ascii="Gautami" w:hAnsi="Gautami" w:cs="Gautami"/>
                <w:bCs/>
                <w:sz w:val="18"/>
                <w:szCs w:val="18"/>
                <w:lang w:val="ro-RO"/>
              </w:rPr>
              <w:t xml:space="preserve"> asociate disciplinei</w:t>
            </w:r>
          </w:p>
        </w:tc>
        <w:tc>
          <w:tcPr>
            <w:tcW w:w="673" w:type="dxa"/>
          </w:tcPr>
          <w:p w:rsidR="00EF6F77" w:rsidRPr="003E754C" w:rsidRDefault="002334F2"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ore</w:t>
            </w:r>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Studiul după manual, suport de curs, bibliografie şi notiţe</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319964318" w:edGrp="everyone"/>
            <w:r w:rsidRPr="003E754C">
              <w:rPr>
                <w:rFonts w:ascii="Gautami" w:hAnsi="Gautami" w:cs="Gautami"/>
                <w:bCs/>
                <w:sz w:val="18"/>
                <w:szCs w:val="18"/>
                <w:lang w:val="ro-RO"/>
              </w:rPr>
              <w:t xml:space="preserve"> </w:t>
            </w:r>
            <w:r w:rsidR="002A4314">
              <w:rPr>
                <w:rFonts w:ascii="Gautami" w:hAnsi="Gautami" w:cs="Gautami"/>
                <w:bCs/>
                <w:sz w:val="18"/>
                <w:szCs w:val="18"/>
                <w:lang w:val="ro-RO"/>
              </w:rPr>
              <w:t>1</w:t>
            </w:r>
            <w:r w:rsidR="00C51C33">
              <w:rPr>
                <w:rFonts w:ascii="Gautami" w:hAnsi="Gautami" w:cs="Gautami"/>
                <w:bCs/>
                <w:sz w:val="18"/>
                <w:szCs w:val="18"/>
                <w:lang w:val="ro-RO"/>
              </w:rPr>
              <w:t>4</w:t>
            </w:r>
            <w:r w:rsidRPr="003E754C">
              <w:rPr>
                <w:rFonts w:ascii="Gautami" w:hAnsi="Gautami" w:cs="Gautami"/>
                <w:bCs/>
                <w:sz w:val="18"/>
                <w:szCs w:val="18"/>
                <w:lang w:val="ro-RO"/>
              </w:rPr>
              <w:t xml:space="preserve"> </w:t>
            </w:r>
            <w:permEnd w:id="319964318"/>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Documentare suplimentară în bibliotecă, pe platformele electronice de specialitate şi pe teren</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991793649" w:edGrp="everyone"/>
            <w:r w:rsidRPr="003E754C">
              <w:rPr>
                <w:rFonts w:ascii="Gautami" w:hAnsi="Gautami" w:cs="Gautami"/>
                <w:bCs/>
                <w:sz w:val="18"/>
                <w:szCs w:val="18"/>
                <w:lang w:val="ro-RO"/>
              </w:rPr>
              <w:t xml:space="preserve"> </w:t>
            </w:r>
            <w:r w:rsidR="00C51C33">
              <w:rPr>
                <w:rFonts w:ascii="Gautami" w:hAnsi="Gautami" w:cs="Gautami"/>
                <w:bCs/>
                <w:sz w:val="18"/>
                <w:szCs w:val="18"/>
                <w:lang w:val="ro-RO"/>
              </w:rPr>
              <w:t>10</w:t>
            </w:r>
            <w:r w:rsidR="002A4314">
              <w:rPr>
                <w:rFonts w:ascii="Gautami" w:hAnsi="Gautami" w:cs="Gautami"/>
                <w:bCs/>
                <w:sz w:val="18"/>
                <w:szCs w:val="18"/>
                <w:lang w:val="ro-RO"/>
              </w:rPr>
              <w:t xml:space="preserve"> </w:t>
            </w:r>
            <w:permEnd w:id="1991793649"/>
          </w:p>
        </w:tc>
      </w:tr>
      <w:tr w:rsidR="00EF6F77" w:rsidRPr="003E754C" w:rsidTr="004A32C3">
        <w:trPr>
          <w:jc w:val="right"/>
        </w:trPr>
        <w:tc>
          <w:tcPr>
            <w:tcW w:w="9797" w:type="dxa"/>
            <w:gridSpan w:val="5"/>
          </w:tcPr>
          <w:p w:rsidR="00EF6F77" w:rsidRPr="003E754C" w:rsidRDefault="00B3222F"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Pregătire seminarii/</w:t>
            </w:r>
            <w:r w:rsidR="00DD36DE" w:rsidRPr="003E754C">
              <w:rPr>
                <w:rFonts w:ascii="Gautami" w:hAnsi="Gautami" w:cs="Gautami"/>
                <w:bCs/>
                <w:sz w:val="18"/>
                <w:szCs w:val="18"/>
                <w:lang w:val="ro-RO"/>
              </w:rPr>
              <w:t>laboratoare, teme, referate, portofolii şi eseuri</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482953207" w:edGrp="everyone"/>
            <w:r w:rsidRPr="003E754C">
              <w:rPr>
                <w:rFonts w:ascii="Gautami" w:hAnsi="Gautami" w:cs="Gautami"/>
                <w:bCs/>
                <w:sz w:val="18"/>
                <w:szCs w:val="18"/>
                <w:lang w:val="ro-RO"/>
              </w:rPr>
              <w:t xml:space="preserve"> </w:t>
            </w:r>
            <w:r w:rsidR="00C51C33">
              <w:rPr>
                <w:rFonts w:ascii="Gautami" w:hAnsi="Gautami" w:cs="Gautami"/>
                <w:bCs/>
                <w:sz w:val="18"/>
                <w:szCs w:val="18"/>
                <w:lang w:val="ro-RO"/>
              </w:rPr>
              <w:t>17</w:t>
            </w:r>
            <w:r w:rsidRPr="003E754C">
              <w:rPr>
                <w:rFonts w:ascii="Gautami" w:hAnsi="Gautami" w:cs="Gautami"/>
                <w:bCs/>
                <w:sz w:val="18"/>
                <w:szCs w:val="18"/>
                <w:lang w:val="ro-RO"/>
              </w:rPr>
              <w:t xml:space="preserve"> </w:t>
            </w:r>
            <w:permEnd w:id="482953207"/>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Tutoriat</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848735694" w:edGrp="everyone"/>
            <w:r w:rsidRPr="003E754C">
              <w:rPr>
                <w:rFonts w:ascii="Gautami" w:hAnsi="Gautami" w:cs="Gautami"/>
                <w:bCs/>
                <w:sz w:val="18"/>
                <w:szCs w:val="18"/>
                <w:lang w:val="ro-RO"/>
              </w:rPr>
              <w:t xml:space="preserve"> </w:t>
            </w:r>
            <w:r w:rsidR="00C51C33">
              <w:rPr>
                <w:rFonts w:ascii="Gautami" w:hAnsi="Gautami" w:cs="Gautami"/>
                <w:bCs/>
                <w:sz w:val="18"/>
                <w:szCs w:val="18"/>
                <w:lang w:val="ro-RO"/>
              </w:rPr>
              <w:t>-</w:t>
            </w:r>
            <w:r w:rsidRPr="003E754C">
              <w:rPr>
                <w:rFonts w:ascii="Gautami" w:hAnsi="Gautami" w:cs="Gautami"/>
                <w:bCs/>
                <w:sz w:val="18"/>
                <w:szCs w:val="18"/>
                <w:lang w:val="ro-RO"/>
              </w:rPr>
              <w:t xml:space="preserve"> </w:t>
            </w:r>
            <w:permEnd w:id="1848735694"/>
          </w:p>
        </w:tc>
      </w:tr>
      <w:tr w:rsidR="00DD36DE" w:rsidRPr="003E754C" w:rsidTr="004A32C3">
        <w:trPr>
          <w:jc w:val="right"/>
        </w:trPr>
        <w:tc>
          <w:tcPr>
            <w:tcW w:w="9797" w:type="dxa"/>
            <w:gridSpan w:val="5"/>
          </w:tcPr>
          <w:p w:rsidR="00DD36DE" w:rsidRPr="003E754C" w:rsidRDefault="00F33CA5"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Examinări</w:t>
            </w:r>
          </w:p>
        </w:tc>
        <w:tc>
          <w:tcPr>
            <w:tcW w:w="673" w:type="dxa"/>
          </w:tcPr>
          <w:p w:rsidR="00DD36DE" w:rsidRPr="003E754C" w:rsidRDefault="00C51C33" w:rsidP="00453904">
            <w:pPr>
              <w:autoSpaceDE w:val="0"/>
              <w:autoSpaceDN w:val="0"/>
              <w:adjustRightInd w:val="0"/>
              <w:spacing w:before="20" w:after="20" w:line="240" w:lineRule="auto"/>
              <w:jc w:val="both"/>
              <w:rPr>
                <w:rFonts w:ascii="Gautami" w:hAnsi="Gautami" w:cs="Gautami"/>
                <w:bCs/>
                <w:sz w:val="18"/>
                <w:szCs w:val="18"/>
                <w:lang w:val="ro-RO"/>
              </w:rPr>
            </w:pPr>
            <w:permStart w:id="951330762" w:edGrp="everyone"/>
            <w:r>
              <w:rPr>
                <w:rFonts w:ascii="Gautami" w:hAnsi="Gautami" w:cs="Gautami"/>
                <w:bCs/>
                <w:sz w:val="18"/>
                <w:szCs w:val="18"/>
                <w:lang w:val="ro-RO"/>
              </w:rPr>
              <w:t>4</w:t>
            </w:r>
            <w:r w:rsidR="00FD5BE8" w:rsidRPr="003E754C">
              <w:rPr>
                <w:rFonts w:ascii="Gautami" w:hAnsi="Gautami" w:cs="Gautami"/>
                <w:bCs/>
                <w:sz w:val="18"/>
                <w:szCs w:val="18"/>
                <w:lang w:val="ro-RO"/>
              </w:rPr>
              <w:t xml:space="preserve"> </w:t>
            </w:r>
            <w:permEnd w:id="951330762"/>
          </w:p>
        </w:tc>
      </w:tr>
      <w:tr w:rsidR="00F33CA5" w:rsidRPr="003E754C" w:rsidTr="004A32C3">
        <w:trPr>
          <w:jc w:val="right"/>
        </w:trPr>
        <w:tc>
          <w:tcPr>
            <w:tcW w:w="9797" w:type="dxa"/>
            <w:gridSpan w:val="5"/>
          </w:tcPr>
          <w:p w:rsidR="00F33CA5" w:rsidRPr="003E754C" w:rsidRDefault="00F33CA5"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Alte activităţi</w:t>
            </w:r>
            <w:r w:rsidR="00B3222F" w:rsidRPr="003E754C">
              <w:rPr>
                <w:rFonts w:ascii="Gautami" w:hAnsi="Gautami" w:cs="Gautami"/>
                <w:bCs/>
                <w:sz w:val="18"/>
                <w:szCs w:val="18"/>
                <w:lang w:val="ro-RO"/>
              </w:rPr>
              <w:t xml:space="preserve"> </w:t>
            </w:r>
            <w:permStart w:id="1549206289" w:edGrp="everyone"/>
            <w:r w:rsidR="00FD5BE8" w:rsidRPr="003E754C">
              <w:rPr>
                <w:rFonts w:ascii="Gautami" w:hAnsi="Gautami" w:cs="Gautami"/>
                <w:bCs/>
                <w:sz w:val="18"/>
                <w:szCs w:val="18"/>
                <w:lang w:val="ro-RO"/>
              </w:rPr>
              <w:t xml:space="preserve">  </w:t>
            </w:r>
            <w:permEnd w:id="1549206289"/>
          </w:p>
        </w:tc>
        <w:tc>
          <w:tcPr>
            <w:tcW w:w="673" w:type="dxa"/>
          </w:tcPr>
          <w:p w:rsidR="00F33CA5"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395806371" w:edGrp="everyone"/>
            <w:r w:rsidRPr="003E754C">
              <w:rPr>
                <w:rFonts w:ascii="Gautami" w:hAnsi="Gautami" w:cs="Gautami"/>
                <w:bCs/>
                <w:sz w:val="18"/>
                <w:szCs w:val="18"/>
                <w:lang w:val="ro-RO"/>
              </w:rPr>
              <w:t xml:space="preserve">  </w:t>
            </w:r>
            <w:permEnd w:id="1395806371"/>
          </w:p>
        </w:tc>
      </w:tr>
      <w:tr w:rsidR="009F2E01" w:rsidRPr="003E754C" w:rsidTr="004A32C3">
        <w:trPr>
          <w:jc w:val="right"/>
        </w:trPr>
        <w:tc>
          <w:tcPr>
            <w:tcW w:w="9797" w:type="dxa"/>
            <w:gridSpan w:val="5"/>
            <w:shd w:val="clear" w:color="auto" w:fill="D9D9D9"/>
          </w:tcPr>
          <w:p w:rsidR="009F2E01"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Total ore activităţi individuale</w:t>
            </w:r>
          </w:p>
        </w:tc>
        <w:tc>
          <w:tcPr>
            <w:tcW w:w="673" w:type="dxa"/>
            <w:shd w:val="clear" w:color="auto" w:fill="D9D9D9"/>
          </w:tcPr>
          <w:p w:rsidR="009F2E01"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permStart w:id="144009823" w:edGrp="everyone"/>
            <w:r w:rsidRPr="003E754C">
              <w:rPr>
                <w:rFonts w:ascii="Gautami" w:hAnsi="Gautami" w:cs="Gautami"/>
                <w:bCs/>
                <w:sz w:val="18"/>
                <w:szCs w:val="18"/>
                <w:lang w:val="ro-RO"/>
              </w:rPr>
              <w:t xml:space="preserve"> </w:t>
            </w:r>
            <w:r w:rsidR="00C51C33">
              <w:rPr>
                <w:rFonts w:ascii="Gautami" w:hAnsi="Gautami" w:cs="Gautami"/>
                <w:bCs/>
                <w:sz w:val="18"/>
                <w:szCs w:val="18"/>
                <w:lang w:val="ro-RO"/>
              </w:rPr>
              <w:t>45</w:t>
            </w:r>
            <w:r w:rsidRPr="003E754C">
              <w:rPr>
                <w:rFonts w:ascii="Gautami" w:hAnsi="Gautami" w:cs="Gautami"/>
                <w:bCs/>
                <w:sz w:val="18"/>
                <w:szCs w:val="18"/>
                <w:lang w:val="ro-RO"/>
              </w:rPr>
              <w:t xml:space="preserve"> </w:t>
            </w:r>
            <w:permEnd w:id="144009823"/>
          </w:p>
        </w:tc>
      </w:tr>
      <w:tr w:rsidR="00F33CA5" w:rsidRPr="003E754C" w:rsidTr="004A32C3">
        <w:trPr>
          <w:gridAfter w:val="4"/>
          <w:wAfter w:w="5409" w:type="dxa"/>
          <w:jc w:val="right"/>
        </w:trPr>
        <w:tc>
          <w:tcPr>
            <w:tcW w:w="3276" w:type="dxa"/>
            <w:shd w:val="clear" w:color="auto" w:fill="D9D9D9"/>
          </w:tcPr>
          <w:p w:rsidR="00F33CA5" w:rsidRPr="003E754C" w:rsidRDefault="00F33CA5" w:rsidP="00453904">
            <w:pPr>
              <w:autoSpaceDE w:val="0"/>
              <w:autoSpaceDN w:val="0"/>
              <w:adjustRightInd w:val="0"/>
              <w:spacing w:before="20" w:after="20" w:line="240" w:lineRule="auto"/>
              <w:rPr>
                <w:rFonts w:ascii="Gautami" w:hAnsi="Gautami" w:cs="Gautami"/>
                <w:b/>
                <w:bCs/>
                <w:sz w:val="18"/>
                <w:szCs w:val="18"/>
                <w:lang w:val="ro-RO"/>
              </w:rPr>
            </w:pPr>
            <w:r w:rsidRPr="003E754C">
              <w:rPr>
                <w:rFonts w:ascii="Gautami" w:hAnsi="Gautami" w:cs="Gautami"/>
                <w:b/>
                <w:bCs/>
                <w:sz w:val="18"/>
                <w:szCs w:val="18"/>
                <w:lang w:val="ro-RO"/>
              </w:rPr>
              <w:t>3.8 Total ore pe semestru</w:t>
            </w:r>
            <w:r w:rsidR="006A1695" w:rsidRPr="003E754C">
              <w:rPr>
                <w:rStyle w:val="FootnoteReference"/>
                <w:rFonts w:ascii="Gautami" w:hAnsi="Gautami" w:cs="Gautami"/>
                <w:b/>
                <w:bCs/>
                <w:sz w:val="18"/>
                <w:szCs w:val="18"/>
                <w:lang w:val="ro-RO"/>
              </w:rPr>
              <w:footnoteReference w:id="7"/>
            </w:r>
          </w:p>
        </w:tc>
        <w:tc>
          <w:tcPr>
            <w:tcW w:w="1785" w:type="dxa"/>
            <w:shd w:val="clear" w:color="auto" w:fill="D9D9D9"/>
          </w:tcPr>
          <w:p w:rsidR="00F33CA5"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041001600" w:edGrp="everyone"/>
            <w:r w:rsidRPr="003E754C">
              <w:rPr>
                <w:rFonts w:ascii="Gautami" w:hAnsi="Gautami" w:cs="Gautami"/>
                <w:bCs/>
                <w:sz w:val="18"/>
                <w:szCs w:val="18"/>
                <w:lang w:val="ro-RO"/>
              </w:rPr>
              <w:t xml:space="preserve"> </w:t>
            </w:r>
            <w:r w:rsidR="006219D2">
              <w:rPr>
                <w:rFonts w:ascii="Gautami" w:hAnsi="Gautami" w:cs="Gautami"/>
                <w:bCs/>
                <w:sz w:val="18"/>
                <w:szCs w:val="18"/>
                <w:lang w:val="ro-RO"/>
              </w:rPr>
              <w:t>87</w:t>
            </w:r>
            <w:r w:rsidRPr="003E754C">
              <w:rPr>
                <w:rFonts w:ascii="Gautami" w:hAnsi="Gautami" w:cs="Gautami"/>
                <w:bCs/>
                <w:sz w:val="18"/>
                <w:szCs w:val="18"/>
                <w:lang w:val="ro-RO"/>
              </w:rPr>
              <w:t xml:space="preserve"> </w:t>
            </w:r>
            <w:permEnd w:id="1041001600"/>
          </w:p>
        </w:tc>
      </w:tr>
      <w:tr w:rsidR="00F33CA5" w:rsidRPr="003E754C" w:rsidTr="004A32C3">
        <w:trPr>
          <w:gridAfter w:val="4"/>
          <w:wAfter w:w="5409" w:type="dxa"/>
          <w:jc w:val="right"/>
        </w:trPr>
        <w:tc>
          <w:tcPr>
            <w:tcW w:w="3276" w:type="dxa"/>
            <w:shd w:val="clear" w:color="auto" w:fill="D9D9D9"/>
          </w:tcPr>
          <w:p w:rsidR="00F33CA5" w:rsidRPr="003E754C" w:rsidRDefault="00F33CA5" w:rsidP="00453904">
            <w:pPr>
              <w:numPr>
                <w:ilvl w:val="1"/>
                <w:numId w:val="12"/>
              </w:numPr>
              <w:autoSpaceDE w:val="0"/>
              <w:autoSpaceDN w:val="0"/>
              <w:adjustRightInd w:val="0"/>
              <w:spacing w:before="20" w:after="20" w:line="240" w:lineRule="auto"/>
              <w:ind w:left="407" w:hanging="407"/>
              <w:rPr>
                <w:rFonts w:ascii="Gautami" w:hAnsi="Gautami" w:cs="Gautami"/>
                <w:b/>
                <w:bCs/>
                <w:sz w:val="18"/>
                <w:szCs w:val="18"/>
                <w:lang w:val="ro-RO"/>
              </w:rPr>
            </w:pPr>
            <w:r w:rsidRPr="003E754C">
              <w:rPr>
                <w:rFonts w:ascii="Gautami" w:hAnsi="Gautami" w:cs="Gautami"/>
                <w:b/>
                <w:bCs/>
                <w:sz w:val="18"/>
                <w:szCs w:val="18"/>
                <w:lang w:val="ro-RO"/>
              </w:rPr>
              <w:t>Numărul de credite</w:t>
            </w:r>
          </w:p>
        </w:tc>
        <w:tc>
          <w:tcPr>
            <w:tcW w:w="1785" w:type="dxa"/>
            <w:shd w:val="clear" w:color="auto" w:fill="D9D9D9"/>
          </w:tcPr>
          <w:p w:rsidR="00F33CA5"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048060097" w:edGrp="everyone"/>
            <w:r w:rsidRPr="003E754C">
              <w:rPr>
                <w:rFonts w:ascii="Gautami" w:hAnsi="Gautami" w:cs="Gautami"/>
                <w:bCs/>
                <w:sz w:val="18"/>
                <w:szCs w:val="18"/>
                <w:lang w:val="ro-RO"/>
              </w:rPr>
              <w:t xml:space="preserve"> </w:t>
            </w:r>
            <w:r w:rsidR="00141014">
              <w:rPr>
                <w:rFonts w:ascii="Gautami" w:hAnsi="Gautami" w:cs="Gautami"/>
                <w:bCs/>
                <w:sz w:val="18"/>
                <w:szCs w:val="18"/>
                <w:lang w:val="ro-RO"/>
              </w:rPr>
              <w:t>3</w:t>
            </w:r>
            <w:r w:rsidRPr="003E754C">
              <w:rPr>
                <w:rFonts w:ascii="Gautami" w:hAnsi="Gautami" w:cs="Gautami"/>
                <w:bCs/>
                <w:sz w:val="18"/>
                <w:szCs w:val="18"/>
                <w:lang w:val="ro-RO"/>
              </w:rPr>
              <w:t xml:space="preserve"> </w:t>
            </w:r>
            <w:permEnd w:id="1048060097"/>
          </w:p>
        </w:tc>
      </w:tr>
    </w:tbl>
    <w:p w:rsidR="00367947" w:rsidRPr="003E754C" w:rsidRDefault="00367947" w:rsidP="00C47529">
      <w:pPr>
        <w:autoSpaceDE w:val="0"/>
        <w:autoSpaceDN w:val="0"/>
        <w:adjustRightInd w:val="0"/>
        <w:spacing w:before="120" w:after="0" w:line="240" w:lineRule="auto"/>
        <w:ind w:firstLine="720"/>
        <w:jc w:val="both"/>
        <w:rPr>
          <w:rFonts w:ascii="Verdana" w:hAnsi="Verdana"/>
          <w:bCs/>
          <w:sz w:val="24"/>
          <w:szCs w:val="24"/>
          <w:lang w:val="ro-RO"/>
        </w:rPr>
      </w:pPr>
    </w:p>
    <w:p w:rsidR="00A71F2B" w:rsidRPr="003E754C" w:rsidRDefault="00A71F2B"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4.</w:t>
      </w:r>
      <w:r w:rsidRPr="003E754C">
        <w:rPr>
          <w:rFonts w:ascii="Verdana" w:hAnsi="Verdana"/>
          <w:b/>
          <w:bCs/>
          <w:sz w:val="18"/>
          <w:szCs w:val="18"/>
          <w:lang w:val="ro-RO"/>
        </w:rPr>
        <w:tab/>
        <w:t xml:space="preserve">Precondiţii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2"/>
        <w:gridCol w:w="7054"/>
      </w:tblGrid>
      <w:tr w:rsidR="00A30888" w:rsidRPr="003E754C" w:rsidTr="0076356B">
        <w:trPr>
          <w:jc w:val="right"/>
        </w:trPr>
        <w:tc>
          <w:tcPr>
            <w:tcW w:w="3472"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4.1</w:t>
            </w:r>
            <w:r w:rsidRPr="003E754C">
              <w:rPr>
                <w:rFonts w:ascii="Gautami" w:hAnsi="Gautami" w:cs="Gautami"/>
                <w:bCs/>
                <w:sz w:val="18"/>
                <w:szCs w:val="18"/>
                <w:lang w:val="ro-RO"/>
              </w:rPr>
              <w:t xml:space="preserve"> de curriculum</w:t>
            </w:r>
          </w:p>
        </w:tc>
        <w:tc>
          <w:tcPr>
            <w:tcW w:w="7054" w:type="dxa"/>
          </w:tcPr>
          <w:p w:rsidR="00D94701"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507799799" w:edGrp="everyone"/>
            <w:r w:rsidRPr="003E754C">
              <w:rPr>
                <w:rFonts w:ascii="Gautami" w:hAnsi="Gautami" w:cs="Gautami"/>
                <w:bCs/>
                <w:sz w:val="18"/>
                <w:szCs w:val="18"/>
                <w:lang w:val="ro-RO"/>
              </w:rPr>
              <w:t xml:space="preserve"> </w:t>
            </w:r>
            <w:r w:rsidR="00D94701">
              <w:rPr>
                <w:rFonts w:ascii="Gautami" w:hAnsi="Gautami" w:cs="Gautami"/>
                <w:bCs/>
                <w:sz w:val="18"/>
                <w:szCs w:val="18"/>
                <w:lang w:val="ro-RO"/>
              </w:rPr>
              <w:t>Utilizarea si programarea calculatoarelor</w:t>
            </w:r>
          </w:p>
          <w:p w:rsidR="00D94701" w:rsidRDefault="00D94701"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Analiza matematica</w:t>
            </w:r>
          </w:p>
          <w:p w:rsidR="00D94701" w:rsidRDefault="00860A75"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Matematici speciale</w:t>
            </w:r>
          </w:p>
          <w:p w:rsidR="00860A75" w:rsidRDefault="00860A75"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Algebra</w:t>
            </w:r>
          </w:p>
          <w:p w:rsidR="00860A75" w:rsidRDefault="00860A75"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Matematici asistate de calculator</w:t>
            </w:r>
          </w:p>
          <w:p w:rsidR="00D94701" w:rsidRDefault="00D94701"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Fundamente de Mecanica</w:t>
            </w:r>
          </w:p>
          <w:p w:rsidR="00860A75" w:rsidRDefault="00860A75"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Mecanica I</w:t>
            </w:r>
          </w:p>
          <w:p w:rsidR="00860A75" w:rsidRDefault="00860A75"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roofErr w:type="spellStart"/>
            <w:r>
              <w:rPr>
                <w:rFonts w:ascii="Gautami" w:hAnsi="Gautami" w:cs="Gautami"/>
                <w:bCs/>
                <w:sz w:val="18"/>
                <w:szCs w:val="18"/>
                <w:lang w:val="ro-RO"/>
              </w:rPr>
              <w:t>Vibratiile</w:t>
            </w:r>
            <w:proofErr w:type="spellEnd"/>
            <w:r>
              <w:rPr>
                <w:rFonts w:ascii="Gautami" w:hAnsi="Gautami" w:cs="Gautami"/>
                <w:bCs/>
                <w:sz w:val="18"/>
                <w:szCs w:val="18"/>
                <w:lang w:val="ro-RO"/>
              </w:rPr>
              <w:t xml:space="preserve"> sistemelor mecanice</w:t>
            </w:r>
          </w:p>
          <w:p w:rsidR="00D94701" w:rsidRDefault="00D94701"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Rezistenta materialelor I</w:t>
            </w:r>
          </w:p>
          <w:p w:rsidR="00D94701" w:rsidRDefault="00D94701" w:rsidP="00D94701">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Rezistenta materialelor II</w:t>
            </w:r>
          </w:p>
          <w:p w:rsidR="00D94701" w:rsidRDefault="00D94701"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 xml:space="preserve">Mecanica fluidelor si </w:t>
            </w:r>
            <w:proofErr w:type="spellStart"/>
            <w:r>
              <w:rPr>
                <w:rFonts w:ascii="Gautami" w:hAnsi="Gautami" w:cs="Gautami"/>
                <w:bCs/>
                <w:sz w:val="18"/>
                <w:szCs w:val="18"/>
                <w:lang w:val="ro-RO"/>
              </w:rPr>
              <w:t>masini</w:t>
            </w:r>
            <w:proofErr w:type="spellEnd"/>
            <w:r>
              <w:rPr>
                <w:rFonts w:ascii="Gautami" w:hAnsi="Gautami" w:cs="Gautami"/>
                <w:bCs/>
                <w:sz w:val="18"/>
                <w:szCs w:val="18"/>
                <w:lang w:val="ro-RO"/>
              </w:rPr>
              <w:t xml:space="preserve"> hidraulice I</w:t>
            </w:r>
          </w:p>
          <w:p w:rsidR="00D94701" w:rsidRDefault="00D94701"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 xml:space="preserve">Mecanica fluidelor si </w:t>
            </w:r>
            <w:proofErr w:type="spellStart"/>
            <w:r>
              <w:rPr>
                <w:rFonts w:ascii="Gautami" w:hAnsi="Gautami" w:cs="Gautami"/>
                <w:bCs/>
                <w:sz w:val="18"/>
                <w:szCs w:val="18"/>
                <w:lang w:val="ro-RO"/>
              </w:rPr>
              <w:t>masini</w:t>
            </w:r>
            <w:proofErr w:type="spellEnd"/>
            <w:r>
              <w:rPr>
                <w:rFonts w:ascii="Gautami" w:hAnsi="Gautami" w:cs="Gautami"/>
                <w:bCs/>
                <w:sz w:val="18"/>
                <w:szCs w:val="18"/>
                <w:lang w:val="ro-RO"/>
              </w:rPr>
              <w:t xml:space="preserve"> hidraulice II</w:t>
            </w:r>
          </w:p>
          <w:p w:rsidR="00D94701" w:rsidRDefault="00D94701"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Termotehnica I</w:t>
            </w:r>
          </w:p>
          <w:p w:rsidR="00A30888" w:rsidRPr="003E754C" w:rsidRDefault="00D94701"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Termotehnica II</w:t>
            </w:r>
            <w:r w:rsidR="00FD5BE8" w:rsidRPr="003E754C">
              <w:rPr>
                <w:rFonts w:ascii="Gautami" w:hAnsi="Gautami" w:cs="Gautami"/>
                <w:bCs/>
                <w:sz w:val="18"/>
                <w:szCs w:val="18"/>
                <w:lang w:val="ro-RO"/>
              </w:rPr>
              <w:t xml:space="preserve"> </w:t>
            </w:r>
            <w:permEnd w:id="1507799799"/>
          </w:p>
        </w:tc>
      </w:tr>
      <w:tr w:rsidR="00A30888" w:rsidRPr="003E754C" w:rsidTr="0076356B">
        <w:trPr>
          <w:jc w:val="right"/>
        </w:trPr>
        <w:tc>
          <w:tcPr>
            <w:tcW w:w="3472"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4.2</w:t>
            </w:r>
            <w:r w:rsidRPr="003E754C">
              <w:rPr>
                <w:rFonts w:ascii="Gautami" w:hAnsi="Gautami" w:cs="Gautami"/>
                <w:bCs/>
                <w:sz w:val="18"/>
                <w:szCs w:val="18"/>
                <w:lang w:val="ro-RO"/>
              </w:rPr>
              <w:t xml:space="preserve"> de competenţe</w:t>
            </w:r>
          </w:p>
        </w:tc>
        <w:tc>
          <w:tcPr>
            <w:tcW w:w="7054" w:type="dxa"/>
          </w:tcPr>
          <w:p w:rsidR="00D94701" w:rsidRPr="00D94701"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596932630" w:edGrp="everyone"/>
            <w:r w:rsidRPr="003E754C">
              <w:rPr>
                <w:rFonts w:ascii="Gautami" w:hAnsi="Gautami" w:cs="Gautami"/>
                <w:bCs/>
                <w:sz w:val="18"/>
                <w:szCs w:val="18"/>
                <w:lang w:val="ro-RO"/>
              </w:rPr>
              <w:t xml:space="preserve"> </w:t>
            </w:r>
            <w:r w:rsidR="00D94701" w:rsidRPr="00860A75">
              <w:rPr>
                <w:rFonts w:ascii="Gautami" w:hAnsi="Gautami" w:cs="Gautami"/>
                <w:bCs/>
                <w:sz w:val="18"/>
                <w:szCs w:val="18"/>
                <w:lang w:val="ro-RO"/>
              </w:rPr>
              <w:t>Identificarea, definirea, utilizarea noţiunilor din ştiinţele fundamentale specifice domeniului ingineriei</w:t>
            </w:r>
          </w:p>
          <w:p w:rsidR="00A30888" w:rsidRPr="003E754C" w:rsidRDefault="00D94701"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sidRPr="00860A75">
              <w:rPr>
                <w:rFonts w:ascii="Gautami" w:hAnsi="Gautami" w:cs="Gautami"/>
                <w:bCs/>
                <w:sz w:val="18"/>
                <w:szCs w:val="18"/>
                <w:lang w:val="ro-RO"/>
              </w:rPr>
              <w:lastRenderedPageBreak/>
              <w:t>Utilizarea principiilor şi instrumentelor grafice pentru descrierea şi proiectarea sistemelor şi proceselor mecanice</w:t>
            </w:r>
            <w:r w:rsidR="00FD5BE8" w:rsidRPr="003E754C">
              <w:rPr>
                <w:rFonts w:ascii="Gautami" w:hAnsi="Gautami" w:cs="Gautami"/>
                <w:bCs/>
                <w:sz w:val="18"/>
                <w:szCs w:val="18"/>
                <w:lang w:val="ro-RO"/>
              </w:rPr>
              <w:t xml:space="preserve"> </w:t>
            </w:r>
            <w:permEnd w:id="596932630"/>
          </w:p>
        </w:tc>
      </w:tr>
    </w:tbl>
    <w:p w:rsidR="00ED1AEB" w:rsidRPr="003E754C" w:rsidRDefault="00ED1AEB" w:rsidP="00C47529">
      <w:pPr>
        <w:autoSpaceDE w:val="0"/>
        <w:autoSpaceDN w:val="0"/>
        <w:adjustRightInd w:val="0"/>
        <w:spacing w:before="120" w:after="0" w:line="240" w:lineRule="auto"/>
        <w:ind w:firstLine="720"/>
        <w:jc w:val="both"/>
        <w:rPr>
          <w:rFonts w:ascii="Verdana" w:hAnsi="Verdana"/>
          <w:bCs/>
          <w:sz w:val="24"/>
          <w:szCs w:val="24"/>
          <w:lang w:val="ro-RO"/>
        </w:rPr>
      </w:pPr>
    </w:p>
    <w:p w:rsidR="006376FB" w:rsidRPr="003E754C" w:rsidRDefault="006376FB"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5.</w:t>
      </w:r>
      <w:r w:rsidRPr="003E754C">
        <w:rPr>
          <w:rFonts w:ascii="Verdana" w:hAnsi="Verdana"/>
          <w:b/>
          <w:bCs/>
          <w:sz w:val="18"/>
          <w:szCs w:val="18"/>
          <w:lang w:val="ro-RO"/>
        </w:rPr>
        <w:tab/>
        <w:t xml:space="preserv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4"/>
        <w:gridCol w:w="7052"/>
      </w:tblGrid>
      <w:tr w:rsidR="00A30888" w:rsidRPr="003E754C" w:rsidTr="006A1695">
        <w:trPr>
          <w:jc w:val="right"/>
        </w:trPr>
        <w:tc>
          <w:tcPr>
            <w:tcW w:w="3474"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5.1</w:t>
            </w:r>
            <w:r w:rsidRPr="003E754C">
              <w:rPr>
                <w:rFonts w:ascii="Gautami" w:hAnsi="Gautami" w:cs="Gautami"/>
                <w:bCs/>
                <w:sz w:val="18"/>
                <w:szCs w:val="18"/>
                <w:lang w:val="ro-RO"/>
              </w:rPr>
              <w:t xml:space="preserve"> de desfăşurare a cursului</w:t>
            </w:r>
          </w:p>
        </w:tc>
        <w:tc>
          <w:tcPr>
            <w:tcW w:w="7052" w:type="dxa"/>
          </w:tcPr>
          <w:p w:rsidR="00860A75"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2101157739" w:edGrp="everyone"/>
            <w:r w:rsidRPr="003E754C">
              <w:rPr>
                <w:rFonts w:ascii="Gautami" w:hAnsi="Gautami" w:cs="Gautami"/>
                <w:bCs/>
                <w:sz w:val="18"/>
                <w:szCs w:val="18"/>
                <w:lang w:val="ro-RO"/>
              </w:rPr>
              <w:t xml:space="preserve"> </w:t>
            </w:r>
            <w:r w:rsidR="00860A75">
              <w:rPr>
                <w:rFonts w:ascii="Gautami" w:hAnsi="Gautami" w:cs="Gautami"/>
                <w:bCs/>
                <w:sz w:val="18"/>
                <w:szCs w:val="18"/>
                <w:lang w:val="ro-RO"/>
              </w:rPr>
              <w:t xml:space="preserve">Tabla de scris </w:t>
            </w:r>
          </w:p>
          <w:p w:rsidR="00A30888" w:rsidRPr="003E754C" w:rsidRDefault="00860A75"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 xml:space="preserve">Sistem de </w:t>
            </w:r>
            <w:proofErr w:type="spellStart"/>
            <w:r>
              <w:rPr>
                <w:rFonts w:ascii="Gautami" w:hAnsi="Gautami" w:cs="Gautami"/>
                <w:bCs/>
                <w:sz w:val="18"/>
                <w:szCs w:val="18"/>
                <w:lang w:val="ro-RO"/>
              </w:rPr>
              <w:t>videoproiectie</w:t>
            </w:r>
            <w:proofErr w:type="spellEnd"/>
            <w:r w:rsidR="00FD5BE8" w:rsidRPr="003E754C">
              <w:rPr>
                <w:rFonts w:ascii="Gautami" w:hAnsi="Gautami" w:cs="Gautami"/>
                <w:bCs/>
                <w:sz w:val="18"/>
                <w:szCs w:val="18"/>
                <w:lang w:val="ro-RO"/>
              </w:rPr>
              <w:t xml:space="preserve"> </w:t>
            </w:r>
            <w:permEnd w:id="2101157739"/>
          </w:p>
        </w:tc>
      </w:tr>
      <w:tr w:rsidR="00A30888" w:rsidRPr="003E754C" w:rsidTr="006A1695">
        <w:trPr>
          <w:jc w:val="right"/>
        </w:trPr>
        <w:tc>
          <w:tcPr>
            <w:tcW w:w="3474" w:type="dxa"/>
          </w:tcPr>
          <w:p w:rsidR="00A30888" w:rsidRPr="003E754C" w:rsidRDefault="00A30888" w:rsidP="006A169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5.2</w:t>
            </w:r>
            <w:r w:rsidRPr="003E754C">
              <w:rPr>
                <w:rFonts w:ascii="Gautami" w:hAnsi="Gautami" w:cs="Gautami"/>
                <w:bCs/>
                <w:sz w:val="18"/>
                <w:szCs w:val="18"/>
                <w:lang w:val="ro-RO"/>
              </w:rPr>
              <w:t xml:space="preserve"> de desfăşurare a </w:t>
            </w:r>
            <w:r w:rsidR="006A1695" w:rsidRPr="003E754C">
              <w:rPr>
                <w:rFonts w:ascii="Gautami" w:hAnsi="Gautami" w:cs="Gautami"/>
                <w:bCs/>
                <w:sz w:val="18"/>
                <w:szCs w:val="18"/>
                <w:lang w:val="ro-RO"/>
              </w:rPr>
              <w:t>activităţilor practice</w:t>
            </w:r>
          </w:p>
        </w:tc>
        <w:tc>
          <w:tcPr>
            <w:tcW w:w="7052" w:type="dxa"/>
          </w:tcPr>
          <w:p w:rsidR="00860A75"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961106109" w:edGrp="everyone"/>
            <w:r w:rsidRPr="003E754C">
              <w:rPr>
                <w:rFonts w:ascii="Gautami" w:hAnsi="Gautami" w:cs="Gautami"/>
                <w:bCs/>
                <w:sz w:val="18"/>
                <w:szCs w:val="18"/>
                <w:lang w:val="ro-RO"/>
              </w:rPr>
              <w:t xml:space="preserve"> </w:t>
            </w:r>
            <w:proofErr w:type="spellStart"/>
            <w:r w:rsidR="00860A75">
              <w:rPr>
                <w:rFonts w:ascii="Gautami" w:hAnsi="Gautami" w:cs="Gautami"/>
                <w:bCs/>
                <w:sz w:val="18"/>
                <w:szCs w:val="18"/>
                <w:lang w:val="ro-RO"/>
              </w:rPr>
              <w:t>Retea</w:t>
            </w:r>
            <w:proofErr w:type="spellEnd"/>
            <w:r w:rsidR="00860A75">
              <w:rPr>
                <w:rFonts w:ascii="Gautami" w:hAnsi="Gautami" w:cs="Gautami"/>
                <w:bCs/>
                <w:sz w:val="18"/>
                <w:szCs w:val="18"/>
                <w:lang w:val="ro-RO"/>
              </w:rPr>
              <w:t xml:space="preserve"> de sisteme de calcul </w:t>
            </w:r>
          </w:p>
          <w:p w:rsidR="00A30888" w:rsidRPr="003E754C" w:rsidRDefault="00860A75"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bCs/>
                <w:sz w:val="18"/>
                <w:szCs w:val="18"/>
                <w:lang w:val="ro-RO"/>
              </w:rPr>
              <w:t>Software specializat de analiza cu elemente finite</w:t>
            </w:r>
            <w:r w:rsidR="00FD5BE8" w:rsidRPr="003E754C">
              <w:rPr>
                <w:rFonts w:ascii="Gautami" w:hAnsi="Gautami" w:cs="Gautami"/>
                <w:bCs/>
                <w:sz w:val="18"/>
                <w:szCs w:val="18"/>
                <w:lang w:val="ro-RO"/>
              </w:rPr>
              <w:t xml:space="preserve"> </w:t>
            </w:r>
            <w:permEnd w:id="961106109"/>
          </w:p>
        </w:tc>
      </w:tr>
    </w:tbl>
    <w:p w:rsidR="006E6FBF" w:rsidRPr="00875BC6" w:rsidRDefault="006E6FBF" w:rsidP="00875BC6">
      <w:pPr>
        <w:autoSpaceDE w:val="0"/>
        <w:autoSpaceDN w:val="0"/>
        <w:adjustRightInd w:val="0"/>
        <w:spacing w:before="120" w:after="0" w:line="240" w:lineRule="auto"/>
        <w:ind w:left="426" w:hanging="284"/>
        <w:jc w:val="both"/>
        <w:rPr>
          <w:rFonts w:ascii="Verdana" w:hAnsi="Verdana"/>
          <w:b/>
          <w:bCs/>
          <w:sz w:val="24"/>
          <w:szCs w:val="24"/>
          <w:lang w:val="ro-RO"/>
        </w:rPr>
      </w:pPr>
    </w:p>
    <w:p w:rsidR="00192EFE" w:rsidRPr="003E754C" w:rsidRDefault="00192EFE"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6.</w:t>
      </w:r>
      <w:r w:rsidRPr="003E754C">
        <w:rPr>
          <w:rFonts w:ascii="Verdana" w:hAnsi="Verdana"/>
          <w:b/>
          <w:bCs/>
          <w:sz w:val="18"/>
          <w:szCs w:val="18"/>
          <w:lang w:val="ro-RO"/>
        </w:rPr>
        <w:tab/>
        <w:t>Competen</w:t>
      </w:r>
      <w:r w:rsidR="00B87D94" w:rsidRPr="003E754C">
        <w:rPr>
          <w:rFonts w:ascii="Verdana" w:hAnsi="Verdana"/>
          <w:b/>
          <w:bCs/>
          <w:sz w:val="18"/>
          <w:szCs w:val="18"/>
          <w:lang w:val="ro-RO"/>
        </w:rPr>
        <w:t>ţ</w:t>
      </w:r>
      <w:r w:rsidRPr="003E754C">
        <w:rPr>
          <w:rFonts w:ascii="Verdana" w:hAnsi="Verdana"/>
          <w:b/>
          <w:bCs/>
          <w:sz w:val="18"/>
          <w:szCs w:val="18"/>
          <w:lang w:val="ro-RO"/>
        </w:rPr>
        <w:t>e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3"/>
        <w:gridCol w:w="9073"/>
      </w:tblGrid>
      <w:tr w:rsidR="005D1549" w:rsidRPr="003E754C" w:rsidTr="00C47529">
        <w:trPr>
          <w:trHeight w:val="2195"/>
          <w:jc w:val="right"/>
        </w:trPr>
        <w:tc>
          <w:tcPr>
            <w:tcW w:w="1453" w:type="dxa"/>
            <w:shd w:val="clear" w:color="auto" w:fill="D9D9D9"/>
          </w:tcPr>
          <w:p w:rsidR="005D1549" w:rsidRPr="003E754C" w:rsidRDefault="005D1549"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Competenţe profesionale</w:t>
            </w:r>
            <w:r w:rsidR="00566419" w:rsidRPr="003E754C">
              <w:rPr>
                <w:rStyle w:val="FootnoteReference"/>
                <w:rFonts w:ascii="Gautami" w:hAnsi="Gautami" w:cs="Gautami"/>
                <w:bCs/>
                <w:sz w:val="18"/>
                <w:szCs w:val="18"/>
                <w:lang w:val="ro-RO"/>
              </w:rPr>
              <w:footnoteReference w:id="8"/>
            </w:r>
          </w:p>
        </w:tc>
        <w:tc>
          <w:tcPr>
            <w:tcW w:w="9073" w:type="dxa"/>
            <w:shd w:val="clear" w:color="auto" w:fill="D9D9D9"/>
          </w:tcPr>
          <w:p w:rsidR="00C51C33" w:rsidRDefault="00FD5BE8" w:rsidP="00C51C33">
            <w:pPr>
              <w:numPr>
                <w:ilvl w:val="0"/>
                <w:numId w:val="17"/>
              </w:numPr>
              <w:autoSpaceDE w:val="0"/>
              <w:autoSpaceDN w:val="0"/>
              <w:adjustRightInd w:val="0"/>
              <w:spacing w:before="40" w:after="40" w:line="240" w:lineRule="auto"/>
              <w:rPr>
                <w:rFonts w:ascii="Gautami" w:hAnsi="Gautami" w:cs="Gautami"/>
                <w:bCs/>
                <w:sz w:val="18"/>
                <w:szCs w:val="18"/>
                <w:lang w:val="ro-RO"/>
              </w:rPr>
            </w:pPr>
            <w:permStart w:id="1504341965" w:edGrp="everyone"/>
            <w:r w:rsidRPr="003E754C">
              <w:rPr>
                <w:rFonts w:ascii="Gautami" w:hAnsi="Gautami" w:cs="Gautami"/>
                <w:bCs/>
                <w:sz w:val="18"/>
                <w:szCs w:val="18"/>
                <w:lang w:val="ro-RO"/>
              </w:rPr>
              <w:t xml:space="preserve"> </w:t>
            </w:r>
            <w:r w:rsidR="00C51C33" w:rsidRPr="00C51C33">
              <w:rPr>
                <w:rFonts w:ascii="Gautami" w:hAnsi="Gautami" w:cs="Gautami"/>
                <w:bCs/>
                <w:sz w:val="18"/>
                <w:szCs w:val="18"/>
                <w:lang w:val="ro-RO"/>
              </w:rPr>
              <w:t>Identificarea, definirea, utilizarea noţiunilor din ştiinţele fundamentale specifice domeniului ingineriei</w:t>
            </w:r>
          </w:p>
          <w:p w:rsidR="005D1549" w:rsidRPr="003E754C" w:rsidRDefault="00C51C33" w:rsidP="00C51C33">
            <w:pPr>
              <w:numPr>
                <w:ilvl w:val="0"/>
                <w:numId w:val="17"/>
              </w:numPr>
              <w:autoSpaceDE w:val="0"/>
              <w:autoSpaceDN w:val="0"/>
              <w:adjustRightInd w:val="0"/>
              <w:spacing w:before="40" w:after="40" w:line="240" w:lineRule="auto"/>
              <w:rPr>
                <w:rFonts w:ascii="Gautami" w:hAnsi="Gautami" w:cs="Gautami"/>
                <w:bCs/>
                <w:sz w:val="18"/>
                <w:szCs w:val="18"/>
                <w:lang w:val="ro-RO"/>
              </w:rPr>
            </w:pPr>
            <w:r w:rsidRPr="00C51C33">
              <w:rPr>
                <w:rFonts w:ascii="Gautami" w:hAnsi="Gautami" w:cs="Gautami"/>
                <w:bCs/>
                <w:sz w:val="18"/>
                <w:szCs w:val="18"/>
                <w:lang w:val="ro-RO"/>
              </w:rPr>
              <w:t>Aplicarea de metode analitice şi simulări numerice în scopul rezolvării de probleme tehnice din domeniul maşinilor şi sistemelor hidraulice şi pneumatice</w:t>
            </w:r>
            <w:r w:rsidR="00FD5BE8" w:rsidRPr="003E754C">
              <w:rPr>
                <w:rFonts w:ascii="Gautami" w:hAnsi="Gautami" w:cs="Gautami"/>
                <w:bCs/>
                <w:sz w:val="18"/>
                <w:szCs w:val="18"/>
                <w:lang w:val="ro-RO"/>
              </w:rPr>
              <w:t xml:space="preserve"> </w:t>
            </w:r>
            <w:permEnd w:id="1504341965"/>
          </w:p>
        </w:tc>
      </w:tr>
      <w:tr w:rsidR="005D1549" w:rsidRPr="003E754C" w:rsidTr="0076356B">
        <w:trPr>
          <w:trHeight w:val="2278"/>
          <w:jc w:val="right"/>
        </w:trPr>
        <w:tc>
          <w:tcPr>
            <w:tcW w:w="1453" w:type="dxa"/>
            <w:shd w:val="clear" w:color="auto" w:fill="D9D9D9"/>
          </w:tcPr>
          <w:p w:rsidR="005D1549" w:rsidRPr="003E754C" w:rsidRDefault="005D1549"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Competenţe transversale</w:t>
            </w:r>
          </w:p>
        </w:tc>
        <w:tc>
          <w:tcPr>
            <w:tcW w:w="9073" w:type="dxa"/>
            <w:shd w:val="clear" w:color="auto" w:fill="D9D9D9"/>
          </w:tcPr>
          <w:p w:rsidR="005D1549" w:rsidRPr="003E754C" w:rsidRDefault="00FD5BE8"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permStart w:id="1368853859" w:edGrp="everyone"/>
            <w:r w:rsidRPr="003E754C">
              <w:rPr>
                <w:rFonts w:ascii="Gautami" w:hAnsi="Gautami" w:cs="Gautami"/>
                <w:bCs/>
                <w:sz w:val="18"/>
                <w:szCs w:val="18"/>
                <w:lang w:val="ro-RO"/>
              </w:rPr>
              <w:t xml:space="preserve"> </w:t>
            </w:r>
            <w:r w:rsidR="00C51C33">
              <w:rPr>
                <w:rFonts w:ascii="Gautami" w:hAnsi="Gautami" w:cs="Gautami"/>
                <w:bCs/>
                <w:sz w:val="18"/>
                <w:szCs w:val="18"/>
                <w:lang w:val="ro-RO"/>
              </w:rPr>
              <w:t xml:space="preserve"> </w:t>
            </w:r>
            <w:permEnd w:id="1368853859"/>
          </w:p>
        </w:tc>
      </w:tr>
    </w:tbl>
    <w:p w:rsidR="00192EFE" w:rsidRPr="003E754C" w:rsidRDefault="00192EFE" w:rsidP="00552C44">
      <w:pPr>
        <w:autoSpaceDE w:val="0"/>
        <w:autoSpaceDN w:val="0"/>
        <w:adjustRightInd w:val="0"/>
        <w:spacing w:after="0" w:line="240" w:lineRule="auto"/>
        <w:ind w:firstLine="720"/>
        <w:jc w:val="both"/>
        <w:rPr>
          <w:rFonts w:ascii="Verdana" w:hAnsi="Verdana"/>
          <w:bCs/>
          <w:sz w:val="24"/>
          <w:szCs w:val="24"/>
          <w:lang w:val="ro-RO"/>
        </w:rPr>
      </w:pPr>
    </w:p>
    <w:p w:rsidR="00044711" w:rsidRPr="003E754C" w:rsidRDefault="00044711" w:rsidP="0076356B">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7.</w:t>
      </w:r>
      <w:r w:rsidRPr="003E754C">
        <w:rPr>
          <w:rFonts w:ascii="Verdana" w:hAnsi="Verdana"/>
          <w:b/>
          <w:bCs/>
          <w:sz w:val="18"/>
          <w:szCs w:val="18"/>
          <w:lang w:val="ro-RO"/>
        </w:rPr>
        <w:tab/>
        <w:t xml:space="preserve">Obiectivele disciplinei </w:t>
      </w:r>
      <w:r w:rsidR="00FF1484" w:rsidRPr="003E754C">
        <w:rPr>
          <w:rFonts w:ascii="Verdana" w:hAnsi="Verdana"/>
          <w:bCs/>
          <w:sz w:val="18"/>
          <w:szCs w:val="18"/>
          <w:lang w:val="ro-RO"/>
        </w:rPr>
        <w:t>(reieş</w:t>
      </w:r>
      <w:r w:rsidRPr="003E754C">
        <w:rPr>
          <w:rFonts w:ascii="Verdana" w:hAnsi="Verdana"/>
          <w:bCs/>
          <w:sz w:val="18"/>
          <w:szCs w:val="18"/>
          <w:lang w:val="ro-RO"/>
        </w:rPr>
        <w:t>ind din grila competenţelor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7516"/>
      </w:tblGrid>
      <w:tr w:rsidR="00044711" w:rsidRPr="003E754C" w:rsidTr="009A4B9A">
        <w:trPr>
          <w:jc w:val="right"/>
        </w:trPr>
        <w:tc>
          <w:tcPr>
            <w:tcW w:w="3010" w:type="dxa"/>
            <w:vAlign w:val="center"/>
          </w:tcPr>
          <w:p w:rsidR="00044711" w:rsidRPr="003E754C" w:rsidRDefault="00053F67" w:rsidP="00053F67">
            <w:pPr>
              <w:autoSpaceDE w:val="0"/>
              <w:autoSpaceDN w:val="0"/>
              <w:adjustRightInd w:val="0"/>
              <w:spacing w:before="20" w:after="20" w:line="240" w:lineRule="auto"/>
              <w:ind w:left="312" w:hanging="312"/>
              <w:rPr>
                <w:rFonts w:ascii="Gautami" w:hAnsi="Gautami" w:cs="Gautami"/>
                <w:bCs/>
                <w:sz w:val="18"/>
                <w:szCs w:val="18"/>
                <w:lang w:val="ro-RO"/>
              </w:rPr>
            </w:pPr>
            <w:r w:rsidRPr="003E754C">
              <w:rPr>
                <w:rFonts w:ascii="Gautami" w:hAnsi="Gautami" w:cs="Gautami"/>
                <w:b/>
                <w:bCs/>
                <w:sz w:val="18"/>
                <w:szCs w:val="18"/>
                <w:lang w:val="ro-RO"/>
              </w:rPr>
              <w:t>7.1</w:t>
            </w:r>
            <w:r w:rsidRPr="003E754C">
              <w:rPr>
                <w:rFonts w:ascii="Gautami" w:hAnsi="Gautami" w:cs="Gautami"/>
                <w:bCs/>
                <w:sz w:val="18"/>
                <w:szCs w:val="18"/>
                <w:lang w:val="ro-RO"/>
              </w:rPr>
              <w:t xml:space="preserve"> Obiectivul general al </w:t>
            </w:r>
            <w:r w:rsidR="00044711" w:rsidRPr="003E754C">
              <w:rPr>
                <w:rFonts w:ascii="Gautami" w:hAnsi="Gautami" w:cs="Gautami"/>
                <w:bCs/>
                <w:sz w:val="18"/>
                <w:szCs w:val="18"/>
                <w:lang w:val="ro-RO"/>
              </w:rPr>
              <w:t>disciplinei</w:t>
            </w:r>
          </w:p>
        </w:tc>
        <w:tc>
          <w:tcPr>
            <w:tcW w:w="7516" w:type="dxa"/>
          </w:tcPr>
          <w:p w:rsidR="00044711"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311313512" w:edGrp="everyone"/>
            <w:r w:rsidRPr="003E754C">
              <w:rPr>
                <w:rFonts w:ascii="Gautami" w:hAnsi="Gautami" w:cs="Gautami"/>
                <w:bCs/>
                <w:sz w:val="18"/>
                <w:szCs w:val="18"/>
                <w:lang w:val="ro-RO"/>
              </w:rPr>
              <w:t xml:space="preserve"> </w:t>
            </w:r>
            <w:proofErr w:type="spellStart"/>
            <w:r w:rsidR="00860A75" w:rsidRPr="00537213">
              <w:rPr>
                <w:color w:val="000000"/>
              </w:rPr>
              <w:t>Bazele</w:t>
            </w:r>
            <w:proofErr w:type="spellEnd"/>
            <w:r w:rsidR="00860A75" w:rsidRPr="00537213">
              <w:rPr>
                <w:color w:val="000000"/>
              </w:rPr>
              <w:t xml:space="preserve"> </w:t>
            </w:r>
            <w:proofErr w:type="spellStart"/>
            <w:r w:rsidR="00860A75" w:rsidRPr="00537213">
              <w:rPr>
                <w:color w:val="000000"/>
              </w:rPr>
              <w:t>calcului</w:t>
            </w:r>
            <w:proofErr w:type="spellEnd"/>
            <w:r w:rsidR="00860A75" w:rsidRPr="00537213">
              <w:rPr>
                <w:color w:val="000000"/>
              </w:rPr>
              <w:t xml:space="preserve"> </w:t>
            </w:r>
            <w:proofErr w:type="spellStart"/>
            <w:r w:rsidR="00860A75" w:rsidRPr="00537213">
              <w:rPr>
                <w:color w:val="000000"/>
              </w:rPr>
              <w:t>si</w:t>
            </w:r>
            <w:proofErr w:type="spellEnd"/>
            <w:r w:rsidR="00860A75" w:rsidRPr="00537213">
              <w:rPr>
                <w:color w:val="000000"/>
              </w:rPr>
              <w:t xml:space="preserve"> </w:t>
            </w:r>
            <w:proofErr w:type="spellStart"/>
            <w:r w:rsidR="00860A75" w:rsidRPr="00537213">
              <w:rPr>
                <w:color w:val="000000"/>
              </w:rPr>
              <w:t>constructiei</w:t>
            </w:r>
            <w:proofErr w:type="spellEnd"/>
            <w:r w:rsidR="00860A75" w:rsidRPr="00537213">
              <w:rPr>
                <w:color w:val="000000"/>
              </w:rPr>
              <w:t xml:space="preserve"> </w:t>
            </w:r>
            <w:proofErr w:type="spellStart"/>
            <w:r w:rsidR="00860A75" w:rsidRPr="00537213">
              <w:rPr>
                <w:color w:val="000000"/>
              </w:rPr>
              <w:t>sistemelor</w:t>
            </w:r>
            <w:proofErr w:type="spellEnd"/>
            <w:r w:rsidR="00860A75" w:rsidRPr="00537213">
              <w:rPr>
                <w:color w:val="000000"/>
              </w:rPr>
              <w:t xml:space="preserve"> </w:t>
            </w:r>
            <w:proofErr w:type="spellStart"/>
            <w:r w:rsidR="00860A75" w:rsidRPr="00537213">
              <w:rPr>
                <w:color w:val="000000"/>
              </w:rPr>
              <w:t>mecanice</w:t>
            </w:r>
            <w:permEnd w:id="311313512"/>
            <w:proofErr w:type="spellEnd"/>
          </w:p>
        </w:tc>
      </w:tr>
      <w:tr w:rsidR="00EC6A2C" w:rsidRPr="003E754C" w:rsidTr="009A4B9A">
        <w:trPr>
          <w:jc w:val="right"/>
        </w:trPr>
        <w:tc>
          <w:tcPr>
            <w:tcW w:w="3010" w:type="dxa"/>
            <w:vAlign w:val="center"/>
          </w:tcPr>
          <w:p w:rsidR="00EC6A2C" w:rsidRPr="003E754C" w:rsidRDefault="00EC6A2C" w:rsidP="00053F67">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7.2</w:t>
            </w:r>
            <w:r w:rsidRPr="003E754C">
              <w:rPr>
                <w:rFonts w:ascii="Gautami" w:hAnsi="Gautami" w:cs="Gautami"/>
                <w:bCs/>
                <w:sz w:val="18"/>
                <w:szCs w:val="18"/>
                <w:lang w:val="ro-RO"/>
              </w:rPr>
              <w:t xml:space="preserve"> Obiectivele specifice</w:t>
            </w:r>
          </w:p>
        </w:tc>
        <w:tc>
          <w:tcPr>
            <w:tcW w:w="7516" w:type="dxa"/>
          </w:tcPr>
          <w:p w:rsidR="00EC6A2C"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164444079" w:edGrp="everyone"/>
            <w:r w:rsidRPr="003E754C">
              <w:rPr>
                <w:rFonts w:ascii="Gautami" w:hAnsi="Gautami" w:cs="Gautami"/>
                <w:bCs/>
                <w:sz w:val="18"/>
                <w:szCs w:val="18"/>
                <w:lang w:val="ro-RO"/>
              </w:rPr>
              <w:t xml:space="preserve"> </w:t>
            </w:r>
            <w:proofErr w:type="spellStart"/>
            <w:r w:rsidR="00FF64AE">
              <w:rPr>
                <w:rFonts w:ascii="Gautami" w:hAnsi="Gautami" w:cs="Gautami"/>
                <w:bCs/>
                <w:sz w:val="18"/>
                <w:szCs w:val="18"/>
                <w:lang w:val="ro-RO"/>
              </w:rPr>
              <w:t>Cunoasterea</w:t>
            </w:r>
            <w:proofErr w:type="spellEnd"/>
            <w:r w:rsidR="00FF64AE">
              <w:rPr>
                <w:rFonts w:ascii="Gautami" w:hAnsi="Gautami" w:cs="Gautami"/>
                <w:bCs/>
                <w:sz w:val="18"/>
                <w:szCs w:val="18"/>
                <w:lang w:val="ro-RO"/>
              </w:rPr>
              <w:t xml:space="preserve">, </w:t>
            </w:r>
            <w:proofErr w:type="spellStart"/>
            <w:r w:rsidR="00FF64AE">
              <w:rPr>
                <w:rFonts w:ascii="Gautami" w:hAnsi="Gautami" w:cs="Gautami"/>
                <w:bCs/>
                <w:sz w:val="18"/>
                <w:szCs w:val="18"/>
                <w:lang w:val="ro-RO"/>
              </w:rPr>
              <w:t>întelegerea</w:t>
            </w:r>
            <w:proofErr w:type="spellEnd"/>
            <w:r w:rsidR="00FF64AE">
              <w:rPr>
                <w:rFonts w:ascii="Gautami" w:hAnsi="Gautami" w:cs="Gautami"/>
                <w:bCs/>
                <w:sz w:val="18"/>
                <w:szCs w:val="18"/>
                <w:lang w:val="ro-RO"/>
              </w:rPr>
              <w:t xml:space="preserve"> conceptelor, teoriilor şi metodelor de bază ale Metodei Elementului Finit şi aplicarea acestor cunoştinţe  domeniului ingineriei mecanice şi ariei de specializare </w:t>
            </w:r>
            <w:proofErr w:type="spellStart"/>
            <w:r w:rsidR="00FF64AE">
              <w:rPr>
                <w:rFonts w:ascii="Gautami" w:hAnsi="Gautami" w:cs="Gautami"/>
                <w:bCs/>
                <w:sz w:val="18"/>
                <w:szCs w:val="18"/>
                <w:lang w:val="ro-RO"/>
              </w:rPr>
              <w:t>masini</w:t>
            </w:r>
            <w:proofErr w:type="spellEnd"/>
            <w:r w:rsidR="00FF64AE">
              <w:rPr>
                <w:rFonts w:ascii="Gautami" w:hAnsi="Gautami" w:cs="Gautami"/>
                <w:bCs/>
                <w:sz w:val="18"/>
                <w:szCs w:val="18"/>
                <w:lang w:val="ro-RO"/>
              </w:rPr>
              <w:t xml:space="preserve"> </w:t>
            </w:r>
            <w:r w:rsidR="00903A56">
              <w:rPr>
                <w:rFonts w:ascii="Gautami" w:hAnsi="Gautami" w:cs="Gautami"/>
                <w:bCs/>
                <w:sz w:val="18"/>
                <w:szCs w:val="18"/>
                <w:lang w:val="ro-RO"/>
              </w:rPr>
              <w:t xml:space="preserve">si </w:t>
            </w:r>
            <w:proofErr w:type="spellStart"/>
            <w:r w:rsidR="00903A56">
              <w:rPr>
                <w:rFonts w:ascii="Gautami" w:hAnsi="Gautami" w:cs="Gautami"/>
                <w:bCs/>
                <w:sz w:val="18"/>
                <w:szCs w:val="18"/>
                <w:lang w:val="ro-RO"/>
              </w:rPr>
              <w:t>siteme</w:t>
            </w:r>
            <w:proofErr w:type="spellEnd"/>
            <w:r w:rsidR="00903A56">
              <w:rPr>
                <w:rFonts w:ascii="Gautami" w:hAnsi="Gautami" w:cs="Gautami"/>
                <w:bCs/>
                <w:sz w:val="18"/>
                <w:szCs w:val="18"/>
                <w:lang w:val="ro-RO"/>
              </w:rPr>
              <w:t xml:space="preserve"> hidraulice si pneumatice</w:t>
            </w:r>
            <w:r w:rsidRPr="003E754C">
              <w:rPr>
                <w:rFonts w:ascii="Gautami" w:hAnsi="Gautami" w:cs="Gautami"/>
                <w:bCs/>
                <w:sz w:val="18"/>
                <w:szCs w:val="18"/>
                <w:lang w:val="ro-RO"/>
              </w:rPr>
              <w:t xml:space="preserve"> </w:t>
            </w:r>
            <w:permEnd w:id="1164444079"/>
          </w:p>
        </w:tc>
      </w:tr>
    </w:tbl>
    <w:p w:rsidR="00044711" w:rsidRPr="003E754C" w:rsidRDefault="00044711" w:rsidP="0076356B">
      <w:pPr>
        <w:autoSpaceDE w:val="0"/>
        <w:autoSpaceDN w:val="0"/>
        <w:adjustRightInd w:val="0"/>
        <w:spacing w:after="0" w:line="240" w:lineRule="auto"/>
        <w:ind w:firstLine="720"/>
        <w:jc w:val="both"/>
        <w:rPr>
          <w:rFonts w:ascii="Verdana" w:hAnsi="Verdana"/>
          <w:bCs/>
          <w:sz w:val="24"/>
          <w:szCs w:val="24"/>
          <w:lang w:val="ro-RO"/>
        </w:rPr>
      </w:pPr>
    </w:p>
    <w:p w:rsidR="00693DF0" w:rsidRPr="003E754C" w:rsidRDefault="00693DF0"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8.</w:t>
      </w:r>
      <w:r w:rsidRPr="003E754C">
        <w:rPr>
          <w:rFonts w:ascii="Verdana" w:hAnsi="Verdana"/>
          <w:b/>
          <w:bCs/>
          <w:sz w:val="18"/>
          <w:szCs w:val="18"/>
          <w:lang w:val="ro-RO"/>
        </w:rPr>
        <w:tab/>
        <w:t>Conţinuturi</w:t>
      </w:r>
    </w:p>
    <w:tbl>
      <w:tblPr>
        <w:tblW w:w="10582" w:type="dxa"/>
        <w:jc w:val="right"/>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98"/>
        <w:gridCol w:w="2693"/>
        <w:gridCol w:w="2091"/>
      </w:tblGrid>
      <w:tr w:rsidR="00693DF0" w:rsidRPr="003E754C" w:rsidTr="00C12BE1">
        <w:trPr>
          <w:jc w:val="right"/>
        </w:trPr>
        <w:tc>
          <w:tcPr>
            <w:tcW w:w="5798" w:type="dxa"/>
            <w:shd w:val="clear" w:color="auto" w:fill="FFFFFF"/>
          </w:tcPr>
          <w:p w:rsidR="00693DF0" w:rsidRPr="003E754C" w:rsidRDefault="00693DF0" w:rsidP="00453904">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8.1</w:t>
            </w:r>
            <w:r w:rsidRPr="003E754C">
              <w:rPr>
                <w:rFonts w:ascii="Gautami" w:hAnsi="Gautami" w:cs="Gautami"/>
                <w:bCs/>
                <w:sz w:val="18"/>
                <w:szCs w:val="18"/>
                <w:lang w:val="ro-RO"/>
              </w:rPr>
              <w:t xml:space="preserve"> Curs</w:t>
            </w:r>
          </w:p>
        </w:tc>
        <w:tc>
          <w:tcPr>
            <w:tcW w:w="2693" w:type="dxa"/>
          </w:tcPr>
          <w:p w:rsidR="00693DF0" w:rsidRPr="006C420B" w:rsidRDefault="00875BC6" w:rsidP="00875BC6">
            <w:pPr>
              <w:autoSpaceDE w:val="0"/>
              <w:autoSpaceDN w:val="0"/>
              <w:adjustRightInd w:val="0"/>
              <w:spacing w:before="20" w:after="20" w:line="240" w:lineRule="auto"/>
              <w:jc w:val="center"/>
              <w:rPr>
                <w:rFonts w:cs="Gautami"/>
                <w:bCs/>
                <w:sz w:val="18"/>
                <w:szCs w:val="18"/>
                <w:lang w:val="ro-RO"/>
              </w:rPr>
            </w:pPr>
            <w:r>
              <w:rPr>
                <w:rFonts w:ascii="Gautami" w:hAnsi="Gautami" w:cs="Gautami"/>
                <w:bCs/>
                <w:sz w:val="18"/>
                <w:szCs w:val="18"/>
                <w:lang w:val="ro-RO"/>
              </w:rPr>
              <w:t>Număr de ore</w:t>
            </w:r>
          </w:p>
        </w:tc>
        <w:tc>
          <w:tcPr>
            <w:tcW w:w="2091" w:type="dxa"/>
          </w:tcPr>
          <w:p w:rsidR="00693DF0"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875BC6" w:rsidRPr="003E754C" w:rsidTr="00C12BE1">
        <w:trPr>
          <w:jc w:val="right"/>
        </w:trPr>
        <w:tc>
          <w:tcPr>
            <w:tcW w:w="5798" w:type="dxa"/>
            <w:shd w:val="clear" w:color="auto" w:fill="D9D9D9"/>
          </w:tcPr>
          <w:p w:rsidR="00875BC6" w:rsidRPr="003E754C" w:rsidRDefault="00875BC6" w:rsidP="00DD61AF">
            <w:pPr>
              <w:autoSpaceDE w:val="0"/>
              <w:autoSpaceDN w:val="0"/>
              <w:adjustRightInd w:val="0"/>
              <w:spacing w:before="20" w:after="20" w:line="240" w:lineRule="auto"/>
              <w:ind w:left="389" w:hanging="389"/>
              <w:rPr>
                <w:rFonts w:ascii="Gautami" w:hAnsi="Gautami" w:cs="Gautami"/>
                <w:bCs/>
                <w:sz w:val="18"/>
                <w:szCs w:val="18"/>
                <w:lang w:val="ro-RO"/>
              </w:rPr>
            </w:pPr>
            <w:permStart w:id="1158766823" w:edGrp="everyone"/>
            <w:r w:rsidRPr="003E754C">
              <w:rPr>
                <w:rFonts w:ascii="Gautami" w:hAnsi="Gautami" w:cs="Gautami"/>
                <w:bCs/>
                <w:sz w:val="18"/>
                <w:szCs w:val="18"/>
                <w:lang w:val="ro-RO"/>
              </w:rPr>
              <w:t xml:space="preserve"> </w:t>
            </w:r>
            <w:proofErr w:type="spellStart"/>
            <w:r w:rsidR="00903A56">
              <w:rPr>
                <w:rFonts w:ascii="Gautami" w:hAnsi="Gautami" w:cs="Gautami"/>
                <w:bCs/>
                <w:sz w:val="18"/>
                <w:szCs w:val="18"/>
                <w:lang w:val="ro-RO"/>
              </w:rPr>
              <w:t>Notiuni</w:t>
            </w:r>
            <w:proofErr w:type="spellEnd"/>
            <w:r w:rsidR="00903A56">
              <w:rPr>
                <w:rFonts w:ascii="Gautami" w:hAnsi="Gautami" w:cs="Gautami"/>
                <w:bCs/>
                <w:sz w:val="18"/>
                <w:szCs w:val="18"/>
                <w:lang w:val="ro-RO"/>
              </w:rPr>
              <w:t xml:space="preserve"> introductive  privind metoda elementului finit (MEF). Algoritmul MEF  </w:t>
            </w:r>
            <w:r w:rsidRPr="003E754C">
              <w:rPr>
                <w:rFonts w:ascii="Gautami" w:hAnsi="Gautami" w:cs="Gautami"/>
                <w:bCs/>
                <w:sz w:val="18"/>
                <w:szCs w:val="18"/>
                <w:lang w:val="ro-RO"/>
              </w:rPr>
              <w:t xml:space="preserve"> </w:t>
            </w:r>
            <w:permEnd w:id="1158766823"/>
          </w:p>
        </w:tc>
        <w:tc>
          <w:tcPr>
            <w:tcW w:w="2693" w:type="dxa"/>
          </w:tcPr>
          <w:p w:rsidR="00875BC6" w:rsidRPr="003E754C" w:rsidRDefault="00903A56" w:rsidP="00453904">
            <w:pPr>
              <w:autoSpaceDE w:val="0"/>
              <w:autoSpaceDN w:val="0"/>
              <w:adjustRightInd w:val="0"/>
              <w:spacing w:before="20" w:after="20" w:line="240" w:lineRule="auto"/>
              <w:rPr>
                <w:rFonts w:ascii="Gautami" w:hAnsi="Gautami" w:cs="Gautami"/>
                <w:bCs/>
                <w:sz w:val="18"/>
                <w:szCs w:val="18"/>
                <w:lang w:val="ro-RO"/>
              </w:rPr>
            </w:pPr>
            <w:permStart w:id="404836667" w:edGrp="everyone"/>
            <w:r>
              <w:rPr>
                <w:rFonts w:ascii="Gautami" w:hAnsi="Gautami" w:cs="Gautami"/>
                <w:bCs/>
                <w:sz w:val="18"/>
                <w:szCs w:val="18"/>
                <w:lang w:val="ro-RO"/>
              </w:rPr>
              <w:t>1</w:t>
            </w:r>
            <w:r w:rsidR="00875BC6" w:rsidRPr="003E754C">
              <w:rPr>
                <w:rFonts w:ascii="Gautami" w:hAnsi="Gautami" w:cs="Gautami"/>
                <w:bCs/>
                <w:sz w:val="18"/>
                <w:szCs w:val="18"/>
                <w:lang w:val="ro-RO"/>
              </w:rPr>
              <w:t xml:space="preserve">  </w:t>
            </w:r>
            <w:permEnd w:id="404836667"/>
          </w:p>
        </w:tc>
        <w:tc>
          <w:tcPr>
            <w:tcW w:w="2091" w:type="dxa"/>
            <w:vMerge w:val="restart"/>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2002801205" w:edGrp="everyone"/>
            <w:r>
              <w:rPr>
                <w:rFonts w:ascii="Gautami" w:hAnsi="Gautami" w:cs="Gautami"/>
                <w:bCs/>
                <w:sz w:val="18"/>
                <w:szCs w:val="18"/>
                <w:lang w:val="ro-RO"/>
              </w:rPr>
              <w:t xml:space="preserve">  </w:t>
            </w:r>
            <w:r w:rsidR="00903A56">
              <w:rPr>
                <w:rFonts w:ascii="Gautami" w:hAnsi="Gautami" w:cs="Gautami"/>
                <w:bCs/>
                <w:sz w:val="18"/>
                <w:szCs w:val="18"/>
                <w:lang w:val="ro-RO"/>
              </w:rPr>
              <w:t xml:space="preserve">Predarea </w:t>
            </w:r>
            <w:r w:rsidR="00290934">
              <w:rPr>
                <w:rFonts w:ascii="Gautami" w:hAnsi="Gautami" w:cs="Gautami"/>
                <w:bCs/>
                <w:sz w:val="18"/>
                <w:szCs w:val="18"/>
                <w:lang w:val="ro-RO"/>
              </w:rPr>
              <w:t xml:space="preserve">interactiva </w:t>
            </w:r>
            <w:r w:rsidR="00903A56">
              <w:rPr>
                <w:rFonts w:ascii="Gautami" w:hAnsi="Gautami" w:cs="Gautami"/>
                <w:bCs/>
                <w:sz w:val="18"/>
                <w:szCs w:val="18"/>
                <w:lang w:val="ro-RO"/>
              </w:rPr>
              <w:t>la tabla</w:t>
            </w:r>
            <w:r w:rsidR="00290934">
              <w:rPr>
                <w:rFonts w:ascii="Gautami" w:hAnsi="Gautami" w:cs="Gautami"/>
                <w:bCs/>
                <w:sz w:val="18"/>
                <w:szCs w:val="18"/>
                <w:lang w:val="ro-RO"/>
              </w:rPr>
              <w:t xml:space="preserve">.  Se utilizează  sistemul de </w:t>
            </w:r>
            <w:proofErr w:type="spellStart"/>
            <w:r w:rsidR="00290934">
              <w:rPr>
                <w:rFonts w:ascii="Gautami" w:hAnsi="Gautami" w:cs="Gautami"/>
                <w:bCs/>
                <w:sz w:val="18"/>
                <w:szCs w:val="18"/>
                <w:lang w:val="ro-RO"/>
              </w:rPr>
              <w:t>videoproiecţie</w:t>
            </w:r>
            <w:proofErr w:type="spellEnd"/>
            <w:r w:rsidR="00290934">
              <w:rPr>
                <w:rFonts w:ascii="Gautami" w:hAnsi="Gautami" w:cs="Gautami"/>
                <w:bCs/>
                <w:sz w:val="18"/>
                <w:szCs w:val="18"/>
                <w:lang w:val="ro-RO"/>
              </w:rPr>
              <w:t xml:space="preserve"> pentru exemple de aplicaţii.</w:t>
            </w:r>
            <w:permEnd w:id="2002801205"/>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943667344" w:edGrp="everyone"/>
            <w:r w:rsidRPr="003E754C">
              <w:rPr>
                <w:rFonts w:ascii="Gautami" w:hAnsi="Gautami" w:cs="Gautami"/>
                <w:bCs/>
                <w:sz w:val="18"/>
                <w:szCs w:val="18"/>
                <w:lang w:val="ro-RO"/>
              </w:rPr>
              <w:t xml:space="preserve"> </w:t>
            </w:r>
            <w:r w:rsidR="00903A56">
              <w:rPr>
                <w:rFonts w:ascii="Gautami" w:hAnsi="Gautami" w:cs="Gautami"/>
                <w:bCs/>
                <w:sz w:val="18"/>
                <w:szCs w:val="18"/>
                <w:lang w:val="ro-RO"/>
              </w:rPr>
              <w:t>Tipuri de elemente finite şi domeniile de aplicare. Etape în aplicarea MEF</w:t>
            </w:r>
            <w:r w:rsidRPr="003E754C">
              <w:rPr>
                <w:rFonts w:ascii="Gautami" w:hAnsi="Gautami" w:cs="Gautami"/>
                <w:bCs/>
                <w:sz w:val="18"/>
                <w:szCs w:val="18"/>
                <w:lang w:val="ro-RO"/>
              </w:rPr>
              <w:t xml:space="preserve"> </w:t>
            </w:r>
            <w:permEnd w:id="1943667344"/>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225408070" w:edGrp="everyone"/>
            <w:r w:rsidRPr="003E754C">
              <w:rPr>
                <w:rFonts w:ascii="Gautami" w:hAnsi="Gautami" w:cs="Gautami"/>
                <w:bCs/>
                <w:sz w:val="18"/>
                <w:szCs w:val="18"/>
                <w:lang w:val="ro-RO"/>
              </w:rPr>
              <w:t xml:space="preserve"> </w:t>
            </w:r>
            <w:r w:rsidR="00903A56">
              <w:rPr>
                <w:rFonts w:ascii="Gautami" w:hAnsi="Gautami" w:cs="Gautami"/>
                <w:bCs/>
                <w:sz w:val="18"/>
                <w:szCs w:val="18"/>
                <w:lang w:val="ro-RO"/>
              </w:rPr>
              <w:t>2</w:t>
            </w:r>
            <w:r w:rsidRPr="003E754C">
              <w:rPr>
                <w:rFonts w:ascii="Gautami" w:hAnsi="Gautami" w:cs="Gautami"/>
                <w:bCs/>
                <w:sz w:val="18"/>
                <w:szCs w:val="18"/>
                <w:lang w:val="ro-RO"/>
              </w:rPr>
              <w:t xml:space="preserve"> </w:t>
            </w:r>
            <w:permEnd w:id="1225408070"/>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903A56" w:rsidP="00453904">
            <w:pPr>
              <w:autoSpaceDE w:val="0"/>
              <w:autoSpaceDN w:val="0"/>
              <w:adjustRightInd w:val="0"/>
              <w:spacing w:before="20" w:after="20" w:line="240" w:lineRule="auto"/>
              <w:ind w:left="389" w:hanging="389"/>
              <w:rPr>
                <w:rFonts w:ascii="Gautami" w:hAnsi="Gautami" w:cs="Gautami"/>
                <w:bCs/>
                <w:sz w:val="18"/>
                <w:szCs w:val="18"/>
                <w:lang w:val="ro-RO"/>
              </w:rPr>
            </w:pPr>
            <w:permStart w:id="606951200" w:edGrp="everyone"/>
            <w:r>
              <w:rPr>
                <w:rFonts w:ascii="Gautami" w:hAnsi="Gautami" w:cs="Gautami"/>
                <w:bCs/>
                <w:sz w:val="18"/>
                <w:szCs w:val="18"/>
                <w:lang w:val="ro-RO"/>
              </w:rPr>
              <w:t xml:space="preserve">Element finit de tip bara in plan si </w:t>
            </w:r>
            <w:proofErr w:type="spellStart"/>
            <w:r>
              <w:rPr>
                <w:rFonts w:ascii="Gautami" w:hAnsi="Gautami" w:cs="Gautami"/>
                <w:bCs/>
                <w:sz w:val="18"/>
                <w:szCs w:val="18"/>
                <w:lang w:val="ro-RO"/>
              </w:rPr>
              <w:t>spatiu</w:t>
            </w:r>
            <w:proofErr w:type="spellEnd"/>
            <w:r>
              <w:rPr>
                <w:rFonts w:ascii="Gautami" w:hAnsi="Gautami" w:cs="Gautami"/>
                <w:bCs/>
                <w:sz w:val="18"/>
                <w:szCs w:val="18"/>
                <w:lang w:val="ro-RO"/>
              </w:rPr>
              <w:t xml:space="preserve"> cu articulaţii la capete. </w:t>
            </w:r>
            <w:proofErr w:type="spellStart"/>
            <w:r>
              <w:rPr>
                <w:rFonts w:ascii="Gautami" w:hAnsi="Gautami" w:cs="Gautami"/>
                <w:bCs/>
                <w:sz w:val="18"/>
                <w:szCs w:val="18"/>
                <w:lang w:val="ro-RO"/>
              </w:rPr>
              <w:t>Aplicatii</w:t>
            </w:r>
            <w:proofErr w:type="spellEnd"/>
            <w:r>
              <w:rPr>
                <w:rFonts w:ascii="Gautami" w:hAnsi="Gautami" w:cs="Gautami"/>
                <w:bCs/>
                <w:sz w:val="18"/>
                <w:szCs w:val="18"/>
                <w:lang w:val="ro-RO"/>
              </w:rPr>
              <w:t>.</w:t>
            </w:r>
            <w:r w:rsidR="00875BC6" w:rsidRPr="003E754C">
              <w:rPr>
                <w:rFonts w:ascii="Gautami" w:hAnsi="Gautami" w:cs="Gautami"/>
                <w:bCs/>
                <w:sz w:val="18"/>
                <w:szCs w:val="18"/>
                <w:lang w:val="ro-RO"/>
              </w:rPr>
              <w:t xml:space="preserve">  </w:t>
            </w:r>
            <w:permEnd w:id="606951200"/>
          </w:p>
        </w:tc>
        <w:tc>
          <w:tcPr>
            <w:tcW w:w="2693" w:type="dxa"/>
          </w:tcPr>
          <w:p w:rsidR="00875BC6" w:rsidRPr="003E754C" w:rsidRDefault="00903A56" w:rsidP="00453904">
            <w:pPr>
              <w:autoSpaceDE w:val="0"/>
              <w:autoSpaceDN w:val="0"/>
              <w:adjustRightInd w:val="0"/>
              <w:spacing w:before="20" w:after="20" w:line="240" w:lineRule="auto"/>
              <w:rPr>
                <w:rFonts w:ascii="Gautami" w:hAnsi="Gautami" w:cs="Gautami"/>
                <w:bCs/>
                <w:sz w:val="18"/>
                <w:szCs w:val="18"/>
                <w:lang w:val="ro-RO"/>
              </w:rPr>
            </w:pPr>
            <w:permStart w:id="1840519398" w:edGrp="everyone"/>
            <w:r>
              <w:rPr>
                <w:rFonts w:ascii="Gautami" w:hAnsi="Gautami" w:cs="Gautami"/>
                <w:bCs/>
                <w:sz w:val="18"/>
                <w:szCs w:val="18"/>
                <w:lang w:val="ro-RO"/>
              </w:rPr>
              <w:t>3</w:t>
            </w:r>
            <w:r w:rsidR="00875BC6" w:rsidRPr="003E754C">
              <w:rPr>
                <w:rFonts w:ascii="Gautami" w:hAnsi="Gautami" w:cs="Gautami"/>
                <w:bCs/>
                <w:sz w:val="18"/>
                <w:szCs w:val="18"/>
                <w:lang w:val="ro-RO"/>
              </w:rPr>
              <w:t xml:space="preserve">  </w:t>
            </w:r>
            <w:permEnd w:id="1840519398"/>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831754860" w:edGrp="everyone"/>
            <w:r w:rsidRPr="003E754C">
              <w:rPr>
                <w:rFonts w:ascii="Gautami" w:hAnsi="Gautami" w:cs="Gautami"/>
                <w:bCs/>
                <w:sz w:val="18"/>
                <w:szCs w:val="18"/>
                <w:lang w:val="ro-RO"/>
              </w:rPr>
              <w:t xml:space="preserve"> </w:t>
            </w:r>
            <w:r w:rsidR="00903A56">
              <w:rPr>
                <w:rFonts w:ascii="Gautami" w:hAnsi="Gautami" w:cs="Gautami"/>
                <w:bCs/>
                <w:sz w:val="18"/>
                <w:szCs w:val="18"/>
                <w:lang w:val="ro-RO"/>
              </w:rPr>
              <w:t xml:space="preserve">Element finit de tip bara cu noduri rigide în plan şi spaţiu </w:t>
            </w:r>
            <w:r w:rsidRPr="003E754C">
              <w:rPr>
                <w:rFonts w:ascii="Gautami" w:hAnsi="Gautami" w:cs="Gautami"/>
                <w:bCs/>
                <w:sz w:val="18"/>
                <w:szCs w:val="18"/>
                <w:lang w:val="ro-RO"/>
              </w:rPr>
              <w:t xml:space="preserve"> </w:t>
            </w:r>
            <w:permEnd w:id="1831754860"/>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721649062" w:edGrp="everyone"/>
            <w:r w:rsidRPr="003E754C">
              <w:rPr>
                <w:rFonts w:ascii="Gautami" w:hAnsi="Gautami" w:cs="Gautami"/>
                <w:bCs/>
                <w:sz w:val="18"/>
                <w:szCs w:val="18"/>
                <w:lang w:val="ro-RO"/>
              </w:rPr>
              <w:t xml:space="preserve"> </w:t>
            </w:r>
            <w:r w:rsidR="00903A56">
              <w:rPr>
                <w:rFonts w:ascii="Gautami" w:hAnsi="Gautami" w:cs="Gautami"/>
                <w:bCs/>
                <w:sz w:val="18"/>
                <w:szCs w:val="18"/>
                <w:lang w:val="ro-RO"/>
              </w:rPr>
              <w:t>2</w:t>
            </w:r>
            <w:r w:rsidRPr="003E754C">
              <w:rPr>
                <w:rFonts w:ascii="Gautami" w:hAnsi="Gautami" w:cs="Gautami"/>
                <w:bCs/>
                <w:sz w:val="18"/>
                <w:szCs w:val="18"/>
                <w:lang w:val="ro-RO"/>
              </w:rPr>
              <w:t xml:space="preserve"> </w:t>
            </w:r>
            <w:permEnd w:id="1721649062"/>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817892533" w:edGrp="everyone"/>
            <w:r w:rsidRPr="003E754C">
              <w:rPr>
                <w:rFonts w:ascii="Gautami" w:hAnsi="Gautami" w:cs="Gautami"/>
                <w:bCs/>
                <w:sz w:val="18"/>
                <w:szCs w:val="18"/>
                <w:lang w:val="ro-RO"/>
              </w:rPr>
              <w:t xml:space="preserve"> </w:t>
            </w:r>
            <w:r w:rsidR="00903A56">
              <w:rPr>
                <w:rFonts w:ascii="Gautami" w:hAnsi="Gautami" w:cs="Gautami"/>
                <w:bCs/>
                <w:sz w:val="18"/>
                <w:szCs w:val="18"/>
                <w:lang w:val="ro-RO"/>
              </w:rPr>
              <w:t>Element finit de tip membrana (stare plana de tensiune,  stare plană de deformaţie şi stare axial simetrică</w:t>
            </w:r>
            <w:r w:rsidRPr="003E754C">
              <w:rPr>
                <w:rFonts w:ascii="Gautami" w:hAnsi="Gautami" w:cs="Gautami"/>
                <w:bCs/>
                <w:sz w:val="18"/>
                <w:szCs w:val="18"/>
                <w:lang w:val="ro-RO"/>
              </w:rPr>
              <w:t xml:space="preserve"> </w:t>
            </w:r>
            <w:permEnd w:id="817892533"/>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999318479" w:edGrp="everyone"/>
            <w:r w:rsidRPr="003E754C">
              <w:rPr>
                <w:rFonts w:ascii="Gautami" w:hAnsi="Gautami" w:cs="Gautami"/>
                <w:bCs/>
                <w:sz w:val="18"/>
                <w:szCs w:val="18"/>
                <w:lang w:val="ro-RO"/>
              </w:rPr>
              <w:t xml:space="preserve"> </w:t>
            </w:r>
            <w:r w:rsidR="00903A56">
              <w:rPr>
                <w:rFonts w:ascii="Gautami" w:hAnsi="Gautami" w:cs="Gautami"/>
                <w:bCs/>
                <w:sz w:val="18"/>
                <w:szCs w:val="18"/>
                <w:lang w:val="ro-RO"/>
              </w:rPr>
              <w:t>2</w:t>
            </w:r>
            <w:r w:rsidRPr="003E754C">
              <w:rPr>
                <w:rFonts w:ascii="Gautami" w:hAnsi="Gautami" w:cs="Gautami"/>
                <w:bCs/>
                <w:sz w:val="18"/>
                <w:szCs w:val="18"/>
                <w:lang w:val="ro-RO"/>
              </w:rPr>
              <w:t xml:space="preserve"> </w:t>
            </w:r>
            <w:permEnd w:id="999318479"/>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56205284" w:edGrp="everyone"/>
            <w:r w:rsidRPr="003E754C">
              <w:rPr>
                <w:rFonts w:ascii="Gautami" w:hAnsi="Gautami" w:cs="Gautami"/>
                <w:bCs/>
                <w:sz w:val="18"/>
                <w:szCs w:val="18"/>
                <w:lang w:val="ro-RO"/>
              </w:rPr>
              <w:t xml:space="preserve"> </w:t>
            </w:r>
            <w:r w:rsidR="00903A56">
              <w:rPr>
                <w:rFonts w:ascii="Gautami" w:hAnsi="Gautami" w:cs="Gautami"/>
                <w:bCs/>
                <w:sz w:val="18"/>
                <w:szCs w:val="18"/>
                <w:lang w:val="ro-RO"/>
              </w:rPr>
              <w:t>Element finit de tip masiv</w:t>
            </w:r>
            <w:r w:rsidRPr="003E754C">
              <w:rPr>
                <w:rFonts w:ascii="Gautami" w:hAnsi="Gautami" w:cs="Gautami"/>
                <w:bCs/>
                <w:sz w:val="18"/>
                <w:szCs w:val="18"/>
                <w:lang w:val="ro-RO"/>
              </w:rPr>
              <w:t xml:space="preserve"> </w:t>
            </w:r>
            <w:permEnd w:id="1156205284"/>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283068503" w:edGrp="everyone"/>
            <w:r w:rsidRPr="003E754C">
              <w:rPr>
                <w:rFonts w:ascii="Gautami" w:hAnsi="Gautami" w:cs="Gautami"/>
                <w:bCs/>
                <w:sz w:val="18"/>
                <w:szCs w:val="18"/>
                <w:lang w:val="ro-RO"/>
              </w:rPr>
              <w:t xml:space="preserve"> </w:t>
            </w:r>
            <w:r w:rsidR="00903A56">
              <w:rPr>
                <w:rFonts w:ascii="Gautami" w:hAnsi="Gautami" w:cs="Gautami"/>
                <w:bCs/>
                <w:sz w:val="18"/>
                <w:szCs w:val="18"/>
                <w:lang w:val="ro-RO"/>
              </w:rPr>
              <w:t>2</w:t>
            </w:r>
            <w:r w:rsidRPr="003E754C">
              <w:rPr>
                <w:rFonts w:ascii="Gautami" w:hAnsi="Gautami" w:cs="Gautami"/>
                <w:bCs/>
                <w:sz w:val="18"/>
                <w:szCs w:val="18"/>
                <w:lang w:val="ro-RO"/>
              </w:rPr>
              <w:t xml:space="preserve"> </w:t>
            </w:r>
            <w:permEnd w:id="1283068503"/>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903A56" w:rsidP="00453904">
            <w:pPr>
              <w:autoSpaceDE w:val="0"/>
              <w:autoSpaceDN w:val="0"/>
              <w:adjustRightInd w:val="0"/>
              <w:spacing w:before="20" w:after="20" w:line="240" w:lineRule="auto"/>
              <w:ind w:left="389" w:hanging="389"/>
              <w:rPr>
                <w:rFonts w:ascii="Gautami" w:hAnsi="Gautami" w:cs="Gautami"/>
                <w:bCs/>
                <w:sz w:val="18"/>
                <w:szCs w:val="18"/>
                <w:lang w:val="ro-RO"/>
              </w:rPr>
            </w:pPr>
            <w:permStart w:id="861149109" w:edGrp="everyone"/>
            <w:r>
              <w:rPr>
                <w:rFonts w:ascii="Gautami" w:hAnsi="Gautami" w:cs="Gautami"/>
                <w:bCs/>
                <w:sz w:val="18"/>
                <w:szCs w:val="18"/>
                <w:lang w:val="ro-RO"/>
              </w:rPr>
              <w:t>Element finit de tip înveliş</w:t>
            </w:r>
            <w:r w:rsidR="00875BC6" w:rsidRPr="003E754C">
              <w:rPr>
                <w:rFonts w:ascii="Gautami" w:hAnsi="Gautami" w:cs="Gautami"/>
                <w:bCs/>
                <w:sz w:val="18"/>
                <w:szCs w:val="18"/>
                <w:lang w:val="ro-RO"/>
              </w:rPr>
              <w:t xml:space="preserve">  </w:t>
            </w:r>
            <w:permEnd w:id="861149109"/>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212172841" w:edGrp="everyone"/>
            <w:r w:rsidRPr="003E754C">
              <w:rPr>
                <w:rFonts w:ascii="Gautami" w:hAnsi="Gautami" w:cs="Gautami"/>
                <w:bCs/>
                <w:sz w:val="18"/>
                <w:szCs w:val="18"/>
                <w:lang w:val="ro-RO"/>
              </w:rPr>
              <w:t xml:space="preserve"> </w:t>
            </w:r>
            <w:r w:rsidR="00903A56">
              <w:rPr>
                <w:rFonts w:ascii="Gautami" w:hAnsi="Gautami" w:cs="Gautami"/>
                <w:bCs/>
                <w:sz w:val="18"/>
                <w:szCs w:val="18"/>
                <w:lang w:val="ro-RO"/>
              </w:rPr>
              <w:t>2</w:t>
            </w:r>
            <w:r w:rsidRPr="003E754C">
              <w:rPr>
                <w:rFonts w:ascii="Gautami" w:hAnsi="Gautami" w:cs="Gautami"/>
                <w:bCs/>
                <w:sz w:val="18"/>
                <w:szCs w:val="18"/>
                <w:lang w:val="ro-RO"/>
              </w:rPr>
              <w:t xml:space="preserve"> </w:t>
            </w:r>
            <w:permEnd w:id="121217284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624720925" w:edGrp="everyone"/>
            <w:r w:rsidRPr="003E754C">
              <w:rPr>
                <w:rFonts w:ascii="Gautami" w:hAnsi="Gautami" w:cs="Gautami"/>
                <w:bCs/>
                <w:sz w:val="18"/>
                <w:szCs w:val="18"/>
                <w:lang w:val="ro-RO"/>
              </w:rPr>
              <w:t xml:space="preserve">  </w:t>
            </w:r>
            <w:permEnd w:id="624720925"/>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843533427" w:edGrp="everyone"/>
            <w:r w:rsidRPr="003E754C">
              <w:rPr>
                <w:rFonts w:ascii="Gautami" w:hAnsi="Gautami" w:cs="Gautami"/>
                <w:bCs/>
                <w:sz w:val="18"/>
                <w:szCs w:val="18"/>
                <w:lang w:val="ro-RO"/>
              </w:rPr>
              <w:t xml:space="preserve">  </w:t>
            </w:r>
            <w:permEnd w:id="1843533427"/>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674728035" w:edGrp="everyone"/>
            <w:r w:rsidRPr="003E754C">
              <w:rPr>
                <w:rFonts w:ascii="Gautami" w:hAnsi="Gautami" w:cs="Gautami"/>
                <w:bCs/>
                <w:sz w:val="18"/>
                <w:szCs w:val="18"/>
                <w:lang w:val="ro-RO"/>
              </w:rPr>
              <w:t xml:space="preserve">  </w:t>
            </w:r>
            <w:permEnd w:id="1674728035"/>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128219717" w:edGrp="everyone"/>
            <w:r w:rsidRPr="003E754C">
              <w:rPr>
                <w:rFonts w:ascii="Gautami" w:hAnsi="Gautami" w:cs="Gautami"/>
                <w:bCs/>
                <w:sz w:val="18"/>
                <w:szCs w:val="18"/>
                <w:lang w:val="ro-RO"/>
              </w:rPr>
              <w:t xml:space="preserve">  </w:t>
            </w:r>
            <w:permEnd w:id="1128219717"/>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23485210" w:edGrp="everyone"/>
            <w:r w:rsidRPr="003E754C">
              <w:rPr>
                <w:rFonts w:ascii="Gautami" w:hAnsi="Gautami" w:cs="Gautami"/>
                <w:bCs/>
                <w:sz w:val="18"/>
                <w:szCs w:val="18"/>
                <w:lang w:val="ro-RO"/>
              </w:rPr>
              <w:t xml:space="preserve">  </w:t>
            </w:r>
            <w:permEnd w:id="1123485210"/>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11953193" w:edGrp="everyone"/>
            <w:r w:rsidRPr="003E754C">
              <w:rPr>
                <w:rFonts w:ascii="Gautami" w:hAnsi="Gautami" w:cs="Gautami"/>
                <w:bCs/>
                <w:sz w:val="18"/>
                <w:szCs w:val="18"/>
                <w:lang w:val="ro-RO"/>
              </w:rPr>
              <w:t xml:space="preserve">  </w:t>
            </w:r>
            <w:permEnd w:id="111953193"/>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2040409537" w:edGrp="everyone"/>
            <w:r w:rsidRPr="003E754C">
              <w:rPr>
                <w:rFonts w:ascii="Gautami" w:hAnsi="Gautami" w:cs="Gautami"/>
                <w:bCs/>
                <w:sz w:val="18"/>
                <w:szCs w:val="18"/>
                <w:lang w:val="ro-RO"/>
              </w:rPr>
              <w:t xml:space="preserve">  </w:t>
            </w:r>
            <w:permEnd w:id="2040409537"/>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958049952" w:edGrp="everyone"/>
            <w:r w:rsidRPr="003E754C">
              <w:rPr>
                <w:rFonts w:ascii="Gautami" w:hAnsi="Gautami" w:cs="Gautami"/>
                <w:bCs/>
                <w:sz w:val="18"/>
                <w:szCs w:val="18"/>
                <w:lang w:val="ro-RO"/>
              </w:rPr>
              <w:t xml:space="preserve">  </w:t>
            </w:r>
            <w:permEnd w:id="1958049952"/>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550835491" w:edGrp="everyone"/>
            <w:r w:rsidRPr="003E754C">
              <w:rPr>
                <w:rFonts w:ascii="Gautami" w:hAnsi="Gautami" w:cs="Gautami"/>
                <w:bCs/>
                <w:sz w:val="18"/>
                <w:szCs w:val="18"/>
                <w:lang w:val="ro-RO"/>
              </w:rPr>
              <w:lastRenderedPageBreak/>
              <w:t xml:space="preserve">  </w:t>
            </w:r>
            <w:permEnd w:id="550835491"/>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631587945" w:edGrp="everyone"/>
            <w:r w:rsidRPr="003E754C">
              <w:rPr>
                <w:rFonts w:ascii="Gautami" w:hAnsi="Gautami" w:cs="Gautami"/>
                <w:bCs/>
                <w:sz w:val="18"/>
                <w:szCs w:val="18"/>
                <w:lang w:val="ro-RO"/>
              </w:rPr>
              <w:t xml:space="preserve">  </w:t>
            </w:r>
            <w:permEnd w:id="631587945"/>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846310715" w:edGrp="everyone"/>
            <w:r w:rsidRPr="003E754C">
              <w:rPr>
                <w:rFonts w:ascii="Gautami" w:hAnsi="Gautami" w:cs="Gautami"/>
                <w:bCs/>
                <w:sz w:val="18"/>
                <w:szCs w:val="18"/>
                <w:lang w:val="ro-RO"/>
              </w:rPr>
              <w:t xml:space="preserve">  </w:t>
            </w:r>
            <w:permEnd w:id="1846310715"/>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309673981" w:edGrp="everyone"/>
            <w:r w:rsidRPr="003E754C">
              <w:rPr>
                <w:rFonts w:ascii="Gautami" w:hAnsi="Gautami" w:cs="Gautami"/>
                <w:bCs/>
                <w:sz w:val="18"/>
                <w:szCs w:val="18"/>
                <w:lang w:val="ro-RO"/>
              </w:rPr>
              <w:t xml:space="preserve">  </w:t>
            </w:r>
            <w:permEnd w:id="130967398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900244645" w:edGrp="everyone"/>
            <w:r w:rsidRPr="003E754C">
              <w:rPr>
                <w:rFonts w:ascii="Gautami" w:hAnsi="Gautami" w:cs="Gautami"/>
                <w:bCs/>
                <w:sz w:val="18"/>
                <w:szCs w:val="18"/>
                <w:lang w:val="ro-RO"/>
              </w:rPr>
              <w:t xml:space="preserve">  </w:t>
            </w:r>
            <w:permEnd w:id="1900244645"/>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389638231" w:edGrp="everyone"/>
            <w:r w:rsidRPr="003E754C">
              <w:rPr>
                <w:rFonts w:ascii="Gautami" w:hAnsi="Gautami" w:cs="Gautami"/>
                <w:bCs/>
                <w:sz w:val="18"/>
                <w:szCs w:val="18"/>
                <w:lang w:val="ro-RO"/>
              </w:rPr>
              <w:t xml:space="preserve">  </w:t>
            </w:r>
            <w:permEnd w:id="38963823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9A4B9A">
        <w:trPr>
          <w:trHeight w:val="1399"/>
          <w:jc w:val="right"/>
        </w:trPr>
        <w:tc>
          <w:tcPr>
            <w:tcW w:w="10582" w:type="dxa"/>
            <w:gridSpan w:val="3"/>
            <w:shd w:val="clear" w:color="auto" w:fill="D9D9D9"/>
          </w:tcPr>
          <w:p w:rsidR="004003C0" w:rsidRDefault="00CA7AAF"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Bibliografie</w:t>
            </w:r>
            <w:r w:rsidR="006A1695" w:rsidRPr="003E754C">
              <w:rPr>
                <w:rStyle w:val="FootnoteReference"/>
                <w:rFonts w:ascii="Gautami" w:hAnsi="Gautami" w:cs="Gautami"/>
                <w:bCs/>
                <w:sz w:val="18"/>
                <w:szCs w:val="18"/>
                <w:lang w:val="ro-RO"/>
              </w:rPr>
              <w:footnoteReference w:id="9"/>
            </w:r>
            <w:r w:rsidR="005B5908" w:rsidRPr="003E754C">
              <w:rPr>
                <w:rFonts w:ascii="Gautami" w:hAnsi="Gautami" w:cs="Gautami"/>
                <w:bCs/>
                <w:sz w:val="18"/>
                <w:szCs w:val="18"/>
                <w:lang w:val="ro-RO"/>
              </w:rPr>
              <w:t xml:space="preserve">  </w:t>
            </w:r>
            <w:permStart w:id="2106992184" w:edGrp="everyone"/>
            <w:r w:rsidR="009A4B9A" w:rsidRPr="003E754C">
              <w:rPr>
                <w:rFonts w:ascii="Gautami" w:hAnsi="Gautami" w:cs="Gautami"/>
                <w:bCs/>
                <w:sz w:val="18"/>
                <w:szCs w:val="18"/>
                <w:lang w:val="ro-RO"/>
              </w:rPr>
              <w:t xml:space="preserve">  </w:t>
            </w:r>
            <w:r w:rsidR="004003C0">
              <w:rPr>
                <w:rFonts w:ascii="Gautami" w:hAnsi="Gautami" w:cs="Gautami"/>
                <w:bCs/>
                <w:sz w:val="18"/>
                <w:szCs w:val="18"/>
                <w:lang w:val="ro-RO"/>
              </w:rPr>
              <w:t>1. Faur N., Elemente finite</w:t>
            </w:r>
            <w:r w:rsidR="009C4681">
              <w:rPr>
                <w:rFonts w:ascii="Gautami" w:hAnsi="Gautami" w:cs="Gautami"/>
                <w:bCs/>
                <w:sz w:val="18"/>
                <w:szCs w:val="18"/>
                <w:lang w:val="ro-RO"/>
              </w:rPr>
              <w:t xml:space="preserve"> </w:t>
            </w:r>
            <w:r w:rsidR="004003C0">
              <w:rPr>
                <w:rFonts w:ascii="Gautami" w:hAnsi="Gautami" w:cs="Gautami"/>
                <w:bCs/>
                <w:sz w:val="18"/>
                <w:szCs w:val="18"/>
                <w:lang w:val="ro-RO"/>
              </w:rPr>
              <w:t xml:space="preserve">- fundamente, Editura Politehnica, </w:t>
            </w:r>
            <w:proofErr w:type="spellStart"/>
            <w:r w:rsidR="004003C0">
              <w:rPr>
                <w:rFonts w:ascii="Gautami" w:hAnsi="Gautami" w:cs="Gautami"/>
                <w:bCs/>
                <w:sz w:val="18"/>
                <w:szCs w:val="18"/>
                <w:lang w:val="ro-RO"/>
              </w:rPr>
              <w:t>Timisoara</w:t>
            </w:r>
            <w:proofErr w:type="spellEnd"/>
            <w:r w:rsidR="004003C0">
              <w:rPr>
                <w:rFonts w:ascii="Gautami" w:hAnsi="Gautami" w:cs="Gautami"/>
                <w:bCs/>
                <w:sz w:val="18"/>
                <w:szCs w:val="18"/>
                <w:lang w:val="ro-RO"/>
              </w:rPr>
              <w:t xml:space="preserve"> 2007</w:t>
            </w:r>
          </w:p>
          <w:p w:rsidR="004003C0" w:rsidRDefault="004003C0"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 xml:space="preserve">2. </w:t>
            </w:r>
            <w:proofErr w:type="spellStart"/>
            <w:r>
              <w:rPr>
                <w:rFonts w:ascii="Gautami" w:hAnsi="Gautami" w:cs="Gautami"/>
                <w:bCs/>
                <w:sz w:val="18"/>
                <w:szCs w:val="18"/>
                <w:lang w:val="ro-RO"/>
              </w:rPr>
              <w:t>Zienkiewicz</w:t>
            </w:r>
            <w:proofErr w:type="spellEnd"/>
            <w:r>
              <w:rPr>
                <w:rFonts w:ascii="Gautami" w:hAnsi="Gautami" w:cs="Gautami"/>
                <w:bCs/>
                <w:sz w:val="18"/>
                <w:szCs w:val="18"/>
                <w:lang w:val="ro-RO"/>
              </w:rPr>
              <w:t xml:space="preserve"> O.C., Taylor R.L., </w:t>
            </w:r>
            <w:r w:rsidR="00740387">
              <w:rPr>
                <w:rFonts w:ascii="Gautami" w:hAnsi="Gautami" w:cs="Gautami"/>
                <w:bCs/>
                <w:sz w:val="18"/>
                <w:szCs w:val="18"/>
                <w:lang w:val="ro-RO"/>
              </w:rPr>
              <w:t xml:space="preserve">Finite Element </w:t>
            </w:r>
            <w:proofErr w:type="spellStart"/>
            <w:r w:rsidR="00740387">
              <w:rPr>
                <w:rFonts w:ascii="Gautami" w:hAnsi="Gautami" w:cs="Gautami"/>
                <w:bCs/>
                <w:sz w:val="18"/>
                <w:szCs w:val="18"/>
                <w:lang w:val="ro-RO"/>
              </w:rPr>
              <w:t>Method</w:t>
            </w:r>
            <w:proofErr w:type="spellEnd"/>
            <w:r w:rsidR="00740387">
              <w:rPr>
                <w:rFonts w:ascii="Gautami" w:hAnsi="Gautami" w:cs="Gautami"/>
                <w:bCs/>
                <w:sz w:val="18"/>
                <w:szCs w:val="18"/>
                <w:lang w:val="ro-RO"/>
              </w:rPr>
              <w:t>, vol1, vol.2, vol.3</w:t>
            </w:r>
            <w:r>
              <w:rPr>
                <w:rFonts w:ascii="Gautami" w:hAnsi="Gautami" w:cs="Gautami"/>
                <w:bCs/>
                <w:sz w:val="18"/>
                <w:szCs w:val="18"/>
                <w:lang w:val="ro-RO"/>
              </w:rPr>
              <w:t xml:space="preserve">, Editura </w:t>
            </w:r>
            <w:r w:rsidR="00740387">
              <w:rPr>
                <w:rFonts w:ascii="Gautami" w:hAnsi="Gautami" w:cs="Gautami"/>
                <w:bCs/>
                <w:sz w:val="18"/>
                <w:szCs w:val="18"/>
                <w:lang w:val="ro-RO"/>
              </w:rPr>
              <w:t>ELSEVIER</w:t>
            </w:r>
            <w:r>
              <w:rPr>
                <w:rFonts w:ascii="Gautami" w:hAnsi="Gautami" w:cs="Gautami"/>
                <w:bCs/>
                <w:sz w:val="18"/>
                <w:szCs w:val="18"/>
                <w:lang w:val="ro-RO"/>
              </w:rPr>
              <w:t xml:space="preserve">, </w:t>
            </w:r>
            <w:r w:rsidR="00740387">
              <w:rPr>
                <w:rFonts w:ascii="Gautami" w:hAnsi="Gautami" w:cs="Gautami"/>
                <w:bCs/>
                <w:sz w:val="18"/>
                <w:szCs w:val="18"/>
                <w:lang w:val="ro-RO"/>
              </w:rPr>
              <w:t>2006</w:t>
            </w:r>
            <w:r>
              <w:rPr>
                <w:rFonts w:ascii="Gautami" w:hAnsi="Gautami" w:cs="Gautami"/>
                <w:bCs/>
                <w:sz w:val="18"/>
                <w:szCs w:val="18"/>
                <w:lang w:val="ro-RO"/>
              </w:rPr>
              <w:t xml:space="preserve"> </w:t>
            </w:r>
          </w:p>
          <w:p w:rsidR="009A4B9A" w:rsidRPr="003E754C" w:rsidRDefault="004003C0" w:rsidP="00453904">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3. Faur N., Dumitru I. Diferen</w:t>
            </w:r>
            <w:r>
              <w:rPr>
                <w:rFonts w:asciiTheme="minorHAnsi" w:hAnsiTheme="minorHAnsi" w:cs="Gautami"/>
                <w:bCs/>
                <w:sz w:val="18"/>
                <w:szCs w:val="18"/>
                <w:lang w:val="ro-RO"/>
              </w:rPr>
              <w:t xml:space="preserve">ţe finite şi elemente finite, Editura </w:t>
            </w:r>
            <w:proofErr w:type="spellStart"/>
            <w:r>
              <w:rPr>
                <w:rFonts w:asciiTheme="minorHAnsi" w:hAnsiTheme="minorHAnsi" w:cs="Gautami"/>
                <w:bCs/>
                <w:sz w:val="18"/>
                <w:szCs w:val="18"/>
                <w:lang w:val="ro-RO"/>
              </w:rPr>
              <w:t>Mirton</w:t>
            </w:r>
            <w:proofErr w:type="spellEnd"/>
            <w:r>
              <w:rPr>
                <w:rFonts w:asciiTheme="minorHAnsi" w:hAnsiTheme="minorHAnsi" w:cs="Gautami"/>
                <w:bCs/>
                <w:sz w:val="18"/>
                <w:szCs w:val="18"/>
                <w:lang w:val="ro-RO"/>
              </w:rPr>
              <w:t xml:space="preserve">, </w:t>
            </w:r>
            <w:proofErr w:type="spellStart"/>
            <w:r>
              <w:rPr>
                <w:rFonts w:asciiTheme="minorHAnsi" w:hAnsiTheme="minorHAnsi" w:cs="Gautami"/>
                <w:bCs/>
                <w:sz w:val="18"/>
                <w:szCs w:val="18"/>
                <w:lang w:val="ro-RO"/>
              </w:rPr>
              <w:t>Timisoara</w:t>
            </w:r>
            <w:proofErr w:type="spellEnd"/>
            <w:r>
              <w:rPr>
                <w:rFonts w:asciiTheme="minorHAnsi" w:hAnsiTheme="minorHAnsi" w:cs="Gautami"/>
                <w:bCs/>
                <w:sz w:val="18"/>
                <w:szCs w:val="18"/>
                <w:lang w:val="ro-RO"/>
              </w:rPr>
              <w:t xml:space="preserve"> 1997</w:t>
            </w:r>
            <w:r w:rsidR="00FD5BE8" w:rsidRPr="003E754C">
              <w:rPr>
                <w:rFonts w:ascii="Gautami" w:hAnsi="Gautami" w:cs="Gautami"/>
                <w:bCs/>
                <w:sz w:val="18"/>
                <w:szCs w:val="18"/>
                <w:lang w:val="ro-RO"/>
              </w:rPr>
              <w:t xml:space="preserve"> </w:t>
            </w:r>
            <w:permEnd w:id="2106992184"/>
          </w:p>
          <w:p w:rsidR="009A4B9A" w:rsidRPr="003E754C" w:rsidRDefault="009A4B9A"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C12BE1">
        <w:trPr>
          <w:jc w:val="right"/>
        </w:trPr>
        <w:tc>
          <w:tcPr>
            <w:tcW w:w="5798" w:type="dxa"/>
            <w:shd w:val="clear" w:color="auto" w:fill="FFFFFF"/>
          </w:tcPr>
          <w:p w:rsidR="00780C44" w:rsidRPr="003E754C" w:rsidRDefault="00CA7AAF" w:rsidP="00555B4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8.2</w:t>
            </w:r>
            <w:r w:rsidRPr="003E754C">
              <w:rPr>
                <w:rFonts w:ascii="Gautami" w:hAnsi="Gautami" w:cs="Gautami"/>
                <w:bCs/>
                <w:sz w:val="18"/>
                <w:szCs w:val="18"/>
                <w:lang w:val="ro-RO"/>
              </w:rPr>
              <w:t xml:space="preserve"> </w:t>
            </w:r>
            <w:r w:rsidR="00555B45" w:rsidRPr="003E754C">
              <w:rPr>
                <w:rFonts w:ascii="Gautami" w:hAnsi="Gautami" w:cs="Gautami"/>
                <w:bCs/>
                <w:sz w:val="18"/>
                <w:szCs w:val="18"/>
                <w:lang w:val="ro-RO"/>
              </w:rPr>
              <w:t>A</w:t>
            </w:r>
            <w:r w:rsidR="006952D0" w:rsidRPr="003E754C">
              <w:rPr>
                <w:rFonts w:ascii="Gautami" w:hAnsi="Gautami" w:cs="Gautami"/>
                <w:bCs/>
                <w:sz w:val="18"/>
                <w:szCs w:val="18"/>
                <w:lang w:val="ro-RO"/>
              </w:rPr>
              <w:t>ctivităţi aplicative</w:t>
            </w:r>
            <w:r w:rsidR="00555B45" w:rsidRPr="003E754C">
              <w:rPr>
                <w:rStyle w:val="FootnoteReference"/>
                <w:rFonts w:ascii="Gautami" w:hAnsi="Gautami" w:cs="Gautami"/>
                <w:bCs/>
                <w:sz w:val="18"/>
                <w:szCs w:val="18"/>
                <w:lang w:val="ro-RO"/>
              </w:rPr>
              <w:footnoteReference w:id="10"/>
            </w:r>
          </w:p>
        </w:tc>
        <w:tc>
          <w:tcPr>
            <w:tcW w:w="2693" w:type="dxa"/>
          </w:tcPr>
          <w:p w:rsidR="00780C44"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Număr de ore</w:t>
            </w:r>
          </w:p>
        </w:tc>
        <w:tc>
          <w:tcPr>
            <w:tcW w:w="2091" w:type="dxa"/>
          </w:tcPr>
          <w:p w:rsidR="00780C44"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386426222" w:edGrp="everyone"/>
            <w:r w:rsidRPr="003E754C">
              <w:rPr>
                <w:rFonts w:ascii="Gautami" w:hAnsi="Gautami" w:cs="Gautami"/>
                <w:bCs/>
                <w:sz w:val="18"/>
                <w:szCs w:val="18"/>
                <w:lang w:val="ro-RO"/>
              </w:rPr>
              <w:t xml:space="preserve"> </w:t>
            </w:r>
            <w:r w:rsidR="009C4681">
              <w:rPr>
                <w:rFonts w:ascii="Gautami" w:hAnsi="Gautami" w:cs="Gautami"/>
                <w:bCs/>
                <w:sz w:val="18"/>
                <w:szCs w:val="18"/>
                <w:lang w:val="ro-RO"/>
              </w:rPr>
              <w:t>Laborator</w:t>
            </w:r>
            <w:r w:rsidRPr="003E754C">
              <w:rPr>
                <w:rFonts w:ascii="Gautami" w:hAnsi="Gautami" w:cs="Gautami"/>
                <w:bCs/>
                <w:sz w:val="18"/>
                <w:szCs w:val="18"/>
                <w:lang w:val="ro-RO"/>
              </w:rPr>
              <w:t xml:space="preserve"> </w:t>
            </w:r>
            <w:permEnd w:id="1386426222"/>
          </w:p>
        </w:tc>
        <w:tc>
          <w:tcPr>
            <w:tcW w:w="2693" w:type="dxa"/>
          </w:tcPr>
          <w:p w:rsidR="00875BC6" w:rsidRPr="003E754C" w:rsidRDefault="009C4681" w:rsidP="00453904">
            <w:pPr>
              <w:autoSpaceDE w:val="0"/>
              <w:autoSpaceDN w:val="0"/>
              <w:adjustRightInd w:val="0"/>
              <w:spacing w:before="20" w:after="20" w:line="240" w:lineRule="auto"/>
              <w:rPr>
                <w:rFonts w:ascii="Gautami" w:hAnsi="Gautami" w:cs="Gautami"/>
                <w:bCs/>
                <w:sz w:val="18"/>
                <w:szCs w:val="18"/>
                <w:lang w:val="ro-RO"/>
              </w:rPr>
            </w:pPr>
            <w:permStart w:id="397111820" w:edGrp="everyone"/>
            <w:r>
              <w:rPr>
                <w:rFonts w:ascii="Gautami" w:hAnsi="Gautami" w:cs="Gautami"/>
                <w:bCs/>
                <w:sz w:val="18"/>
                <w:szCs w:val="18"/>
                <w:lang w:val="ro-RO"/>
              </w:rPr>
              <w:t xml:space="preserve"> </w:t>
            </w:r>
            <w:r w:rsidR="00875BC6" w:rsidRPr="003E754C">
              <w:rPr>
                <w:rFonts w:ascii="Gautami" w:hAnsi="Gautami" w:cs="Gautami"/>
                <w:bCs/>
                <w:sz w:val="18"/>
                <w:szCs w:val="18"/>
                <w:lang w:val="ro-RO"/>
              </w:rPr>
              <w:t xml:space="preserve"> </w:t>
            </w:r>
            <w:permEnd w:id="397111820"/>
          </w:p>
        </w:tc>
        <w:tc>
          <w:tcPr>
            <w:tcW w:w="2091" w:type="dxa"/>
            <w:vMerge w:val="restart"/>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938171061" w:edGrp="everyone"/>
            <w:r>
              <w:rPr>
                <w:rFonts w:ascii="Gautami" w:hAnsi="Gautami" w:cs="Gautami"/>
                <w:bCs/>
                <w:sz w:val="18"/>
                <w:szCs w:val="18"/>
                <w:lang w:val="ro-RO"/>
              </w:rPr>
              <w:t xml:space="preserve"> </w:t>
            </w:r>
            <w:r w:rsidR="007C7CD7">
              <w:rPr>
                <w:rFonts w:ascii="Gautami" w:hAnsi="Gautami" w:cs="Gautami"/>
                <w:bCs/>
                <w:sz w:val="18"/>
                <w:szCs w:val="18"/>
                <w:lang w:val="ro-RO"/>
              </w:rPr>
              <w:t xml:space="preserve">Elaborare </w:t>
            </w:r>
            <w:r w:rsidR="0065614F">
              <w:rPr>
                <w:rFonts w:ascii="Gautami" w:hAnsi="Gautami" w:cs="Gautami"/>
                <w:bCs/>
                <w:sz w:val="18"/>
                <w:szCs w:val="18"/>
                <w:lang w:val="ro-RO"/>
              </w:rPr>
              <w:t xml:space="preserve">individuală de  </w:t>
            </w:r>
            <w:r w:rsidR="007C7CD7">
              <w:rPr>
                <w:rFonts w:ascii="Gautami" w:hAnsi="Gautami" w:cs="Gautami"/>
                <w:bCs/>
                <w:sz w:val="18"/>
                <w:szCs w:val="18"/>
                <w:lang w:val="ro-RO"/>
              </w:rPr>
              <w:t xml:space="preserve">modele de calcul </w:t>
            </w:r>
            <w:r w:rsidR="0065614F">
              <w:rPr>
                <w:rFonts w:ascii="Gautami" w:hAnsi="Gautami" w:cs="Gautami"/>
                <w:bCs/>
                <w:sz w:val="18"/>
                <w:szCs w:val="18"/>
                <w:lang w:val="ro-RO"/>
              </w:rPr>
              <w:t xml:space="preserve">după </w:t>
            </w:r>
            <w:proofErr w:type="spellStart"/>
            <w:r w:rsidR="0065614F">
              <w:rPr>
                <w:rFonts w:ascii="Gautami" w:hAnsi="Gautami" w:cs="Gautami"/>
                <w:bCs/>
                <w:sz w:val="18"/>
                <w:szCs w:val="18"/>
                <w:lang w:val="ro-RO"/>
              </w:rPr>
              <w:t>tutoriale</w:t>
            </w:r>
            <w:proofErr w:type="spellEnd"/>
            <w:r w:rsidR="001F3EC6">
              <w:rPr>
                <w:rFonts w:ascii="Gautami" w:hAnsi="Gautami" w:cs="Gautami"/>
                <w:bCs/>
                <w:sz w:val="18"/>
                <w:szCs w:val="18"/>
                <w:lang w:val="ro-RO"/>
              </w:rPr>
              <w:t xml:space="preserve"> puse la </w:t>
            </w:r>
            <w:proofErr w:type="spellStart"/>
            <w:r w:rsidR="001F3EC6">
              <w:rPr>
                <w:rFonts w:ascii="Gautami" w:hAnsi="Gautami" w:cs="Gautami"/>
                <w:bCs/>
                <w:sz w:val="18"/>
                <w:szCs w:val="18"/>
                <w:lang w:val="ro-RO"/>
              </w:rPr>
              <w:t>dispozitia</w:t>
            </w:r>
            <w:proofErr w:type="spellEnd"/>
            <w:r w:rsidR="001F3EC6">
              <w:rPr>
                <w:rFonts w:ascii="Gautami" w:hAnsi="Gautami" w:cs="Gautami"/>
                <w:bCs/>
                <w:sz w:val="18"/>
                <w:szCs w:val="18"/>
                <w:lang w:val="ro-RO"/>
              </w:rPr>
              <w:t xml:space="preserve"> fiecărui student</w:t>
            </w:r>
            <w:r w:rsidR="0065614F">
              <w:rPr>
                <w:rFonts w:ascii="Gautami" w:hAnsi="Gautami" w:cs="Gautami"/>
                <w:bCs/>
                <w:sz w:val="18"/>
                <w:szCs w:val="18"/>
                <w:lang w:val="ro-RO"/>
              </w:rPr>
              <w:t xml:space="preserve">. Pe baza </w:t>
            </w:r>
            <w:r w:rsidR="001F3EC6">
              <w:rPr>
                <w:rFonts w:ascii="Gautami" w:hAnsi="Gautami" w:cs="Gautami"/>
                <w:bCs/>
                <w:sz w:val="18"/>
                <w:szCs w:val="18"/>
                <w:lang w:val="ro-RO"/>
              </w:rPr>
              <w:t xml:space="preserve">modelelor elaborate anterior studenţii </w:t>
            </w:r>
            <w:proofErr w:type="spellStart"/>
            <w:r w:rsidR="001F3EC6">
              <w:rPr>
                <w:rFonts w:ascii="Gautami" w:hAnsi="Gautami" w:cs="Gautami"/>
                <w:bCs/>
                <w:sz w:val="18"/>
                <w:szCs w:val="18"/>
                <w:lang w:val="ro-RO"/>
              </w:rPr>
              <w:t>lucreză</w:t>
            </w:r>
            <w:proofErr w:type="spellEnd"/>
            <w:r w:rsidR="001F3EC6">
              <w:rPr>
                <w:rFonts w:ascii="Gautami" w:hAnsi="Gautami" w:cs="Gautami"/>
                <w:bCs/>
                <w:sz w:val="18"/>
                <w:szCs w:val="18"/>
                <w:lang w:val="ro-RO"/>
              </w:rPr>
              <w:t xml:space="preserve"> individual în continuare </w:t>
            </w:r>
            <w:r w:rsidR="0065614F">
              <w:rPr>
                <w:rFonts w:ascii="Gautami" w:hAnsi="Gautami" w:cs="Gautami"/>
                <w:bCs/>
                <w:sz w:val="18"/>
                <w:szCs w:val="18"/>
                <w:lang w:val="ro-RO"/>
              </w:rPr>
              <w:t xml:space="preserve"> </w:t>
            </w:r>
            <w:r w:rsidR="001F3EC6">
              <w:rPr>
                <w:rFonts w:ascii="Gautami" w:hAnsi="Gautami" w:cs="Gautami"/>
                <w:bCs/>
                <w:sz w:val="18"/>
                <w:szCs w:val="18"/>
                <w:lang w:val="ro-RO"/>
              </w:rPr>
              <w:t xml:space="preserve">probleme propuse al căror enunţ le este pus la </w:t>
            </w:r>
            <w:proofErr w:type="spellStart"/>
            <w:r w:rsidR="001F3EC6">
              <w:rPr>
                <w:rFonts w:ascii="Gautami" w:hAnsi="Gautami" w:cs="Gautami"/>
                <w:bCs/>
                <w:sz w:val="18"/>
                <w:szCs w:val="18"/>
                <w:lang w:val="ro-RO"/>
              </w:rPr>
              <w:t>dipoziţie</w:t>
            </w:r>
            <w:proofErr w:type="spellEnd"/>
            <w:r>
              <w:rPr>
                <w:rFonts w:ascii="Gautami" w:hAnsi="Gautami" w:cs="Gautami"/>
                <w:bCs/>
                <w:sz w:val="18"/>
                <w:szCs w:val="18"/>
                <w:lang w:val="ro-RO"/>
              </w:rPr>
              <w:t xml:space="preserve"> </w:t>
            </w:r>
            <w:permEnd w:id="1938171061"/>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619461399" w:edGrp="everyone"/>
            <w:r w:rsidRPr="003E754C">
              <w:rPr>
                <w:rFonts w:ascii="Gautami" w:hAnsi="Gautami" w:cs="Gautami"/>
                <w:bCs/>
                <w:sz w:val="18"/>
                <w:szCs w:val="18"/>
                <w:lang w:val="ro-RO"/>
              </w:rPr>
              <w:t xml:space="preserve"> </w:t>
            </w:r>
            <w:r w:rsidR="009C4681">
              <w:rPr>
                <w:rFonts w:ascii="Gautami" w:hAnsi="Gautami" w:cs="Gautami"/>
                <w:bCs/>
                <w:sz w:val="18"/>
                <w:szCs w:val="18"/>
                <w:lang w:val="ro-RO"/>
              </w:rPr>
              <w:t>Studiul stării de tensiune şi deformaţie pentru o structură de bare articulate (elemente finite de tip TRUSS2D şi TRUSS3D</w:t>
            </w:r>
            <w:r w:rsidRPr="003E754C">
              <w:rPr>
                <w:rFonts w:ascii="Gautami" w:hAnsi="Gautami" w:cs="Gautami"/>
                <w:bCs/>
                <w:sz w:val="18"/>
                <w:szCs w:val="18"/>
                <w:lang w:val="ro-RO"/>
              </w:rPr>
              <w:t xml:space="preserve"> </w:t>
            </w:r>
            <w:permEnd w:id="619461399"/>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838544958" w:edGrp="everyone"/>
            <w:r w:rsidRPr="003E754C">
              <w:rPr>
                <w:rFonts w:ascii="Gautami" w:hAnsi="Gautami" w:cs="Gautami"/>
                <w:bCs/>
                <w:sz w:val="18"/>
                <w:szCs w:val="18"/>
                <w:lang w:val="ro-RO"/>
              </w:rPr>
              <w:t xml:space="preserve"> </w:t>
            </w:r>
            <w:r w:rsidR="009C4681">
              <w:rPr>
                <w:rFonts w:ascii="Gautami" w:hAnsi="Gautami" w:cs="Gautami"/>
                <w:bCs/>
                <w:sz w:val="18"/>
                <w:szCs w:val="18"/>
                <w:lang w:val="ro-RO"/>
              </w:rPr>
              <w:t>2</w:t>
            </w:r>
            <w:r w:rsidRPr="003E754C">
              <w:rPr>
                <w:rFonts w:ascii="Gautami" w:hAnsi="Gautami" w:cs="Gautami"/>
                <w:bCs/>
                <w:sz w:val="18"/>
                <w:szCs w:val="18"/>
                <w:lang w:val="ro-RO"/>
              </w:rPr>
              <w:t xml:space="preserve"> </w:t>
            </w:r>
            <w:permEnd w:id="838544958"/>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200954234" w:edGrp="everyone"/>
            <w:r w:rsidRPr="003E754C">
              <w:rPr>
                <w:rFonts w:ascii="Gautami" w:hAnsi="Gautami" w:cs="Gautami"/>
                <w:bCs/>
                <w:sz w:val="18"/>
                <w:szCs w:val="18"/>
                <w:lang w:val="ro-RO"/>
              </w:rPr>
              <w:t xml:space="preserve"> </w:t>
            </w:r>
            <w:r w:rsidR="009C4681">
              <w:rPr>
                <w:rFonts w:ascii="Gautami" w:hAnsi="Gautami" w:cs="Gautami"/>
                <w:bCs/>
                <w:sz w:val="18"/>
                <w:szCs w:val="18"/>
                <w:lang w:val="ro-RO"/>
              </w:rPr>
              <w:t xml:space="preserve">Studiul stării de tensiune şi deformaţie pentru o structură de bare cu noduri rigide în plan (elemente finite de tip BEAM2D) </w:t>
            </w:r>
            <w:permEnd w:id="1200954234"/>
          </w:p>
        </w:tc>
        <w:tc>
          <w:tcPr>
            <w:tcW w:w="2693" w:type="dxa"/>
          </w:tcPr>
          <w:p w:rsidR="00875BC6" w:rsidRPr="003E754C" w:rsidRDefault="009C4681" w:rsidP="00453904">
            <w:pPr>
              <w:autoSpaceDE w:val="0"/>
              <w:autoSpaceDN w:val="0"/>
              <w:adjustRightInd w:val="0"/>
              <w:spacing w:before="20" w:after="20" w:line="240" w:lineRule="auto"/>
              <w:rPr>
                <w:rFonts w:ascii="Gautami" w:hAnsi="Gautami" w:cs="Gautami"/>
                <w:bCs/>
                <w:sz w:val="18"/>
                <w:szCs w:val="18"/>
                <w:lang w:val="ro-RO"/>
              </w:rPr>
            </w:pPr>
            <w:permStart w:id="188634534" w:edGrp="everyone"/>
            <w:r>
              <w:rPr>
                <w:rFonts w:ascii="Gautami" w:hAnsi="Gautami" w:cs="Gautami"/>
                <w:bCs/>
                <w:sz w:val="18"/>
                <w:szCs w:val="18"/>
                <w:lang w:val="ro-RO"/>
              </w:rPr>
              <w:t>2</w:t>
            </w:r>
            <w:r w:rsidR="00875BC6" w:rsidRPr="003E754C">
              <w:rPr>
                <w:rFonts w:ascii="Gautami" w:hAnsi="Gautami" w:cs="Gautami"/>
                <w:bCs/>
                <w:sz w:val="18"/>
                <w:szCs w:val="18"/>
                <w:lang w:val="ro-RO"/>
              </w:rPr>
              <w:t xml:space="preserve"> </w:t>
            </w:r>
            <w:permEnd w:id="18863453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2144798776" w:edGrp="everyone"/>
            <w:r w:rsidRPr="003E754C">
              <w:rPr>
                <w:rFonts w:ascii="Gautami" w:hAnsi="Gautami" w:cs="Gautami"/>
                <w:bCs/>
                <w:sz w:val="18"/>
                <w:szCs w:val="18"/>
                <w:lang w:val="ro-RO"/>
              </w:rPr>
              <w:t xml:space="preserve"> </w:t>
            </w:r>
            <w:r w:rsidR="009C4681">
              <w:rPr>
                <w:rFonts w:ascii="Gautami" w:hAnsi="Gautami" w:cs="Gautami"/>
                <w:bCs/>
                <w:sz w:val="18"/>
                <w:szCs w:val="18"/>
                <w:lang w:val="ro-RO"/>
              </w:rPr>
              <w:t xml:space="preserve">Studiul stării de tensiune şi deformaţie pentru o structură de bare cu noduri rigide în </w:t>
            </w:r>
            <w:proofErr w:type="spellStart"/>
            <w:r w:rsidR="009C4681">
              <w:rPr>
                <w:rFonts w:ascii="Gautami" w:hAnsi="Gautami" w:cs="Gautami"/>
                <w:bCs/>
                <w:sz w:val="18"/>
                <w:szCs w:val="18"/>
                <w:lang w:val="ro-RO"/>
              </w:rPr>
              <w:t>spatiu</w:t>
            </w:r>
            <w:proofErr w:type="spellEnd"/>
            <w:r w:rsidR="009C4681">
              <w:rPr>
                <w:rFonts w:ascii="Gautami" w:hAnsi="Gautami" w:cs="Gautami"/>
                <w:bCs/>
                <w:sz w:val="18"/>
                <w:szCs w:val="18"/>
                <w:lang w:val="ro-RO"/>
              </w:rPr>
              <w:t xml:space="preserve"> (elemente finite de tip BEAM3D) </w:t>
            </w:r>
            <w:r w:rsidRPr="003E754C">
              <w:rPr>
                <w:rFonts w:ascii="Gautami" w:hAnsi="Gautami" w:cs="Gautami"/>
                <w:bCs/>
                <w:sz w:val="18"/>
                <w:szCs w:val="18"/>
                <w:lang w:val="ro-RO"/>
              </w:rPr>
              <w:t xml:space="preserve"> </w:t>
            </w:r>
            <w:permEnd w:id="2144798776"/>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01000050" w:edGrp="everyone"/>
            <w:r w:rsidRPr="003E754C">
              <w:rPr>
                <w:rFonts w:ascii="Gautami" w:hAnsi="Gautami" w:cs="Gautami"/>
                <w:bCs/>
                <w:sz w:val="18"/>
                <w:szCs w:val="18"/>
                <w:lang w:val="ro-RO"/>
              </w:rPr>
              <w:t xml:space="preserve"> </w:t>
            </w:r>
            <w:r w:rsidR="009C4681">
              <w:rPr>
                <w:rFonts w:ascii="Gautami" w:hAnsi="Gautami" w:cs="Gautami"/>
                <w:bCs/>
                <w:sz w:val="18"/>
                <w:szCs w:val="18"/>
                <w:lang w:val="ro-RO"/>
              </w:rPr>
              <w:t>2</w:t>
            </w:r>
            <w:r w:rsidRPr="003E754C">
              <w:rPr>
                <w:rFonts w:ascii="Gautami" w:hAnsi="Gautami" w:cs="Gautami"/>
                <w:bCs/>
                <w:sz w:val="18"/>
                <w:szCs w:val="18"/>
                <w:lang w:val="ro-RO"/>
              </w:rPr>
              <w:t xml:space="preserve"> </w:t>
            </w:r>
            <w:permEnd w:id="101000050"/>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471994245" w:edGrp="everyone"/>
            <w:r w:rsidRPr="003E754C">
              <w:rPr>
                <w:rFonts w:ascii="Gautami" w:hAnsi="Gautami" w:cs="Gautami"/>
                <w:bCs/>
                <w:sz w:val="18"/>
                <w:szCs w:val="18"/>
                <w:lang w:val="ro-RO"/>
              </w:rPr>
              <w:t xml:space="preserve"> </w:t>
            </w:r>
            <w:r w:rsidR="009C4681">
              <w:rPr>
                <w:rFonts w:ascii="Gautami" w:hAnsi="Gautami" w:cs="Gautami"/>
                <w:bCs/>
                <w:sz w:val="18"/>
                <w:szCs w:val="18"/>
                <w:lang w:val="ro-RO"/>
              </w:rPr>
              <w:t xml:space="preserve">Studiul stării de tensiune şi deformaţie în jurul unui concentrator de tensiune pentru o structură aflată într-o  stare de tensiune plană (elemente finite de tip PLANE2D şi TRIANG) </w:t>
            </w:r>
            <w:r w:rsidR="009C4681" w:rsidRPr="003E754C">
              <w:rPr>
                <w:rFonts w:ascii="Gautami" w:hAnsi="Gautami" w:cs="Gautami"/>
                <w:bCs/>
                <w:sz w:val="18"/>
                <w:szCs w:val="18"/>
                <w:lang w:val="ro-RO"/>
              </w:rPr>
              <w:t xml:space="preserve"> </w:t>
            </w:r>
            <w:r w:rsidRPr="003E754C">
              <w:rPr>
                <w:rFonts w:ascii="Gautami" w:hAnsi="Gautami" w:cs="Gautami"/>
                <w:bCs/>
                <w:sz w:val="18"/>
                <w:szCs w:val="18"/>
                <w:lang w:val="ro-RO"/>
              </w:rPr>
              <w:t xml:space="preserve"> </w:t>
            </w:r>
            <w:permEnd w:id="471994245"/>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2049538512" w:edGrp="everyone"/>
            <w:r w:rsidRPr="003E754C">
              <w:rPr>
                <w:rFonts w:ascii="Gautami" w:hAnsi="Gautami" w:cs="Gautami"/>
                <w:bCs/>
                <w:sz w:val="18"/>
                <w:szCs w:val="18"/>
                <w:lang w:val="ro-RO"/>
              </w:rPr>
              <w:t xml:space="preserve"> </w:t>
            </w:r>
            <w:r w:rsidR="009C4681">
              <w:rPr>
                <w:rFonts w:ascii="Gautami" w:hAnsi="Gautami" w:cs="Gautami"/>
                <w:bCs/>
                <w:sz w:val="18"/>
                <w:szCs w:val="18"/>
                <w:lang w:val="ro-RO"/>
              </w:rPr>
              <w:t>4</w:t>
            </w:r>
            <w:r w:rsidRPr="003E754C">
              <w:rPr>
                <w:rFonts w:ascii="Gautami" w:hAnsi="Gautami" w:cs="Gautami"/>
                <w:bCs/>
                <w:sz w:val="18"/>
                <w:szCs w:val="18"/>
                <w:lang w:val="ro-RO"/>
              </w:rPr>
              <w:t xml:space="preserve"> </w:t>
            </w:r>
            <w:permEnd w:id="2049538512"/>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812594977" w:edGrp="everyone"/>
            <w:r w:rsidRPr="003E754C">
              <w:rPr>
                <w:rFonts w:ascii="Gautami" w:hAnsi="Gautami" w:cs="Gautami"/>
                <w:bCs/>
                <w:sz w:val="18"/>
                <w:szCs w:val="18"/>
                <w:lang w:val="ro-RO"/>
              </w:rPr>
              <w:t xml:space="preserve">  </w:t>
            </w:r>
            <w:permEnd w:id="812594977"/>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1953849112" w:edGrp="everyone"/>
            <w:r w:rsidRPr="003E754C">
              <w:rPr>
                <w:rFonts w:ascii="Gautami" w:hAnsi="Gautami" w:cs="Gautami"/>
                <w:bCs/>
                <w:sz w:val="18"/>
                <w:szCs w:val="18"/>
                <w:lang w:val="ro-RO"/>
              </w:rPr>
              <w:t xml:space="preserve"> </w:t>
            </w:r>
            <w:r w:rsidR="009C4681">
              <w:rPr>
                <w:rFonts w:ascii="Gautami" w:hAnsi="Gautami" w:cs="Gautami"/>
                <w:bCs/>
                <w:sz w:val="18"/>
                <w:szCs w:val="18"/>
                <w:lang w:val="ro-RO"/>
              </w:rPr>
              <w:t xml:space="preserve">Studiul stării de tensiune şi deformaţie în jurul unui concentrator de tensiune pentru o structură aflată într-o  stare de </w:t>
            </w:r>
            <w:r w:rsidR="007C7CD7">
              <w:rPr>
                <w:rFonts w:ascii="Gautami" w:hAnsi="Gautami" w:cs="Gautami"/>
                <w:bCs/>
                <w:sz w:val="18"/>
                <w:szCs w:val="18"/>
                <w:lang w:val="ro-RO"/>
              </w:rPr>
              <w:t xml:space="preserve">deformaţie </w:t>
            </w:r>
            <w:r w:rsidR="009C4681">
              <w:rPr>
                <w:rFonts w:ascii="Gautami" w:hAnsi="Gautami" w:cs="Gautami"/>
                <w:bCs/>
                <w:sz w:val="18"/>
                <w:szCs w:val="18"/>
                <w:lang w:val="ro-RO"/>
              </w:rPr>
              <w:t>plană</w:t>
            </w:r>
            <w:r w:rsidR="007C7CD7">
              <w:rPr>
                <w:rFonts w:ascii="Gautami" w:hAnsi="Gautami" w:cs="Gautami"/>
                <w:bCs/>
                <w:sz w:val="18"/>
                <w:szCs w:val="18"/>
                <w:lang w:val="ro-RO"/>
              </w:rPr>
              <w:t xml:space="preserve"> şi o structură de tip axial simetric</w:t>
            </w:r>
            <w:r w:rsidR="009C4681">
              <w:rPr>
                <w:rFonts w:ascii="Gautami" w:hAnsi="Gautami" w:cs="Gautami"/>
                <w:bCs/>
                <w:sz w:val="18"/>
                <w:szCs w:val="18"/>
                <w:lang w:val="ro-RO"/>
              </w:rPr>
              <w:t xml:space="preserve"> (elemente finite de tip PLANE2D şi TRIANG) </w:t>
            </w:r>
            <w:r w:rsidR="009C4681" w:rsidRPr="003E754C">
              <w:rPr>
                <w:rFonts w:ascii="Gautami" w:hAnsi="Gautami" w:cs="Gautami"/>
                <w:bCs/>
                <w:sz w:val="18"/>
                <w:szCs w:val="18"/>
                <w:lang w:val="ro-RO"/>
              </w:rPr>
              <w:t xml:space="preserve">  </w:t>
            </w:r>
            <w:r w:rsidRPr="003E754C">
              <w:rPr>
                <w:rFonts w:ascii="Gautami" w:hAnsi="Gautami" w:cs="Gautami"/>
                <w:bCs/>
                <w:sz w:val="18"/>
                <w:szCs w:val="18"/>
                <w:lang w:val="ro-RO"/>
              </w:rPr>
              <w:t xml:space="preserve"> </w:t>
            </w:r>
            <w:permEnd w:id="1953849112"/>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642321012" w:edGrp="everyone"/>
            <w:r w:rsidRPr="003E754C">
              <w:rPr>
                <w:rFonts w:ascii="Gautami" w:hAnsi="Gautami" w:cs="Gautami"/>
                <w:bCs/>
                <w:sz w:val="18"/>
                <w:szCs w:val="18"/>
                <w:lang w:val="ro-RO"/>
              </w:rPr>
              <w:t xml:space="preserve"> </w:t>
            </w:r>
            <w:r w:rsidR="007C7CD7">
              <w:rPr>
                <w:rFonts w:ascii="Gautami" w:hAnsi="Gautami" w:cs="Gautami"/>
                <w:bCs/>
                <w:sz w:val="18"/>
                <w:szCs w:val="18"/>
                <w:lang w:val="ro-RO"/>
              </w:rPr>
              <w:t>4</w:t>
            </w:r>
            <w:r w:rsidRPr="003E754C">
              <w:rPr>
                <w:rFonts w:ascii="Gautami" w:hAnsi="Gautami" w:cs="Gautami"/>
                <w:bCs/>
                <w:sz w:val="18"/>
                <w:szCs w:val="18"/>
                <w:lang w:val="ro-RO"/>
              </w:rPr>
              <w:t xml:space="preserve"> </w:t>
            </w:r>
            <w:permEnd w:id="642321012"/>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341573838" w:edGrp="everyone"/>
            <w:r w:rsidRPr="003E754C">
              <w:rPr>
                <w:rFonts w:ascii="Gautami" w:hAnsi="Gautami" w:cs="Gautami"/>
                <w:bCs/>
                <w:sz w:val="18"/>
                <w:szCs w:val="18"/>
                <w:lang w:val="ro-RO"/>
              </w:rPr>
              <w:t xml:space="preserve">  </w:t>
            </w:r>
            <w:permEnd w:id="341573838"/>
          </w:p>
        </w:tc>
      </w:tr>
      <w:tr w:rsidR="00780C44" w:rsidRPr="003E754C" w:rsidTr="00C12BE1">
        <w:trPr>
          <w:jc w:val="right"/>
        </w:trPr>
        <w:tc>
          <w:tcPr>
            <w:tcW w:w="5798" w:type="dxa"/>
            <w:shd w:val="clear" w:color="auto" w:fill="D9D9D9"/>
          </w:tcPr>
          <w:p w:rsidR="00780C44" w:rsidRPr="003E754C" w:rsidRDefault="007C7CD7" w:rsidP="00453904">
            <w:pPr>
              <w:autoSpaceDE w:val="0"/>
              <w:autoSpaceDN w:val="0"/>
              <w:adjustRightInd w:val="0"/>
              <w:spacing w:before="20" w:after="20" w:line="240" w:lineRule="auto"/>
              <w:ind w:left="389" w:hanging="389"/>
              <w:rPr>
                <w:rFonts w:ascii="Gautami" w:hAnsi="Gautami" w:cs="Gautami"/>
                <w:bCs/>
                <w:sz w:val="18"/>
                <w:szCs w:val="18"/>
                <w:lang w:val="ro-RO"/>
              </w:rPr>
            </w:pPr>
            <w:permStart w:id="1005860815" w:edGrp="everyone"/>
            <w:r>
              <w:rPr>
                <w:rFonts w:ascii="Gautami" w:hAnsi="Gautami" w:cs="Gautami"/>
                <w:bCs/>
                <w:sz w:val="18"/>
                <w:szCs w:val="18"/>
                <w:lang w:val="ro-RO"/>
              </w:rPr>
              <w:t xml:space="preserve">Studiul stării de tensiune şi deformaţie pentru o structură complexă de tip masiv (elemente finite de tip SOLID şi BRICK (tetraedrice şi  </w:t>
            </w:r>
            <w:proofErr w:type="spellStart"/>
            <w:r>
              <w:rPr>
                <w:rFonts w:ascii="Gautami" w:hAnsi="Gautami" w:cs="Gautami"/>
                <w:bCs/>
                <w:sz w:val="18"/>
                <w:szCs w:val="18"/>
                <w:lang w:val="ro-RO"/>
              </w:rPr>
              <w:t>şi</w:t>
            </w:r>
            <w:proofErr w:type="spellEnd"/>
            <w:r>
              <w:rPr>
                <w:rFonts w:ascii="Gautami" w:hAnsi="Gautami" w:cs="Gautami"/>
                <w:bCs/>
                <w:sz w:val="18"/>
                <w:szCs w:val="18"/>
                <w:lang w:val="ro-RO"/>
              </w:rPr>
              <w:t xml:space="preserve"> hexaedrice) </w:t>
            </w:r>
            <w:r w:rsidRPr="003E754C">
              <w:rPr>
                <w:rFonts w:ascii="Gautami" w:hAnsi="Gautami" w:cs="Gautami"/>
                <w:bCs/>
                <w:sz w:val="18"/>
                <w:szCs w:val="18"/>
                <w:lang w:val="ro-RO"/>
              </w:rPr>
              <w:t xml:space="preserve">   </w:t>
            </w:r>
            <w:r w:rsidR="00FD5BE8" w:rsidRPr="003E754C">
              <w:rPr>
                <w:rFonts w:ascii="Gautami" w:hAnsi="Gautami" w:cs="Gautami"/>
                <w:bCs/>
                <w:sz w:val="18"/>
                <w:szCs w:val="18"/>
                <w:lang w:val="ro-RO"/>
              </w:rPr>
              <w:t xml:space="preserve">  </w:t>
            </w:r>
            <w:permEnd w:id="1005860815"/>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423243759" w:edGrp="everyone"/>
            <w:r w:rsidRPr="003E754C">
              <w:rPr>
                <w:rFonts w:ascii="Gautami" w:hAnsi="Gautami" w:cs="Gautami"/>
                <w:bCs/>
                <w:sz w:val="18"/>
                <w:szCs w:val="18"/>
                <w:lang w:val="ro-RO"/>
              </w:rPr>
              <w:t xml:space="preserve"> </w:t>
            </w:r>
            <w:r w:rsidR="007C7CD7">
              <w:rPr>
                <w:rFonts w:ascii="Gautami" w:hAnsi="Gautami" w:cs="Gautami"/>
                <w:bCs/>
                <w:sz w:val="18"/>
                <w:szCs w:val="18"/>
                <w:lang w:val="ro-RO"/>
              </w:rPr>
              <w:t>4</w:t>
            </w:r>
            <w:r w:rsidRPr="003E754C">
              <w:rPr>
                <w:rFonts w:ascii="Gautami" w:hAnsi="Gautami" w:cs="Gautami"/>
                <w:bCs/>
                <w:sz w:val="18"/>
                <w:szCs w:val="18"/>
                <w:lang w:val="ro-RO"/>
              </w:rPr>
              <w:t xml:space="preserve"> </w:t>
            </w:r>
            <w:permEnd w:id="423243759"/>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2062642726" w:edGrp="everyone"/>
            <w:r w:rsidRPr="003E754C">
              <w:rPr>
                <w:rFonts w:ascii="Gautami" w:hAnsi="Gautami" w:cs="Gautami"/>
                <w:bCs/>
                <w:sz w:val="18"/>
                <w:szCs w:val="18"/>
                <w:lang w:val="ro-RO"/>
              </w:rPr>
              <w:t xml:space="preserve">  </w:t>
            </w:r>
            <w:permEnd w:id="2062642726"/>
          </w:p>
        </w:tc>
      </w:tr>
      <w:tr w:rsidR="00780C44" w:rsidRPr="003E754C" w:rsidTr="00C12BE1">
        <w:trPr>
          <w:jc w:val="right"/>
        </w:trPr>
        <w:tc>
          <w:tcPr>
            <w:tcW w:w="5798" w:type="dxa"/>
            <w:shd w:val="clear" w:color="auto" w:fill="D9D9D9"/>
          </w:tcPr>
          <w:p w:rsidR="00780C44" w:rsidRPr="003E754C" w:rsidRDefault="007C7CD7" w:rsidP="00453904">
            <w:pPr>
              <w:autoSpaceDE w:val="0"/>
              <w:autoSpaceDN w:val="0"/>
              <w:adjustRightInd w:val="0"/>
              <w:spacing w:before="20" w:after="20" w:line="240" w:lineRule="auto"/>
              <w:ind w:left="389" w:hanging="389"/>
              <w:rPr>
                <w:rFonts w:ascii="Gautami" w:hAnsi="Gautami" w:cs="Gautami"/>
                <w:bCs/>
                <w:sz w:val="18"/>
                <w:szCs w:val="18"/>
                <w:lang w:val="ro-RO"/>
              </w:rPr>
            </w:pPr>
            <w:permStart w:id="902972648" w:edGrp="everyone"/>
            <w:r>
              <w:rPr>
                <w:rFonts w:ascii="Gautami" w:hAnsi="Gautami" w:cs="Gautami"/>
                <w:bCs/>
                <w:sz w:val="18"/>
                <w:szCs w:val="18"/>
                <w:lang w:val="ro-RO"/>
              </w:rPr>
              <w:t xml:space="preserve">Studiul stării de tensiune şi deformaţie </w:t>
            </w:r>
            <w:proofErr w:type="spellStart"/>
            <w:r>
              <w:rPr>
                <w:rFonts w:ascii="Gautami" w:hAnsi="Gautami" w:cs="Gautami"/>
                <w:bCs/>
                <w:sz w:val="18"/>
                <w:szCs w:val="18"/>
                <w:lang w:val="ro-RO"/>
              </w:rPr>
              <w:t>pentro</w:t>
            </w:r>
            <w:proofErr w:type="spellEnd"/>
            <w:r>
              <w:rPr>
                <w:rFonts w:ascii="Gautami" w:hAnsi="Gautami" w:cs="Gautami"/>
                <w:bCs/>
                <w:sz w:val="18"/>
                <w:szCs w:val="18"/>
                <w:lang w:val="ro-RO"/>
              </w:rPr>
              <w:t xml:space="preserve"> o structură de rezistenţă complexă solicitată mecanic şi termic) </w:t>
            </w:r>
            <w:r w:rsidRPr="003E754C">
              <w:rPr>
                <w:rFonts w:ascii="Gautami" w:hAnsi="Gautami" w:cs="Gautami"/>
                <w:bCs/>
                <w:sz w:val="18"/>
                <w:szCs w:val="18"/>
                <w:lang w:val="ro-RO"/>
              </w:rPr>
              <w:t xml:space="preserve">   </w:t>
            </w:r>
            <w:r w:rsidR="00FD5BE8" w:rsidRPr="003E754C">
              <w:rPr>
                <w:rFonts w:ascii="Gautami" w:hAnsi="Gautami" w:cs="Gautami"/>
                <w:bCs/>
                <w:sz w:val="18"/>
                <w:szCs w:val="18"/>
                <w:lang w:val="ro-RO"/>
              </w:rPr>
              <w:t xml:space="preserve"> </w:t>
            </w:r>
            <w:permEnd w:id="902972648"/>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281130172" w:edGrp="everyone"/>
            <w:r w:rsidRPr="003E754C">
              <w:rPr>
                <w:rFonts w:ascii="Gautami" w:hAnsi="Gautami" w:cs="Gautami"/>
                <w:bCs/>
                <w:sz w:val="18"/>
                <w:szCs w:val="18"/>
                <w:lang w:val="ro-RO"/>
              </w:rPr>
              <w:t xml:space="preserve"> </w:t>
            </w:r>
            <w:r w:rsidR="007C7CD7">
              <w:rPr>
                <w:rFonts w:ascii="Gautami" w:hAnsi="Gautami" w:cs="Gautami"/>
                <w:bCs/>
                <w:sz w:val="18"/>
                <w:szCs w:val="18"/>
                <w:lang w:val="ro-RO"/>
              </w:rPr>
              <w:t>4</w:t>
            </w:r>
            <w:r w:rsidRPr="003E754C">
              <w:rPr>
                <w:rFonts w:ascii="Gautami" w:hAnsi="Gautami" w:cs="Gautami"/>
                <w:bCs/>
                <w:sz w:val="18"/>
                <w:szCs w:val="18"/>
                <w:lang w:val="ro-RO"/>
              </w:rPr>
              <w:t xml:space="preserve"> </w:t>
            </w:r>
            <w:permEnd w:id="1281130172"/>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30942203" w:edGrp="everyone"/>
            <w:r w:rsidRPr="003E754C">
              <w:rPr>
                <w:rFonts w:ascii="Gautami" w:hAnsi="Gautami" w:cs="Gautami"/>
                <w:bCs/>
                <w:sz w:val="18"/>
                <w:szCs w:val="18"/>
                <w:lang w:val="ro-RO"/>
              </w:rPr>
              <w:t xml:space="preserve">  </w:t>
            </w:r>
            <w:permEnd w:id="30942203"/>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2022402267" w:edGrp="everyone"/>
            <w:r w:rsidRPr="003E754C">
              <w:rPr>
                <w:rFonts w:ascii="Gautami" w:hAnsi="Gautami" w:cs="Gautami"/>
                <w:bCs/>
                <w:sz w:val="18"/>
                <w:szCs w:val="18"/>
                <w:lang w:val="ro-RO"/>
              </w:rPr>
              <w:t xml:space="preserve"> </w:t>
            </w:r>
            <w:r w:rsidR="007C7CD7">
              <w:rPr>
                <w:rFonts w:ascii="Gautami" w:hAnsi="Gautami" w:cs="Gautami"/>
                <w:bCs/>
                <w:sz w:val="18"/>
                <w:szCs w:val="18"/>
                <w:lang w:val="ro-RO"/>
              </w:rPr>
              <w:t xml:space="preserve">Analiza comparativă a pachetelor Software </w:t>
            </w:r>
            <w:proofErr w:type="spellStart"/>
            <w:r w:rsidR="007C7CD7">
              <w:rPr>
                <w:rFonts w:ascii="Gautami" w:hAnsi="Gautami" w:cs="Gautami"/>
                <w:bCs/>
                <w:sz w:val="18"/>
                <w:szCs w:val="18"/>
                <w:lang w:val="ro-RO"/>
              </w:rPr>
              <w:t>utilizate-</w:t>
            </w:r>
            <w:proofErr w:type="spellEnd"/>
            <w:r w:rsidR="007C7CD7">
              <w:rPr>
                <w:rFonts w:ascii="Gautami" w:hAnsi="Gautami" w:cs="Gautami"/>
                <w:bCs/>
                <w:sz w:val="18"/>
                <w:szCs w:val="18"/>
                <w:lang w:val="ro-RO"/>
              </w:rPr>
              <w:t xml:space="preserve"> COSMOS/M, ABAQUS, ANSYS, SOLIDWORKS</w:t>
            </w:r>
            <w:r w:rsidRPr="003E754C">
              <w:rPr>
                <w:rFonts w:ascii="Gautami" w:hAnsi="Gautami" w:cs="Gautami"/>
                <w:bCs/>
                <w:sz w:val="18"/>
                <w:szCs w:val="18"/>
                <w:lang w:val="ro-RO"/>
              </w:rPr>
              <w:t xml:space="preserve"> </w:t>
            </w:r>
            <w:permEnd w:id="2022402267"/>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203964540" w:edGrp="everyone"/>
            <w:r w:rsidRPr="003E754C">
              <w:rPr>
                <w:rFonts w:ascii="Gautami" w:hAnsi="Gautami" w:cs="Gautami"/>
                <w:bCs/>
                <w:sz w:val="18"/>
                <w:szCs w:val="18"/>
                <w:lang w:val="ro-RO"/>
              </w:rPr>
              <w:t xml:space="preserve"> </w:t>
            </w:r>
            <w:r w:rsidR="007C7CD7">
              <w:rPr>
                <w:rFonts w:ascii="Gautami" w:hAnsi="Gautami" w:cs="Gautami"/>
                <w:bCs/>
                <w:sz w:val="18"/>
                <w:szCs w:val="18"/>
                <w:lang w:val="ro-RO"/>
              </w:rPr>
              <w:t>6</w:t>
            </w:r>
            <w:r w:rsidRPr="003E754C">
              <w:rPr>
                <w:rFonts w:ascii="Gautami" w:hAnsi="Gautami" w:cs="Gautami"/>
                <w:bCs/>
                <w:sz w:val="18"/>
                <w:szCs w:val="18"/>
                <w:lang w:val="ro-RO"/>
              </w:rPr>
              <w:t xml:space="preserve"> </w:t>
            </w:r>
            <w:permEnd w:id="203964540"/>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561644464" w:edGrp="everyone"/>
            <w:r w:rsidRPr="003E754C">
              <w:rPr>
                <w:rFonts w:ascii="Gautami" w:hAnsi="Gautami" w:cs="Gautami"/>
                <w:bCs/>
                <w:sz w:val="18"/>
                <w:szCs w:val="18"/>
                <w:lang w:val="ro-RO"/>
              </w:rPr>
              <w:t xml:space="preserve">  </w:t>
            </w:r>
            <w:permEnd w:id="561644464"/>
          </w:p>
        </w:tc>
      </w:tr>
      <w:tr w:rsidR="00CA7AAF" w:rsidRPr="003E754C" w:rsidTr="00C12BE1">
        <w:trPr>
          <w:trHeight w:val="1907"/>
          <w:jc w:val="right"/>
        </w:trPr>
        <w:tc>
          <w:tcPr>
            <w:tcW w:w="10582" w:type="dxa"/>
            <w:gridSpan w:val="3"/>
            <w:shd w:val="clear" w:color="auto" w:fill="D9D9D9"/>
          </w:tcPr>
          <w:p w:rsidR="00CA7AAF" w:rsidRPr="003E754C" w:rsidRDefault="00CA7AAF"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Bibliografie</w:t>
            </w:r>
            <w:r w:rsidR="006A1695" w:rsidRPr="003E754C">
              <w:rPr>
                <w:rStyle w:val="FootnoteReference"/>
                <w:rFonts w:ascii="Gautami" w:hAnsi="Gautami" w:cs="Gautami"/>
                <w:bCs/>
                <w:sz w:val="18"/>
                <w:szCs w:val="18"/>
                <w:lang w:val="ro-RO"/>
              </w:rPr>
              <w:footnoteReference w:id="11"/>
            </w:r>
            <w:r w:rsidR="005B5908" w:rsidRPr="003E754C">
              <w:rPr>
                <w:rFonts w:ascii="Gautami" w:hAnsi="Gautami" w:cs="Gautami"/>
                <w:bCs/>
                <w:sz w:val="18"/>
                <w:szCs w:val="18"/>
                <w:lang w:val="ro-RO"/>
              </w:rPr>
              <w:t xml:space="preserve">  </w:t>
            </w:r>
            <w:permStart w:id="1442647869" w:edGrp="everyone"/>
            <w:r w:rsidR="00FD5BE8" w:rsidRPr="003E754C">
              <w:rPr>
                <w:rFonts w:ascii="Gautami" w:hAnsi="Gautami" w:cs="Gautami"/>
                <w:bCs/>
                <w:sz w:val="18"/>
                <w:szCs w:val="18"/>
                <w:lang w:val="ro-RO"/>
              </w:rPr>
              <w:t xml:space="preserve"> </w:t>
            </w:r>
            <w:r w:rsidR="00834D5B">
              <w:rPr>
                <w:rFonts w:ascii="Gautami" w:hAnsi="Gautami" w:cs="Gautami"/>
                <w:bCs/>
                <w:sz w:val="18"/>
                <w:szCs w:val="18"/>
                <w:lang w:val="ro-RO"/>
              </w:rPr>
              <w:t xml:space="preserve">Faur. N., s.a., Metoda Elementelor </w:t>
            </w:r>
            <w:proofErr w:type="spellStart"/>
            <w:r w:rsidR="00834D5B">
              <w:rPr>
                <w:rFonts w:ascii="Gautami" w:hAnsi="Gautami" w:cs="Gautami"/>
                <w:bCs/>
                <w:sz w:val="18"/>
                <w:szCs w:val="18"/>
                <w:lang w:val="ro-RO"/>
              </w:rPr>
              <w:t>Finite-Indrumător</w:t>
            </w:r>
            <w:proofErr w:type="spellEnd"/>
            <w:r w:rsidR="00834D5B">
              <w:rPr>
                <w:rFonts w:ascii="Gautami" w:hAnsi="Gautami" w:cs="Gautami"/>
                <w:bCs/>
                <w:sz w:val="18"/>
                <w:szCs w:val="18"/>
                <w:lang w:val="ro-RO"/>
              </w:rPr>
              <w:t xml:space="preserve"> de laborator,  </w:t>
            </w:r>
            <w:r w:rsidR="00813EBB" w:rsidRPr="00813EBB">
              <w:rPr>
                <w:rFonts w:ascii="Gautami" w:hAnsi="Gautami" w:cs="Gautami"/>
                <w:bCs/>
                <w:sz w:val="18"/>
                <w:szCs w:val="18"/>
                <w:lang w:val="ro-RO"/>
              </w:rPr>
              <w:t>http://www.mec.upt.ro/rezi/e-books.html</w:t>
            </w:r>
            <w:r w:rsidR="00FD5BE8" w:rsidRPr="003E754C">
              <w:rPr>
                <w:rFonts w:ascii="Gautami" w:hAnsi="Gautami" w:cs="Gautami"/>
                <w:bCs/>
                <w:sz w:val="18"/>
                <w:szCs w:val="18"/>
                <w:lang w:val="ro-RO"/>
              </w:rPr>
              <w:t xml:space="preserve"> </w:t>
            </w:r>
            <w:permEnd w:id="1442647869"/>
          </w:p>
        </w:tc>
      </w:tr>
    </w:tbl>
    <w:p w:rsidR="00044711" w:rsidRPr="003E754C" w:rsidRDefault="00044711" w:rsidP="0076356B">
      <w:pPr>
        <w:autoSpaceDE w:val="0"/>
        <w:autoSpaceDN w:val="0"/>
        <w:adjustRightInd w:val="0"/>
        <w:spacing w:after="0" w:line="240" w:lineRule="auto"/>
        <w:ind w:firstLine="720"/>
        <w:jc w:val="both"/>
        <w:rPr>
          <w:rFonts w:ascii="Verdana" w:hAnsi="Verdana"/>
          <w:bCs/>
          <w:sz w:val="24"/>
          <w:szCs w:val="24"/>
          <w:lang w:val="ro-RO"/>
        </w:rPr>
      </w:pPr>
    </w:p>
    <w:p w:rsidR="00ED0F61" w:rsidRPr="003E754C" w:rsidRDefault="00ED0F61" w:rsidP="001B3C43">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9.</w:t>
      </w:r>
      <w:r w:rsidRPr="003E754C">
        <w:rPr>
          <w:rFonts w:ascii="Verdana" w:hAnsi="Verdana"/>
          <w:b/>
          <w:bCs/>
          <w:sz w:val="18"/>
          <w:szCs w:val="18"/>
          <w:lang w:val="ro-RO"/>
        </w:rPr>
        <w:tab/>
        <w:t>Coroborarea con</w:t>
      </w:r>
      <w:r w:rsidR="00A51361" w:rsidRPr="003E754C">
        <w:rPr>
          <w:rFonts w:ascii="Verdana" w:hAnsi="Verdana"/>
          <w:b/>
          <w:bCs/>
          <w:sz w:val="18"/>
          <w:szCs w:val="18"/>
          <w:lang w:val="ro-RO"/>
        </w:rPr>
        <w:t>ţinuturilor disciplinei cu aş</w:t>
      </w:r>
      <w:r w:rsidRPr="003E754C">
        <w:rPr>
          <w:rFonts w:ascii="Verdana" w:hAnsi="Verdana"/>
          <w:b/>
          <w:bCs/>
          <w:sz w:val="18"/>
          <w:szCs w:val="18"/>
          <w:lang w:val="ro-RO"/>
        </w:rPr>
        <w:t>tept</w:t>
      </w:r>
      <w:r w:rsidR="00A51361" w:rsidRPr="003E754C">
        <w:rPr>
          <w:rFonts w:ascii="Verdana" w:hAnsi="Verdana"/>
          <w:b/>
          <w:bCs/>
          <w:sz w:val="18"/>
          <w:szCs w:val="18"/>
          <w:lang w:val="ro-RO"/>
        </w:rPr>
        <w:t xml:space="preserve">ările reprezentanţilor comunităţii </w:t>
      </w:r>
      <w:r w:rsidR="0023657F" w:rsidRPr="003E754C">
        <w:rPr>
          <w:rFonts w:ascii="Verdana" w:hAnsi="Verdana"/>
          <w:b/>
          <w:bCs/>
          <w:sz w:val="18"/>
          <w:szCs w:val="18"/>
          <w:lang w:val="ro-RO"/>
        </w:rPr>
        <w:t>epistemice, asociaţiilor profesionale şi angajatori reprezentativi din domeniul aferent programului</w:t>
      </w:r>
    </w:p>
    <w:tbl>
      <w:tblPr>
        <w:tblW w:w="10596" w:type="dxa"/>
        <w:jc w:val="right"/>
        <w:tblInd w:w="-8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96"/>
      </w:tblGrid>
      <w:tr w:rsidR="00DE7F95" w:rsidRPr="003E754C" w:rsidTr="00C12BE1">
        <w:trPr>
          <w:trHeight w:val="980"/>
          <w:jc w:val="right"/>
        </w:trPr>
        <w:tc>
          <w:tcPr>
            <w:tcW w:w="10596" w:type="dxa"/>
          </w:tcPr>
          <w:p w:rsidR="00DE7F95" w:rsidRPr="003E754C" w:rsidRDefault="00FD5BE8" w:rsidP="00BA501D">
            <w:pPr>
              <w:numPr>
                <w:ilvl w:val="0"/>
                <w:numId w:val="16"/>
              </w:numPr>
              <w:autoSpaceDE w:val="0"/>
              <w:autoSpaceDN w:val="0"/>
              <w:adjustRightInd w:val="0"/>
              <w:spacing w:before="40" w:after="40" w:line="240" w:lineRule="auto"/>
              <w:ind w:left="459" w:hanging="389"/>
              <w:rPr>
                <w:rFonts w:ascii="Gautami" w:hAnsi="Gautami" w:cs="Gautami"/>
                <w:bCs/>
                <w:sz w:val="18"/>
                <w:szCs w:val="18"/>
                <w:lang w:val="ro-RO"/>
              </w:rPr>
            </w:pPr>
            <w:permStart w:id="1772949900" w:edGrp="everyone"/>
            <w:r w:rsidRPr="003E754C">
              <w:rPr>
                <w:rFonts w:ascii="Gautami" w:hAnsi="Gautami" w:cs="Gautami"/>
                <w:bCs/>
                <w:sz w:val="18"/>
                <w:szCs w:val="18"/>
                <w:lang w:val="ro-RO"/>
              </w:rPr>
              <w:t xml:space="preserve"> </w:t>
            </w:r>
            <w:r w:rsidR="000D5E25">
              <w:rPr>
                <w:rFonts w:ascii="Gautami" w:hAnsi="Gautami" w:cs="Gautami"/>
                <w:bCs/>
                <w:sz w:val="18"/>
                <w:szCs w:val="18"/>
                <w:lang w:val="ro-RO"/>
              </w:rPr>
              <w:t xml:space="preserve">Angajatorii de prestigiu solicită la angajare </w:t>
            </w:r>
            <w:proofErr w:type="spellStart"/>
            <w:r w:rsidR="000D5E25">
              <w:rPr>
                <w:rFonts w:ascii="Gautami" w:hAnsi="Gautami" w:cs="Gautami"/>
                <w:bCs/>
                <w:sz w:val="18"/>
                <w:szCs w:val="18"/>
                <w:lang w:val="ro-RO"/>
              </w:rPr>
              <w:t>cunostinţe</w:t>
            </w:r>
            <w:proofErr w:type="spellEnd"/>
            <w:r w:rsidR="000D5E25">
              <w:rPr>
                <w:rFonts w:ascii="Gautami" w:hAnsi="Gautami" w:cs="Gautami"/>
                <w:bCs/>
                <w:sz w:val="18"/>
                <w:szCs w:val="18"/>
                <w:lang w:val="ro-RO"/>
              </w:rPr>
              <w:t xml:space="preserve"> despre analiza numerică prin metoda elementului finit. Exemplificăm această afirmaţie prin acţiunea firmei CONTINENTAL SA care selectează studenţi de la licenţă din anii terminali pentru angajare, </w:t>
            </w:r>
            <w:r w:rsidR="000D5E25" w:rsidRPr="000D5E25">
              <w:rPr>
                <w:rFonts w:ascii="Gautami" w:hAnsi="Gautami" w:cs="Gautami"/>
                <w:bCs/>
                <w:sz w:val="18"/>
                <w:szCs w:val="18"/>
                <w:lang w:val="ro-RO"/>
              </w:rPr>
              <w:t>http://avizier.upt.ro/wp-content/uploads/2013/11/ContiTEST-info.pdf</w:t>
            </w:r>
            <w:r w:rsidRPr="003E754C">
              <w:rPr>
                <w:rFonts w:ascii="Gautami" w:hAnsi="Gautami" w:cs="Gautami"/>
                <w:bCs/>
                <w:sz w:val="18"/>
                <w:szCs w:val="18"/>
                <w:lang w:val="ro-RO"/>
              </w:rPr>
              <w:t xml:space="preserve"> </w:t>
            </w:r>
            <w:permEnd w:id="1772949900"/>
          </w:p>
        </w:tc>
      </w:tr>
    </w:tbl>
    <w:p w:rsidR="00ED0F61" w:rsidRPr="003E754C" w:rsidRDefault="00ED0F61" w:rsidP="0076356B">
      <w:pPr>
        <w:autoSpaceDE w:val="0"/>
        <w:autoSpaceDN w:val="0"/>
        <w:adjustRightInd w:val="0"/>
        <w:spacing w:after="0" w:line="240" w:lineRule="auto"/>
        <w:ind w:firstLine="720"/>
        <w:jc w:val="both"/>
        <w:rPr>
          <w:rFonts w:ascii="Verdana" w:hAnsi="Verdana"/>
          <w:bCs/>
          <w:sz w:val="24"/>
          <w:szCs w:val="24"/>
          <w:lang w:val="ro-RO"/>
        </w:rPr>
      </w:pPr>
    </w:p>
    <w:p w:rsidR="00EE1A4C" w:rsidRPr="003E754C" w:rsidRDefault="0034461F" w:rsidP="001B3C43">
      <w:pPr>
        <w:tabs>
          <w:tab w:val="left" w:pos="-284"/>
        </w:tabs>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 xml:space="preserve">10. </w:t>
      </w:r>
      <w:r w:rsidR="00EE1A4C" w:rsidRPr="003E754C">
        <w:rPr>
          <w:rFonts w:ascii="Verdana" w:hAnsi="Verdana"/>
          <w:b/>
          <w:bCs/>
          <w:sz w:val="18"/>
          <w:szCs w:val="18"/>
          <w:lang w:val="ro-RO"/>
        </w:rPr>
        <w:t>Evaluare</w:t>
      </w:r>
    </w:p>
    <w:tbl>
      <w:tblPr>
        <w:tblW w:w="10597" w:type="dxa"/>
        <w:jc w:val="right"/>
        <w:tblInd w:w="-76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6"/>
        <w:gridCol w:w="2569"/>
        <w:gridCol w:w="3913"/>
        <w:gridCol w:w="1959"/>
      </w:tblGrid>
      <w:tr w:rsidR="0042178D" w:rsidRPr="003E754C" w:rsidTr="0042178D">
        <w:trPr>
          <w:trHeight w:val="522"/>
          <w:jc w:val="right"/>
        </w:trPr>
        <w:tc>
          <w:tcPr>
            <w:tcW w:w="2156" w:type="dxa"/>
            <w:vAlign w:val="center"/>
          </w:tcPr>
          <w:p w:rsidR="0042178D" w:rsidRPr="003E754C" w:rsidRDefault="0042178D" w:rsidP="00407160">
            <w:pPr>
              <w:autoSpaceDE w:val="0"/>
              <w:autoSpaceDN w:val="0"/>
              <w:adjustRightInd w:val="0"/>
              <w:spacing w:before="20" w:after="20" w:line="240" w:lineRule="auto"/>
              <w:ind w:left="34"/>
              <w:jc w:val="center"/>
              <w:rPr>
                <w:rFonts w:ascii="Gautami" w:hAnsi="Gautami" w:cs="Gautami"/>
                <w:bCs/>
                <w:sz w:val="18"/>
                <w:szCs w:val="18"/>
                <w:lang w:val="ro-RO"/>
              </w:rPr>
            </w:pPr>
            <w:r w:rsidRPr="003E754C">
              <w:rPr>
                <w:rFonts w:ascii="Gautami" w:hAnsi="Gautami" w:cs="Gautami"/>
                <w:bCs/>
                <w:sz w:val="18"/>
                <w:szCs w:val="18"/>
                <w:lang w:val="ro-RO"/>
              </w:rPr>
              <w:t>Tip activitate</w:t>
            </w:r>
          </w:p>
        </w:tc>
        <w:tc>
          <w:tcPr>
            <w:tcW w:w="2569" w:type="dxa"/>
            <w:vAlign w:val="center"/>
          </w:tcPr>
          <w:p w:rsidR="0042178D" w:rsidRPr="003E754C" w:rsidRDefault="0042178D"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10.1</w:t>
            </w:r>
            <w:r w:rsidRPr="003E754C">
              <w:rPr>
                <w:rFonts w:ascii="Gautami" w:hAnsi="Gautami" w:cs="Gautami"/>
                <w:bCs/>
                <w:sz w:val="18"/>
                <w:szCs w:val="18"/>
                <w:lang w:val="ro-RO"/>
              </w:rPr>
              <w:t xml:space="preserve"> Criterii de evaluare</w:t>
            </w:r>
          </w:p>
        </w:tc>
        <w:tc>
          <w:tcPr>
            <w:tcW w:w="3913" w:type="dxa"/>
            <w:vAlign w:val="center"/>
          </w:tcPr>
          <w:p w:rsidR="0042178D" w:rsidRPr="003E754C" w:rsidRDefault="0042178D"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10.2</w:t>
            </w:r>
            <w:r w:rsidRPr="003E754C">
              <w:rPr>
                <w:rFonts w:ascii="Gautami" w:hAnsi="Gautami" w:cs="Gautami"/>
                <w:bCs/>
                <w:sz w:val="18"/>
                <w:szCs w:val="18"/>
                <w:lang w:val="ro-RO"/>
              </w:rPr>
              <w:t xml:space="preserve"> Metode de evaluare</w:t>
            </w:r>
          </w:p>
        </w:tc>
        <w:tc>
          <w:tcPr>
            <w:tcW w:w="1959" w:type="dxa"/>
            <w:shd w:val="clear" w:color="auto" w:fill="FFFFFF"/>
            <w:vAlign w:val="center"/>
          </w:tcPr>
          <w:p w:rsidR="0042178D" w:rsidRPr="003E754C" w:rsidRDefault="0042178D" w:rsidP="0042178D">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10.3</w:t>
            </w:r>
            <w:r w:rsidRPr="003E754C">
              <w:rPr>
                <w:rFonts w:ascii="Gautami" w:hAnsi="Gautami" w:cs="Gautami"/>
                <w:bCs/>
                <w:sz w:val="18"/>
                <w:szCs w:val="18"/>
                <w:lang w:val="ro-RO"/>
              </w:rPr>
              <w:t xml:space="preserve"> Pondere din</w:t>
            </w:r>
            <w:r w:rsidRPr="003E754C">
              <w:rPr>
                <w:rFonts w:ascii="Gautami" w:hAnsi="Gautami" w:cs="Gautami"/>
                <w:bCs/>
                <w:sz w:val="18"/>
                <w:szCs w:val="18"/>
                <w:lang w:val="ro-RO"/>
              </w:rPr>
              <w:br/>
              <w:t xml:space="preserve">        nota finală</w:t>
            </w:r>
          </w:p>
        </w:tc>
      </w:tr>
      <w:tr w:rsidR="0042178D" w:rsidRPr="003E754C" w:rsidTr="0042178D">
        <w:trPr>
          <w:trHeight w:val="275"/>
          <w:jc w:val="right"/>
        </w:trPr>
        <w:tc>
          <w:tcPr>
            <w:tcW w:w="2156" w:type="dxa"/>
            <w:vAlign w:val="center"/>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10.4</w:t>
            </w:r>
            <w:r w:rsidRPr="003E754C">
              <w:rPr>
                <w:rFonts w:ascii="Gautami" w:hAnsi="Gautami" w:cs="Gautami"/>
                <w:bCs/>
                <w:sz w:val="18"/>
                <w:szCs w:val="18"/>
                <w:lang w:val="ro-RO"/>
              </w:rPr>
              <w:t xml:space="preserve"> Curs</w:t>
            </w:r>
          </w:p>
        </w:tc>
        <w:tc>
          <w:tcPr>
            <w:tcW w:w="2569" w:type="dxa"/>
            <w:shd w:val="clear" w:color="auto" w:fill="D9D9D9"/>
          </w:tcPr>
          <w:p w:rsidR="00740387" w:rsidRPr="00B65120" w:rsidRDefault="0042178D" w:rsidP="00453904">
            <w:pPr>
              <w:autoSpaceDE w:val="0"/>
              <w:autoSpaceDN w:val="0"/>
              <w:adjustRightInd w:val="0"/>
              <w:spacing w:before="20" w:after="20" w:line="240" w:lineRule="auto"/>
              <w:ind w:left="34"/>
              <w:rPr>
                <w:rFonts w:ascii="Verdana" w:eastAsia="SymbolMT" w:hAnsi="Verdana" w:cs="ArialMT"/>
                <w:sz w:val="16"/>
                <w:szCs w:val="16"/>
                <w:lang w:val="ro-RO" w:eastAsia="ro-RO"/>
              </w:rPr>
            </w:pPr>
            <w:r w:rsidRPr="003E754C">
              <w:rPr>
                <w:rFonts w:ascii="Gautami" w:hAnsi="Gautami" w:cs="Gautami"/>
                <w:bCs/>
                <w:sz w:val="18"/>
                <w:szCs w:val="18"/>
                <w:lang w:val="ro-RO"/>
              </w:rPr>
              <w:t xml:space="preserve"> </w:t>
            </w:r>
            <w:permStart w:id="1544645070" w:edGrp="everyone"/>
            <w:r w:rsidR="00740387">
              <w:rPr>
                <w:rFonts w:ascii="Gautami" w:hAnsi="Gautami" w:cs="Gautami"/>
                <w:bCs/>
                <w:sz w:val="18"/>
                <w:szCs w:val="18"/>
                <w:lang w:val="ro-RO"/>
              </w:rPr>
              <w:t xml:space="preserve">1. </w:t>
            </w:r>
            <w:r w:rsidR="00740387" w:rsidRPr="00B65120">
              <w:rPr>
                <w:rFonts w:ascii="Verdana" w:eastAsia="SymbolMT" w:hAnsi="Verdana" w:cs="ArialMT"/>
                <w:sz w:val="16"/>
                <w:szCs w:val="16"/>
                <w:lang w:val="ro-RO" w:eastAsia="ro-RO"/>
              </w:rPr>
              <w:t xml:space="preserve">Activitatea pe parcurs constând din:  teme pentru </w:t>
            </w:r>
            <w:proofErr w:type="spellStart"/>
            <w:r w:rsidR="00740387" w:rsidRPr="00B65120">
              <w:rPr>
                <w:rFonts w:ascii="Verdana" w:eastAsia="SymbolMT" w:hAnsi="Verdana" w:cs="ArialMT"/>
                <w:sz w:val="16"/>
                <w:szCs w:val="16"/>
                <w:lang w:val="ro-RO" w:eastAsia="ro-RO"/>
              </w:rPr>
              <w:t>acasa</w:t>
            </w:r>
            <w:proofErr w:type="spellEnd"/>
            <w:r w:rsidR="00740387" w:rsidRPr="00B65120">
              <w:rPr>
                <w:rFonts w:ascii="Verdana" w:eastAsia="SymbolMT" w:hAnsi="Verdana" w:cs="ArialMT"/>
                <w:sz w:val="16"/>
                <w:szCs w:val="16"/>
                <w:lang w:val="ro-RO" w:eastAsia="ro-RO"/>
              </w:rPr>
              <w:t>;  i</w:t>
            </w:r>
            <w:r w:rsidR="009500BE" w:rsidRPr="00B65120">
              <w:rPr>
                <w:rFonts w:ascii="Verdana" w:eastAsia="SymbolMT" w:hAnsi="Verdana" w:cs="ArialMT"/>
                <w:sz w:val="16"/>
                <w:szCs w:val="16"/>
                <w:lang w:val="ro-RO" w:eastAsia="ro-RO"/>
              </w:rPr>
              <w:t xml:space="preserve">nteres faţă de </w:t>
            </w:r>
            <w:r w:rsidR="00740387" w:rsidRPr="00B65120">
              <w:rPr>
                <w:rFonts w:ascii="Verdana" w:eastAsia="SymbolMT" w:hAnsi="Verdana" w:cs="ArialMT"/>
                <w:sz w:val="16"/>
                <w:szCs w:val="16"/>
                <w:lang w:val="ro-RO" w:eastAsia="ro-RO"/>
              </w:rPr>
              <w:lastRenderedPageBreak/>
              <w:t xml:space="preserve">disciplină, exprimată prin prezenţe la curs si laborator; răspunsuri la curs şi laborator;  nota </w:t>
            </w:r>
            <w:r w:rsidR="00EF0C9B" w:rsidRPr="00B65120">
              <w:rPr>
                <w:rFonts w:ascii="Verdana" w:eastAsia="SymbolMT" w:hAnsi="Verdana" w:cs="ArialMT"/>
                <w:sz w:val="16"/>
                <w:szCs w:val="16"/>
                <w:lang w:val="ro-RO" w:eastAsia="ro-RO"/>
              </w:rPr>
              <w:t xml:space="preserve">la </w:t>
            </w:r>
            <w:r w:rsidR="00740387" w:rsidRPr="00B65120">
              <w:rPr>
                <w:rFonts w:ascii="Verdana" w:eastAsia="SymbolMT" w:hAnsi="Verdana" w:cs="ArialMT"/>
                <w:sz w:val="16"/>
                <w:szCs w:val="16"/>
                <w:lang w:val="ro-RO" w:eastAsia="ro-RO"/>
              </w:rPr>
              <w:t>test</w:t>
            </w:r>
            <w:r w:rsidR="00EF0C9B" w:rsidRPr="00B65120">
              <w:rPr>
                <w:rFonts w:ascii="Verdana" w:eastAsia="SymbolMT" w:hAnsi="Verdana" w:cs="ArialMT"/>
                <w:sz w:val="16"/>
                <w:szCs w:val="16"/>
                <w:lang w:val="ro-RO" w:eastAsia="ro-RO"/>
              </w:rPr>
              <w:t>ul de</w:t>
            </w:r>
            <w:r w:rsidR="00740387" w:rsidRPr="00B65120">
              <w:rPr>
                <w:rFonts w:ascii="Verdana" w:eastAsia="SymbolMT" w:hAnsi="Verdana" w:cs="ArialMT"/>
                <w:sz w:val="16"/>
                <w:szCs w:val="16"/>
                <w:lang w:val="ro-RO" w:eastAsia="ro-RO"/>
              </w:rPr>
              <w:t xml:space="preserve"> evaluare</w:t>
            </w:r>
            <w:r w:rsidR="00EF0C9B" w:rsidRPr="00B65120">
              <w:rPr>
                <w:rFonts w:ascii="Verdana" w:eastAsia="SymbolMT" w:hAnsi="Verdana" w:cs="ArialMT"/>
                <w:sz w:val="16"/>
                <w:szCs w:val="16"/>
                <w:lang w:val="ro-RO" w:eastAsia="ro-RO"/>
              </w:rPr>
              <w:t xml:space="preserve"> a </w:t>
            </w:r>
            <w:r w:rsidR="00740387" w:rsidRPr="00B65120">
              <w:rPr>
                <w:rFonts w:ascii="Verdana" w:eastAsia="SymbolMT" w:hAnsi="Verdana" w:cs="ArialMT"/>
                <w:sz w:val="16"/>
                <w:szCs w:val="16"/>
                <w:lang w:val="ro-RO" w:eastAsia="ro-RO"/>
              </w:rPr>
              <w:t xml:space="preserve"> </w:t>
            </w:r>
            <w:proofErr w:type="spellStart"/>
            <w:r w:rsidR="00EF0C9B" w:rsidRPr="00B65120">
              <w:rPr>
                <w:rFonts w:ascii="Verdana" w:eastAsia="SymbolMT" w:hAnsi="Verdana" w:cs="ArialMT"/>
                <w:sz w:val="16"/>
                <w:szCs w:val="16"/>
                <w:lang w:val="ro-RO" w:eastAsia="ro-RO"/>
              </w:rPr>
              <w:t>cxunoştinţelor</w:t>
            </w:r>
            <w:proofErr w:type="spellEnd"/>
            <w:r w:rsidR="00EF0C9B" w:rsidRPr="00B65120">
              <w:rPr>
                <w:rFonts w:ascii="Verdana" w:eastAsia="SymbolMT" w:hAnsi="Verdana" w:cs="ArialMT"/>
                <w:sz w:val="16"/>
                <w:szCs w:val="16"/>
                <w:lang w:val="ro-RO" w:eastAsia="ro-RO"/>
              </w:rPr>
              <w:t xml:space="preserve"> </w:t>
            </w:r>
            <w:proofErr w:type="spellStart"/>
            <w:r w:rsidR="00EF0C9B" w:rsidRPr="00B65120">
              <w:rPr>
                <w:rFonts w:ascii="Verdana" w:eastAsia="SymbolMT" w:hAnsi="Verdana" w:cs="ArialMT"/>
                <w:sz w:val="16"/>
                <w:szCs w:val="16"/>
                <w:lang w:val="ro-RO" w:eastAsia="ro-RO"/>
              </w:rPr>
              <w:t>dobandite</w:t>
            </w:r>
            <w:proofErr w:type="spellEnd"/>
            <w:r w:rsidR="00EF0C9B" w:rsidRPr="00B65120">
              <w:rPr>
                <w:rFonts w:ascii="Verdana" w:eastAsia="SymbolMT" w:hAnsi="Verdana" w:cs="ArialMT"/>
                <w:sz w:val="16"/>
                <w:szCs w:val="16"/>
                <w:lang w:val="ro-RO" w:eastAsia="ro-RO"/>
              </w:rPr>
              <w:t xml:space="preserve"> la</w:t>
            </w:r>
            <w:r w:rsidR="00740387" w:rsidRPr="00B65120">
              <w:rPr>
                <w:rFonts w:ascii="Verdana" w:eastAsia="SymbolMT" w:hAnsi="Verdana" w:cs="ArialMT"/>
                <w:sz w:val="16"/>
                <w:szCs w:val="16"/>
                <w:lang w:val="ro-RO" w:eastAsia="ro-RO"/>
              </w:rPr>
              <w:t xml:space="preserve"> laborator.</w:t>
            </w:r>
          </w:p>
          <w:p w:rsidR="0042178D" w:rsidRPr="003E754C" w:rsidRDefault="00740387" w:rsidP="00453904">
            <w:pPr>
              <w:autoSpaceDE w:val="0"/>
              <w:autoSpaceDN w:val="0"/>
              <w:adjustRightInd w:val="0"/>
              <w:spacing w:before="20" w:after="20" w:line="240" w:lineRule="auto"/>
              <w:ind w:left="34"/>
              <w:rPr>
                <w:rFonts w:ascii="Gautami" w:hAnsi="Gautami" w:cs="Gautami"/>
                <w:bCs/>
                <w:sz w:val="18"/>
                <w:szCs w:val="18"/>
                <w:lang w:val="ro-RO"/>
              </w:rPr>
            </w:pPr>
            <w:r w:rsidRPr="00B65120">
              <w:rPr>
                <w:rFonts w:ascii="Verdana" w:eastAsia="SymbolMT" w:hAnsi="Verdana" w:cs="ArialMT"/>
                <w:sz w:val="16"/>
                <w:szCs w:val="16"/>
                <w:lang w:val="ro-RO" w:eastAsia="ro-RO"/>
              </w:rPr>
              <w:t xml:space="preserve">2. Evaluare </w:t>
            </w:r>
            <w:r w:rsidR="00B65120" w:rsidRPr="00B65120">
              <w:rPr>
                <w:rFonts w:ascii="Verdana" w:eastAsia="SymbolMT" w:hAnsi="Verdana" w:cs="ArialMT"/>
                <w:sz w:val="16"/>
                <w:szCs w:val="16"/>
                <w:lang w:val="ro-RO" w:eastAsia="ro-RO"/>
              </w:rPr>
              <w:t>distribuită</w:t>
            </w:r>
            <w:r w:rsidRPr="00B65120">
              <w:rPr>
                <w:rFonts w:ascii="Verdana" w:eastAsia="SymbolMT" w:hAnsi="Verdana" w:cs="ArialMT"/>
                <w:sz w:val="16"/>
                <w:szCs w:val="16"/>
                <w:lang w:val="ro-RO" w:eastAsia="ro-RO"/>
              </w:rPr>
              <w:t xml:space="preserve"> a </w:t>
            </w:r>
            <w:r w:rsidR="00EF0C9B" w:rsidRPr="00B65120">
              <w:rPr>
                <w:rFonts w:ascii="Verdana" w:eastAsia="SymbolMT" w:hAnsi="Verdana" w:cs="ArialMT"/>
                <w:sz w:val="16"/>
                <w:szCs w:val="16"/>
                <w:lang w:val="ro-RO" w:eastAsia="ro-RO"/>
              </w:rPr>
              <w:t xml:space="preserve"> cunoştinţelor teoretice realizată pe parcursul semestrului</w:t>
            </w:r>
            <w:r w:rsidR="00F726AB" w:rsidRPr="00B65120">
              <w:rPr>
                <w:rFonts w:ascii="Verdana" w:eastAsia="SymbolMT" w:hAnsi="Verdana" w:cs="ArialMT"/>
                <w:sz w:val="16"/>
                <w:szCs w:val="16"/>
                <w:lang w:val="ro-RO" w:eastAsia="ro-RO"/>
              </w:rPr>
              <w:t xml:space="preserve">  </w:t>
            </w:r>
            <w:permEnd w:id="1544645070"/>
            <w:r w:rsidR="0042178D" w:rsidRPr="003E754C">
              <w:rPr>
                <w:rFonts w:ascii="Gautami" w:hAnsi="Gautami" w:cs="Gautami"/>
                <w:bCs/>
                <w:sz w:val="18"/>
                <w:szCs w:val="18"/>
                <w:lang w:val="ro-RO"/>
              </w:rPr>
              <w:t xml:space="preserve"> </w:t>
            </w:r>
          </w:p>
        </w:tc>
        <w:tc>
          <w:tcPr>
            <w:tcW w:w="3913" w:type="dxa"/>
          </w:tcPr>
          <w:p w:rsidR="00B65120" w:rsidRDefault="0042178D" w:rsidP="009347F3">
            <w:pPr>
              <w:autoSpaceDE w:val="0"/>
              <w:autoSpaceDN w:val="0"/>
              <w:adjustRightInd w:val="0"/>
              <w:jc w:val="both"/>
              <w:rPr>
                <w:rFonts w:ascii="Verdana" w:eastAsia="SymbolMT" w:hAnsi="Verdana" w:cs="ArialMT"/>
                <w:sz w:val="16"/>
                <w:szCs w:val="16"/>
                <w:lang w:val="ro-RO" w:eastAsia="ro-RO"/>
              </w:rPr>
            </w:pPr>
            <w:permStart w:id="802767820" w:edGrp="everyone"/>
            <w:r w:rsidRPr="003E754C">
              <w:rPr>
                <w:rFonts w:ascii="Gautami" w:hAnsi="Gautami" w:cs="Gautami"/>
                <w:bCs/>
                <w:sz w:val="18"/>
                <w:szCs w:val="18"/>
                <w:lang w:val="ro-RO"/>
              </w:rPr>
              <w:lastRenderedPageBreak/>
              <w:t xml:space="preserve"> </w:t>
            </w:r>
            <w:r w:rsidR="009500BE">
              <w:rPr>
                <w:rFonts w:ascii="Verdana" w:hAnsi="Verdana"/>
                <w:sz w:val="16"/>
                <w:szCs w:val="16"/>
                <w:lang w:val="ro-RO"/>
              </w:rPr>
              <w:t>-</w:t>
            </w:r>
            <w:r w:rsidR="009500BE" w:rsidRPr="00893528">
              <w:rPr>
                <w:rFonts w:ascii="Verdana" w:eastAsia="SymbolMT" w:hAnsi="Verdana" w:cs="SymbolMT"/>
                <w:sz w:val="16"/>
                <w:szCs w:val="16"/>
                <w:lang w:val="ro-RO" w:eastAsia="ro-RO"/>
              </w:rPr>
              <w:t xml:space="preserve"> </w:t>
            </w:r>
            <w:r w:rsidR="00EF0C9B" w:rsidRPr="00B65120">
              <w:rPr>
                <w:rFonts w:ascii="Verdana" w:eastAsia="SymbolMT" w:hAnsi="Verdana" w:cs="ArialMT"/>
                <w:sz w:val="16"/>
                <w:szCs w:val="16"/>
                <w:lang w:val="ro-RO" w:eastAsia="ro-RO"/>
              </w:rPr>
              <w:t>Evaluare distribuită</w:t>
            </w:r>
            <w:r w:rsidR="00C408D1">
              <w:rPr>
                <w:rFonts w:ascii="Verdana" w:eastAsia="SymbolMT" w:hAnsi="Verdana" w:cs="ArialMT"/>
                <w:sz w:val="16"/>
                <w:szCs w:val="16"/>
                <w:lang w:val="ro-RO" w:eastAsia="ro-RO"/>
              </w:rPr>
              <w:t xml:space="preserve"> a teoriei,</w:t>
            </w:r>
            <w:r w:rsidR="00EF0C9B" w:rsidRPr="00B65120">
              <w:rPr>
                <w:rFonts w:ascii="Verdana" w:eastAsia="SymbolMT" w:hAnsi="Verdana" w:cs="ArialMT"/>
                <w:sz w:val="16"/>
                <w:szCs w:val="16"/>
                <w:lang w:val="ro-RO" w:eastAsia="ro-RO"/>
              </w:rPr>
              <w:t xml:space="preserve"> constând din două teste planificate pe parcursul semestrului. Testele sunt anunţate de la </w:t>
            </w:r>
            <w:r w:rsidR="00EF0C9B" w:rsidRPr="00B65120">
              <w:rPr>
                <w:rFonts w:ascii="Verdana" w:eastAsia="SymbolMT" w:hAnsi="Verdana" w:cs="ArialMT"/>
                <w:sz w:val="16"/>
                <w:szCs w:val="16"/>
                <w:lang w:val="ro-RO" w:eastAsia="ro-RO"/>
              </w:rPr>
              <w:lastRenderedPageBreak/>
              <w:t xml:space="preserve">începutul semestrului </w:t>
            </w:r>
            <w:r w:rsidR="00B65120" w:rsidRPr="00B65120">
              <w:rPr>
                <w:rFonts w:ascii="Verdana" w:eastAsia="SymbolMT" w:hAnsi="Verdana" w:cs="ArialMT"/>
                <w:sz w:val="16"/>
                <w:szCs w:val="16"/>
                <w:lang w:val="ro-RO" w:eastAsia="ro-RO"/>
              </w:rPr>
              <w:t>şi sunt eşalonate după cum urmează: testul nr. 1 la  mijlocul semestrului şi testul nr. 2 la sfârşitul  semestrului. Cele două teste cuprind materia predată la curs şi sunt echilibrate sub aspectul volumului de cunoştinţe</w:t>
            </w:r>
          </w:p>
          <w:p w:rsidR="00EF0C9B" w:rsidRDefault="009500BE" w:rsidP="009347F3">
            <w:pPr>
              <w:autoSpaceDE w:val="0"/>
              <w:autoSpaceDN w:val="0"/>
              <w:adjustRightInd w:val="0"/>
              <w:jc w:val="both"/>
              <w:rPr>
                <w:rFonts w:ascii="Verdana" w:eastAsia="SymbolMT" w:hAnsi="Verdana" w:cs="ArialMT"/>
                <w:sz w:val="16"/>
                <w:szCs w:val="16"/>
                <w:lang w:val="ro-RO" w:eastAsia="ro-RO"/>
              </w:rPr>
            </w:pPr>
            <w:r>
              <w:rPr>
                <w:rFonts w:ascii="Verdana" w:eastAsia="SymbolMT" w:hAnsi="Verdana" w:cs="ArialMT"/>
                <w:sz w:val="16"/>
                <w:szCs w:val="16"/>
                <w:lang w:val="ro-RO" w:eastAsia="ro-RO"/>
              </w:rPr>
              <w:t xml:space="preserve"> </w:t>
            </w:r>
            <w:r w:rsidRPr="00893528">
              <w:rPr>
                <w:rFonts w:ascii="Verdana" w:eastAsia="SymbolMT" w:hAnsi="Verdana" w:cs="ArialMT"/>
                <w:sz w:val="16"/>
                <w:szCs w:val="16"/>
                <w:lang w:val="ro-RO" w:eastAsia="ro-RO"/>
              </w:rPr>
              <w:t>2 examinatori;</w:t>
            </w:r>
            <w:r>
              <w:rPr>
                <w:rFonts w:ascii="Verdana" w:eastAsia="SymbolMT" w:hAnsi="Verdana" w:cs="ArialMT"/>
                <w:sz w:val="16"/>
                <w:szCs w:val="16"/>
                <w:lang w:val="ro-RO" w:eastAsia="ro-RO"/>
              </w:rPr>
              <w:t xml:space="preserve"> </w:t>
            </w:r>
          </w:p>
          <w:p w:rsidR="009500BE" w:rsidRPr="00893528" w:rsidRDefault="00B65120" w:rsidP="009347F3">
            <w:pPr>
              <w:autoSpaceDE w:val="0"/>
              <w:autoSpaceDN w:val="0"/>
              <w:adjustRightInd w:val="0"/>
              <w:jc w:val="both"/>
              <w:rPr>
                <w:rFonts w:ascii="Verdana" w:hAnsi="Verdana"/>
                <w:sz w:val="16"/>
                <w:szCs w:val="16"/>
                <w:lang w:val="ro-RO"/>
              </w:rPr>
            </w:pPr>
            <w:r>
              <w:rPr>
                <w:rFonts w:ascii="Verdana" w:eastAsia="SymbolMT" w:hAnsi="Verdana" w:cs="ArialMT"/>
                <w:sz w:val="16"/>
                <w:szCs w:val="16"/>
                <w:lang w:val="ro-RO" w:eastAsia="ro-RO"/>
              </w:rPr>
              <w:t>2 subiecte pentru</w:t>
            </w:r>
            <w:r w:rsidR="009500BE" w:rsidRPr="00893528">
              <w:rPr>
                <w:rFonts w:ascii="Verdana" w:eastAsia="SymbolMT" w:hAnsi="Verdana" w:cs="ArialMT"/>
                <w:sz w:val="16"/>
                <w:szCs w:val="16"/>
                <w:lang w:val="ro-RO" w:eastAsia="ro-RO"/>
              </w:rPr>
              <w:t xml:space="preserve"> </w:t>
            </w:r>
            <w:r>
              <w:rPr>
                <w:rFonts w:ascii="Verdana" w:eastAsia="SymbolMT" w:hAnsi="Verdana" w:cs="ArialMT"/>
                <w:sz w:val="16"/>
                <w:szCs w:val="16"/>
                <w:lang w:val="ro-RO" w:eastAsia="ro-RO"/>
              </w:rPr>
              <w:t>fiecare test</w:t>
            </w:r>
            <w:r w:rsidR="009500BE" w:rsidRPr="00893528">
              <w:rPr>
                <w:rFonts w:ascii="Verdana" w:eastAsia="SymbolMT" w:hAnsi="Verdana" w:cs="ArialMT"/>
                <w:sz w:val="16"/>
                <w:szCs w:val="16"/>
                <w:lang w:val="ro-RO" w:eastAsia="ro-RO"/>
              </w:rPr>
              <w:t>;</w:t>
            </w:r>
            <w:r w:rsidR="009500BE">
              <w:rPr>
                <w:rFonts w:ascii="Verdana" w:eastAsia="SymbolMT" w:hAnsi="Verdana" w:cs="ArialMT"/>
                <w:sz w:val="16"/>
                <w:szCs w:val="16"/>
                <w:lang w:val="ro-RO" w:eastAsia="ro-RO"/>
              </w:rPr>
              <w:t xml:space="preserve"> </w:t>
            </w:r>
            <w:r w:rsidR="009500BE" w:rsidRPr="00893528">
              <w:rPr>
                <w:rFonts w:ascii="Verdana" w:eastAsia="SymbolMT" w:hAnsi="Verdana" w:cs="ArialMT"/>
                <w:sz w:val="16"/>
                <w:szCs w:val="16"/>
                <w:lang w:val="ro-RO" w:eastAsia="ro-RO"/>
              </w:rPr>
              <w:t>Nota de promovare min. 5 la fiecare subiect</w:t>
            </w:r>
            <w:r w:rsidR="009500BE">
              <w:rPr>
                <w:rFonts w:ascii="Verdana" w:eastAsia="SymbolMT" w:hAnsi="Verdana" w:cs="ArialMT"/>
                <w:sz w:val="16"/>
                <w:szCs w:val="16"/>
                <w:lang w:val="ro-RO" w:eastAsia="ro-RO"/>
              </w:rPr>
              <w:t xml:space="preserve">; </w:t>
            </w:r>
            <w:r>
              <w:rPr>
                <w:rFonts w:ascii="Verdana" w:eastAsia="SymbolMT" w:hAnsi="Verdana" w:cs="ArialMT"/>
                <w:sz w:val="16"/>
                <w:szCs w:val="16"/>
                <w:lang w:val="ro-RO" w:eastAsia="ro-RO"/>
              </w:rPr>
              <w:t xml:space="preserve">Examinarea scrisă la teste în cadrul </w:t>
            </w:r>
            <w:proofErr w:type="spellStart"/>
            <w:r w:rsidR="009500BE" w:rsidRPr="00893528">
              <w:rPr>
                <w:rFonts w:ascii="Verdana" w:eastAsia="SymbolMT" w:hAnsi="Verdana" w:cs="ArialMT"/>
                <w:sz w:val="16"/>
                <w:szCs w:val="16"/>
                <w:lang w:val="ro-RO" w:eastAsia="ro-RO"/>
              </w:rPr>
              <w:t>sedintelor</w:t>
            </w:r>
            <w:proofErr w:type="spellEnd"/>
            <w:r w:rsidR="009500BE" w:rsidRPr="00893528">
              <w:rPr>
                <w:rFonts w:ascii="Verdana" w:eastAsia="SymbolMT" w:hAnsi="Verdana" w:cs="ArialMT"/>
                <w:sz w:val="16"/>
                <w:szCs w:val="16"/>
                <w:lang w:val="ro-RO" w:eastAsia="ro-RO"/>
              </w:rPr>
              <w:t xml:space="preserve"> de laborator</w:t>
            </w:r>
            <w:r w:rsidR="009500BE">
              <w:rPr>
                <w:rFonts w:ascii="Verdana" w:eastAsia="SymbolMT" w:hAnsi="Verdana" w:cs="ArialMT"/>
                <w:sz w:val="16"/>
                <w:szCs w:val="16"/>
                <w:lang w:val="ro-RO" w:eastAsia="ro-RO"/>
              </w:rPr>
              <w:t xml:space="preserve">; </w:t>
            </w:r>
            <w:r>
              <w:rPr>
                <w:rFonts w:ascii="Verdana" w:eastAsia="SymbolMT" w:hAnsi="Verdana" w:cs="ArialMT"/>
                <w:sz w:val="16"/>
                <w:szCs w:val="16"/>
                <w:lang w:val="ro-RO" w:eastAsia="ro-RO"/>
              </w:rPr>
              <w:t>Laboratorul de analiză numerică.</w:t>
            </w:r>
          </w:p>
          <w:p w:rsidR="0042178D" w:rsidRPr="003E754C" w:rsidRDefault="009500BE" w:rsidP="00453904">
            <w:pPr>
              <w:autoSpaceDE w:val="0"/>
              <w:autoSpaceDN w:val="0"/>
              <w:adjustRightInd w:val="0"/>
              <w:spacing w:before="20" w:after="20" w:line="240" w:lineRule="auto"/>
              <w:ind w:left="34"/>
              <w:rPr>
                <w:rFonts w:ascii="Gautami" w:hAnsi="Gautami" w:cs="Gautami"/>
                <w:bCs/>
                <w:sz w:val="18"/>
                <w:szCs w:val="18"/>
                <w:lang w:val="ro-RO"/>
              </w:rPr>
            </w:pPr>
            <w:r>
              <w:rPr>
                <w:rFonts w:ascii="Verdana" w:eastAsia="SymbolMT" w:hAnsi="Verdana" w:cs="SymbolMT"/>
                <w:sz w:val="16"/>
                <w:szCs w:val="16"/>
                <w:lang w:val="ro-RO" w:eastAsia="ro-RO"/>
              </w:rPr>
              <w:t xml:space="preserve">      -</w:t>
            </w:r>
            <w:r w:rsidRPr="00893528">
              <w:rPr>
                <w:rFonts w:ascii="Verdana" w:eastAsia="SymbolMT" w:hAnsi="Verdana" w:cs="SymbolMT"/>
                <w:sz w:val="16"/>
                <w:szCs w:val="16"/>
                <w:lang w:val="ro-RO" w:eastAsia="ro-RO"/>
              </w:rPr>
              <w:t xml:space="preserve"> </w:t>
            </w:r>
            <w:r w:rsidRPr="00893528">
              <w:rPr>
                <w:rFonts w:ascii="Verdana" w:eastAsia="SymbolMT" w:hAnsi="Verdana" w:cs="ArialMT"/>
                <w:sz w:val="16"/>
                <w:szCs w:val="16"/>
                <w:lang w:val="ro-RO" w:eastAsia="ro-RO"/>
              </w:rPr>
              <w:t>Fiecare subiect are</w:t>
            </w:r>
            <w:r w:rsidR="009428A9">
              <w:rPr>
                <w:rFonts w:ascii="Verdana" w:eastAsia="SymbolMT" w:hAnsi="Verdana" w:cs="ArialMT"/>
                <w:sz w:val="16"/>
                <w:szCs w:val="16"/>
                <w:lang w:val="ro-RO" w:eastAsia="ro-RO"/>
              </w:rPr>
              <w:t xml:space="preserve"> o</w:t>
            </w:r>
            <w:r w:rsidRPr="00893528">
              <w:rPr>
                <w:rFonts w:ascii="Verdana" w:eastAsia="SymbolMT" w:hAnsi="Verdana" w:cs="ArialMT"/>
                <w:sz w:val="16"/>
                <w:szCs w:val="16"/>
                <w:lang w:val="ro-RO" w:eastAsia="ro-RO"/>
              </w:rPr>
              <w:t xml:space="preserve"> pondere de </w:t>
            </w:r>
            <w:r w:rsidR="00B65120">
              <w:rPr>
                <w:rFonts w:ascii="Verdana" w:eastAsia="SymbolMT" w:hAnsi="Verdana" w:cs="ArialMT"/>
                <w:sz w:val="16"/>
                <w:szCs w:val="16"/>
                <w:lang w:val="ro-RO" w:eastAsia="ro-RO"/>
              </w:rPr>
              <w:t>50</w:t>
            </w:r>
            <w:r w:rsidRPr="00893528">
              <w:rPr>
                <w:rFonts w:ascii="Verdana" w:eastAsia="SymbolMT" w:hAnsi="Verdana" w:cs="ArialMT"/>
                <w:sz w:val="16"/>
                <w:szCs w:val="16"/>
                <w:lang w:val="ro-RO" w:eastAsia="ro-RO"/>
              </w:rPr>
              <w:t>% din</w:t>
            </w:r>
            <w:r>
              <w:rPr>
                <w:rFonts w:ascii="Verdana" w:eastAsia="SymbolMT" w:hAnsi="Verdana" w:cs="ArialMT"/>
                <w:sz w:val="16"/>
                <w:szCs w:val="16"/>
                <w:lang w:val="ro-RO" w:eastAsia="ro-RO"/>
              </w:rPr>
              <w:t xml:space="preserve"> </w:t>
            </w:r>
            <w:r w:rsidRPr="00893528">
              <w:rPr>
                <w:rFonts w:ascii="Verdana" w:eastAsia="SymbolMT" w:hAnsi="Verdana" w:cs="ArialMT"/>
                <w:sz w:val="16"/>
                <w:szCs w:val="16"/>
                <w:lang w:val="ro-RO" w:eastAsia="ro-RO"/>
              </w:rPr>
              <w:t xml:space="preserve">nota </w:t>
            </w:r>
            <w:r w:rsidR="009428A9">
              <w:rPr>
                <w:rFonts w:ascii="Verdana" w:eastAsia="SymbolMT" w:hAnsi="Verdana" w:cs="ArialMT"/>
                <w:sz w:val="16"/>
                <w:szCs w:val="16"/>
                <w:lang w:val="ro-RO" w:eastAsia="ro-RO"/>
              </w:rPr>
              <w:t>l</w:t>
            </w:r>
            <w:r w:rsidR="00B65120">
              <w:rPr>
                <w:rFonts w:ascii="Verdana" w:eastAsia="SymbolMT" w:hAnsi="Verdana" w:cs="ArialMT"/>
                <w:sz w:val="16"/>
                <w:szCs w:val="16"/>
                <w:lang w:val="ro-RO" w:eastAsia="ro-RO"/>
              </w:rPr>
              <w:t>a test</w:t>
            </w:r>
            <w:r>
              <w:rPr>
                <w:rFonts w:ascii="Verdana" w:eastAsia="SymbolMT" w:hAnsi="Verdana" w:cs="ArialMT"/>
                <w:sz w:val="16"/>
                <w:szCs w:val="16"/>
                <w:lang w:val="ro-RO" w:eastAsia="ro-RO"/>
              </w:rPr>
              <w:t>;</w:t>
            </w:r>
            <w:r w:rsidR="00B65120">
              <w:rPr>
                <w:rFonts w:ascii="Verdana" w:eastAsia="SymbolMT" w:hAnsi="Verdana" w:cs="ArialMT"/>
                <w:sz w:val="16"/>
                <w:szCs w:val="16"/>
                <w:lang w:val="ro-RO" w:eastAsia="ro-RO"/>
              </w:rPr>
              <w:t xml:space="preserve"> Nota la test reprezintă media aritmetică a </w:t>
            </w:r>
            <w:r w:rsidR="009428A9">
              <w:rPr>
                <w:rFonts w:ascii="Verdana" w:eastAsia="SymbolMT" w:hAnsi="Verdana" w:cs="ArialMT"/>
                <w:sz w:val="16"/>
                <w:szCs w:val="16"/>
                <w:lang w:val="ro-RO" w:eastAsia="ro-RO"/>
              </w:rPr>
              <w:t xml:space="preserve">notelor la </w:t>
            </w:r>
            <w:r w:rsidR="00B65120">
              <w:rPr>
                <w:rFonts w:ascii="Verdana" w:eastAsia="SymbolMT" w:hAnsi="Verdana" w:cs="ArialMT"/>
                <w:sz w:val="16"/>
                <w:szCs w:val="16"/>
                <w:lang w:val="ro-RO" w:eastAsia="ro-RO"/>
              </w:rPr>
              <w:t>ce</w:t>
            </w:r>
            <w:r w:rsidR="009428A9">
              <w:rPr>
                <w:rFonts w:ascii="Verdana" w:eastAsia="SymbolMT" w:hAnsi="Verdana" w:cs="ArialMT"/>
                <w:sz w:val="16"/>
                <w:szCs w:val="16"/>
                <w:lang w:val="ro-RO" w:eastAsia="ro-RO"/>
              </w:rPr>
              <w:t>le</w:t>
            </w:r>
            <w:r w:rsidR="00B65120">
              <w:rPr>
                <w:rFonts w:ascii="Verdana" w:eastAsia="SymbolMT" w:hAnsi="Verdana" w:cs="ArialMT"/>
                <w:sz w:val="16"/>
                <w:szCs w:val="16"/>
                <w:lang w:val="ro-RO" w:eastAsia="ro-RO"/>
              </w:rPr>
              <w:t xml:space="preserve"> dou</w:t>
            </w:r>
            <w:r w:rsidR="009428A9">
              <w:rPr>
                <w:rFonts w:ascii="Verdana" w:eastAsia="SymbolMT" w:hAnsi="Verdana" w:cs="ArialMT"/>
                <w:sz w:val="16"/>
                <w:szCs w:val="16"/>
                <w:lang w:val="ro-RO" w:eastAsia="ro-RO"/>
              </w:rPr>
              <w:t>ă subiecte</w:t>
            </w:r>
            <w:r>
              <w:rPr>
                <w:rFonts w:ascii="Verdana" w:eastAsia="SymbolMT" w:hAnsi="Verdana" w:cs="ArialMT"/>
                <w:sz w:val="16"/>
                <w:szCs w:val="16"/>
                <w:lang w:val="ro-RO" w:eastAsia="ro-RO"/>
              </w:rPr>
              <w:t>;</w:t>
            </w:r>
            <w:r w:rsidR="009428A9">
              <w:rPr>
                <w:rFonts w:ascii="Verdana" w:eastAsia="SymbolMT" w:hAnsi="Verdana" w:cs="ArialMT"/>
                <w:sz w:val="16"/>
                <w:szCs w:val="16"/>
                <w:lang w:val="ro-RO" w:eastAsia="ro-RO"/>
              </w:rPr>
              <w:t xml:space="preserve"> Nota finală la evaluarea distribuită a cunoştinţelor teoretice </w:t>
            </w:r>
            <w:r>
              <w:rPr>
                <w:rFonts w:ascii="Verdana" w:eastAsia="SymbolMT" w:hAnsi="Verdana" w:cs="ArialMT"/>
                <w:sz w:val="16"/>
                <w:szCs w:val="16"/>
                <w:lang w:val="ro-RO" w:eastAsia="ro-RO"/>
              </w:rPr>
              <w:t xml:space="preserve"> </w:t>
            </w:r>
            <w:r w:rsidR="009428A9">
              <w:rPr>
                <w:rFonts w:ascii="Verdana" w:eastAsia="SymbolMT" w:hAnsi="Verdana" w:cs="ArialMT"/>
                <w:sz w:val="16"/>
                <w:szCs w:val="16"/>
                <w:lang w:val="ro-RO" w:eastAsia="ro-RO"/>
              </w:rPr>
              <w:t>reprezintă</w:t>
            </w:r>
            <w:r w:rsidR="00C408D1">
              <w:rPr>
                <w:rFonts w:ascii="Verdana" w:eastAsia="SymbolMT" w:hAnsi="Verdana" w:cs="ArialMT"/>
                <w:sz w:val="16"/>
                <w:szCs w:val="16"/>
                <w:lang w:val="ro-RO" w:eastAsia="ro-RO"/>
              </w:rPr>
              <w:t xml:space="preserve"> media aritmetică a notelor la cele două teste.</w:t>
            </w:r>
            <w:r w:rsidR="009428A9">
              <w:rPr>
                <w:rFonts w:ascii="Verdana" w:eastAsia="SymbolMT" w:hAnsi="Verdana" w:cs="ArialMT"/>
                <w:sz w:val="16"/>
                <w:szCs w:val="16"/>
                <w:lang w:val="ro-RO" w:eastAsia="ro-RO"/>
              </w:rPr>
              <w:t xml:space="preserve"> </w:t>
            </w:r>
            <w:r w:rsidRPr="00893528">
              <w:rPr>
                <w:rFonts w:ascii="Verdana" w:eastAsia="SymbolMT" w:hAnsi="Verdana" w:cs="ArialMT"/>
                <w:sz w:val="16"/>
                <w:szCs w:val="16"/>
                <w:lang w:val="ro-RO" w:eastAsia="ro-RO"/>
              </w:rPr>
              <w:t>Fiecare nota constituie un bun dobândit</w:t>
            </w:r>
            <w:r>
              <w:rPr>
                <w:rFonts w:ascii="Verdana" w:eastAsia="SymbolMT" w:hAnsi="Verdana" w:cs="ArialMT"/>
                <w:sz w:val="16"/>
                <w:szCs w:val="16"/>
                <w:lang w:val="ro-RO" w:eastAsia="ro-RO"/>
              </w:rPr>
              <w:t xml:space="preserve"> </w:t>
            </w:r>
            <w:proofErr w:type="spellStart"/>
            <w:r w:rsidRPr="00893528">
              <w:rPr>
                <w:rFonts w:ascii="Verdana" w:eastAsia="SymbolMT" w:hAnsi="Verdana" w:cs="ArialMT"/>
                <w:sz w:val="16"/>
                <w:szCs w:val="16"/>
                <w:lang w:val="ro-RO" w:eastAsia="ro-RO"/>
              </w:rPr>
              <w:t>pâna</w:t>
            </w:r>
            <w:proofErr w:type="spellEnd"/>
            <w:r w:rsidRPr="00893528">
              <w:rPr>
                <w:rFonts w:ascii="Verdana" w:eastAsia="SymbolMT" w:hAnsi="Verdana" w:cs="ArialMT"/>
                <w:sz w:val="16"/>
                <w:szCs w:val="16"/>
                <w:lang w:val="ro-RO" w:eastAsia="ro-RO"/>
              </w:rPr>
              <w:t xml:space="preserve"> la absolvire</w:t>
            </w:r>
            <w:r>
              <w:rPr>
                <w:rFonts w:ascii="Verdana" w:eastAsia="SymbolMT" w:hAnsi="Verdana" w:cs="ArialMT"/>
                <w:sz w:val="16"/>
                <w:szCs w:val="16"/>
                <w:lang w:val="ro-RO" w:eastAsia="ro-RO"/>
              </w:rPr>
              <w:t>.</w:t>
            </w:r>
            <w:r w:rsidR="0042178D" w:rsidRPr="003E754C">
              <w:rPr>
                <w:rFonts w:ascii="Gautami" w:hAnsi="Gautami" w:cs="Gautami"/>
                <w:bCs/>
                <w:sz w:val="18"/>
                <w:szCs w:val="18"/>
                <w:lang w:val="ro-RO"/>
              </w:rPr>
              <w:t xml:space="preserve"> </w:t>
            </w:r>
            <w:permEnd w:id="802767820"/>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595753965" w:edGrp="everyone"/>
            <w:r w:rsidRPr="003E754C">
              <w:rPr>
                <w:rFonts w:ascii="Gautami" w:hAnsi="Gautami" w:cs="Gautami"/>
                <w:bCs/>
                <w:sz w:val="18"/>
                <w:szCs w:val="18"/>
                <w:lang w:val="ro-RO"/>
              </w:rPr>
              <w:lastRenderedPageBreak/>
              <w:t xml:space="preserve"> </w:t>
            </w:r>
            <w:r w:rsidR="00C408D1">
              <w:rPr>
                <w:rFonts w:ascii="Gautami" w:hAnsi="Gautami" w:cs="Gautami"/>
                <w:bCs/>
                <w:sz w:val="18"/>
                <w:szCs w:val="18"/>
                <w:lang w:val="ro-RO"/>
              </w:rPr>
              <w:t>1/3</w:t>
            </w:r>
            <w:r w:rsidR="009500BE">
              <w:rPr>
                <w:rFonts w:ascii="Gautami" w:hAnsi="Gautami" w:cs="Gautami"/>
                <w:bCs/>
                <w:sz w:val="18"/>
                <w:szCs w:val="18"/>
                <w:lang w:val="ro-RO"/>
              </w:rPr>
              <w:t xml:space="preserve"> nota la </w:t>
            </w:r>
            <w:r w:rsidR="00C408D1">
              <w:rPr>
                <w:rFonts w:ascii="Verdana" w:eastAsia="SymbolMT" w:hAnsi="Verdana" w:cs="ArialMT"/>
                <w:sz w:val="16"/>
                <w:szCs w:val="16"/>
                <w:lang w:val="ro-RO" w:eastAsia="ro-RO"/>
              </w:rPr>
              <w:t>e</w:t>
            </w:r>
            <w:r w:rsidR="00C408D1" w:rsidRPr="00B65120">
              <w:rPr>
                <w:rFonts w:ascii="Verdana" w:eastAsia="SymbolMT" w:hAnsi="Verdana" w:cs="ArialMT"/>
                <w:sz w:val="16"/>
                <w:szCs w:val="16"/>
                <w:lang w:val="ro-RO" w:eastAsia="ro-RO"/>
              </w:rPr>
              <w:t>valuare</w:t>
            </w:r>
            <w:r w:rsidR="00C408D1">
              <w:rPr>
                <w:rFonts w:ascii="Verdana" w:eastAsia="SymbolMT" w:hAnsi="Verdana" w:cs="ArialMT"/>
                <w:sz w:val="16"/>
                <w:szCs w:val="16"/>
                <w:lang w:val="ro-RO" w:eastAsia="ro-RO"/>
              </w:rPr>
              <w:t>a</w:t>
            </w:r>
            <w:r w:rsidR="00C408D1" w:rsidRPr="00B65120">
              <w:rPr>
                <w:rFonts w:ascii="Verdana" w:eastAsia="SymbolMT" w:hAnsi="Verdana" w:cs="ArialMT"/>
                <w:sz w:val="16"/>
                <w:szCs w:val="16"/>
                <w:lang w:val="ro-RO" w:eastAsia="ro-RO"/>
              </w:rPr>
              <w:t xml:space="preserve"> distribuită</w:t>
            </w:r>
            <w:r w:rsidR="00C408D1">
              <w:rPr>
                <w:rFonts w:ascii="Verdana" w:eastAsia="SymbolMT" w:hAnsi="Verdana" w:cs="ArialMT"/>
                <w:sz w:val="16"/>
                <w:szCs w:val="16"/>
                <w:lang w:val="ro-RO" w:eastAsia="ro-RO"/>
              </w:rPr>
              <w:t xml:space="preserve"> a teoriei</w:t>
            </w:r>
            <w:r w:rsidR="009500BE">
              <w:rPr>
                <w:rFonts w:ascii="Gautami" w:hAnsi="Gautami" w:cs="Gautami"/>
                <w:bCs/>
                <w:sz w:val="18"/>
                <w:szCs w:val="18"/>
                <w:lang w:val="ro-RO"/>
              </w:rPr>
              <w:t xml:space="preserve">, </w:t>
            </w:r>
            <w:r w:rsidR="00C408D1">
              <w:rPr>
                <w:rFonts w:ascii="Gautami" w:hAnsi="Gautami" w:cs="Gautami"/>
                <w:bCs/>
                <w:sz w:val="18"/>
                <w:szCs w:val="18"/>
                <w:lang w:val="ro-RO"/>
              </w:rPr>
              <w:t>2/3</w:t>
            </w:r>
            <w:r w:rsidR="009500BE">
              <w:rPr>
                <w:rFonts w:ascii="Gautami" w:hAnsi="Gautami" w:cs="Gautami"/>
                <w:bCs/>
                <w:sz w:val="18"/>
                <w:szCs w:val="18"/>
                <w:lang w:val="ro-RO"/>
              </w:rPr>
              <w:t xml:space="preserve"> nota</w:t>
            </w:r>
            <w:r w:rsidR="00C408D1">
              <w:rPr>
                <w:rFonts w:ascii="Gautami" w:hAnsi="Gautami" w:cs="Gautami"/>
                <w:bCs/>
                <w:sz w:val="18"/>
                <w:szCs w:val="18"/>
                <w:lang w:val="ro-RO"/>
              </w:rPr>
              <w:t xml:space="preserve"> la </w:t>
            </w:r>
            <w:r w:rsidR="00C408D1">
              <w:rPr>
                <w:rFonts w:ascii="Gautami" w:hAnsi="Gautami" w:cs="Gautami"/>
                <w:bCs/>
                <w:sz w:val="18"/>
                <w:szCs w:val="18"/>
                <w:lang w:val="ro-RO"/>
              </w:rPr>
              <w:lastRenderedPageBreak/>
              <w:t>activitatea</w:t>
            </w:r>
            <w:r w:rsidR="009500BE">
              <w:rPr>
                <w:rFonts w:ascii="Gautami" w:hAnsi="Gautami" w:cs="Gautami"/>
                <w:bCs/>
                <w:sz w:val="18"/>
                <w:szCs w:val="18"/>
                <w:lang w:val="ro-RO"/>
              </w:rPr>
              <w:t xml:space="preserve"> pe parcurs</w:t>
            </w:r>
            <w:r w:rsidRPr="003E754C">
              <w:rPr>
                <w:rFonts w:ascii="Gautami" w:hAnsi="Gautami" w:cs="Gautami"/>
                <w:bCs/>
                <w:sz w:val="18"/>
                <w:szCs w:val="18"/>
                <w:lang w:val="ro-RO"/>
              </w:rPr>
              <w:t xml:space="preserve"> </w:t>
            </w:r>
            <w:permEnd w:id="1595753965"/>
          </w:p>
        </w:tc>
      </w:tr>
      <w:tr w:rsidR="0042178D" w:rsidRPr="003E754C" w:rsidTr="0042178D">
        <w:trPr>
          <w:trHeight w:val="265"/>
          <w:jc w:val="right"/>
        </w:trPr>
        <w:tc>
          <w:tcPr>
            <w:tcW w:w="2156" w:type="dxa"/>
          </w:tcPr>
          <w:p w:rsidR="0042178D" w:rsidRPr="003E754C" w:rsidRDefault="0042178D" w:rsidP="00053F67">
            <w:pPr>
              <w:autoSpaceDE w:val="0"/>
              <w:autoSpaceDN w:val="0"/>
              <w:adjustRightInd w:val="0"/>
              <w:spacing w:before="20" w:after="20" w:line="240" w:lineRule="auto"/>
              <w:ind w:left="34"/>
              <w:rPr>
                <w:rFonts w:ascii="Gautami" w:hAnsi="Gautami" w:cs="Gautami"/>
                <w:bCs/>
                <w:sz w:val="18"/>
                <w:szCs w:val="18"/>
              </w:rPr>
            </w:pPr>
            <w:r w:rsidRPr="003E754C">
              <w:rPr>
                <w:rFonts w:ascii="Gautami" w:hAnsi="Gautami" w:cs="Gautami"/>
                <w:b/>
                <w:bCs/>
                <w:sz w:val="18"/>
                <w:szCs w:val="18"/>
                <w:lang w:val="ro-RO"/>
              </w:rPr>
              <w:lastRenderedPageBreak/>
              <w:t>10.5</w:t>
            </w:r>
            <w:r w:rsidRPr="003E754C">
              <w:rPr>
                <w:rFonts w:ascii="Gautami" w:hAnsi="Gautami" w:cs="Gautami"/>
                <w:bCs/>
                <w:sz w:val="18"/>
                <w:szCs w:val="18"/>
                <w:lang w:val="ro-RO"/>
              </w:rPr>
              <w:t xml:space="preserve"> Activităţi aplicative </w:t>
            </w: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S:</w:t>
            </w:r>
            <w:r w:rsidRPr="003E754C">
              <w:rPr>
                <w:rFonts w:ascii="Gautami" w:hAnsi="Gautami" w:cs="Gautami"/>
                <w:bCs/>
                <w:sz w:val="18"/>
                <w:szCs w:val="18"/>
                <w:lang w:val="ro-RO"/>
              </w:rPr>
              <w:t xml:space="preserve">   </w:t>
            </w:r>
            <w:permStart w:id="1987451140" w:edGrp="everyone"/>
            <w:r w:rsidRPr="003E754C">
              <w:rPr>
                <w:rFonts w:ascii="Gautami" w:hAnsi="Gautami" w:cs="Gautami"/>
                <w:bCs/>
                <w:sz w:val="18"/>
                <w:szCs w:val="18"/>
                <w:lang w:val="ro-RO"/>
              </w:rPr>
              <w:t xml:space="preserve">   </w:t>
            </w:r>
            <w:permEnd w:id="1987451140"/>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200495079" w:edGrp="everyone"/>
            <w:r w:rsidRPr="003E754C">
              <w:rPr>
                <w:rFonts w:ascii="Gautami" w:hAnsi="Gautami" w:cs="Gautami"/>
                <w:bCs/>
                <w:sz w:val="18"/>
                <w:szCs w:val="18"/>
                <w:lang w:val="ro-RO"/>
              </w:rPr>
              <w:t xml:space="preserve">  </w:t>
            </w:r>
            <w:permEnd w:id="200495079"/>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425943323" w:edGrp="everyone"/>
            <w:r w:rsidRPr="003E754C">
              <w:rPr>
                <w:rFonts w:ascii="Gautami" w:hAnsi="Gautami" w:cs="Gautami"/>
                <w:bCs/>
                <w:sz w:val="18"/>
                <w:szCs w:val="18"/>
                <w:lang w:val="ro-RO"/>
              </w:rPr>
              <w:t xml:space="preserve">  </w:t>
            </w:r>
            <w:permEnd w:id="1425943323"/>
          </w:p>
        </w:tc>
      </w:tr>
      <w:tr w:rsidR="0042178D" w:rsidRPr="003E754C" w:rsidTr="0042178D">
        <w:trPr>
          <w:trHeight w:val="265"/>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L:  </w:t>
            </w:r>
            <w:r w:rsidRPr="003E754C">
              <w:rPr>
                <w:rFonts w:ascii="Gautami" w:hAnsi="Gautami" w:cs="Gautami"/>
                <w:bCs/>
                <w:sz w:val="18"/>
                <w:szCs w:val="18"/>
                <w:lang w:val="ro-RO"/>
              </w:rPr>
              <w:t xml:space="preserve"> </w:t>
            </w:r>
            <w:permStart w:id="705515516" w:edGrp="everyone"/>
            <w:r w:rsidRPr="003E754C">
              <w:rPr>
                <w:rFonts w:ascii="Gautami" w:hAnsi="Gautami" w:cs="Gautami"/>
                <w:bCs/>
                <w:sz w:val="18"/>
                <w:szCs w:val="18"/>
                <w:lang w:val="ro-RO"/>
              </w:rPr>
              <w:t xml:space="preserve">   </w:t>
            </w:r>
            <w:permEnd w:id="705515516"/>
          </w:p>
        </w:tc>
        <w:tc>
          <w:tcPr>
            <w:tcW w:w="3913" w:type="dxa"/>
          </w:tcPr>
          <w:p w:rsidR="0042178D" w:rsidRPr="003E754C" w:rsidRDefault="00B54B17" w:rsidP="00453904">
            <w:pPr>
              <w:autoSpaceDE w:val="0"/>
              <w:autoSpaceDN w:val="0"/>
              <w:adjustRightInd w:val="0"/>
              <w:spacing w:before="20" w:after="20" w:line="240" w:lineRule="auto"/>
              <w:ind w:left="34"/>
              <w:rPr>
                <w:rFonts w:ascii="Gautami" w:hAnsi="Gautami" w:cs="Gautami"/>
                <w:bCs/>
                <w:sz w:val="18"/>
                <w:szCs w:val="18"/>
                <w:lang w:val="ro-RO"/>
              </w:rPr>
            </w:pPr>
            <w:permStart w:id="869824924" w:edGrp="everyone"/>
            <w:r>
              <w:rPr>
                <w:rFonts w:ascii="Gautami" w:hAnsi="Gautami" w:cs="Gautami"/>
                <w:bCs/>
                <w:sz w:val="18"/>
                <w:szCs w:val="18"/>
                <w:lang w:val="ro-RO"/>
              </w:rPr>
              <w:t>E</w:t>
            </w:r>
            <w:r w:rsidR="009500BE">
              <w:rPr>
                <w:rFonts w:ascii="Gautami" w:hAnsi="Gautami" w:cs="Gautami"/>
                <w:bCs/>
                <w:sz w:val="18"/>
                <w:szCs w:val="18"/>
                <w:lang w:val="ro-RO"/>
              </w:rPr>
              <w:t>xaminare oral</w:t>
            </w:r>
            <w:r w:rsidR="009500BE">
              <w:rPr>
                <w:rFonts w:ascii="Times New Roman" w:hAnsi="Times New Roman"/>
                <w:bCs/>
                <w:sz w:val="18"/>
                <w:szCs w:val="18"/>
                <w:lang w:val="ro-RO"/>
              </w:rPr>
              <w:t>ă</w:t>
            </w:r>
            <w:r w:rsidR="009500BE" w:rsidRPr="00B54B17">
              <w:rPr>
                <w:rFonts w:ascii="Gautami" w:hAnsi="Gautami" w:cs="Gautami"/>
                <w:bCs/>
                <w:sz w:val="18"/>
                <w:szCs w:val="18"/>
                <w:lang w:val="ro-RO"/>
              </w:rPr>
              <w:t>, urmărirea activităţii practice</w:t>
            </w:r>
            <w:r>
              <w:rPr>
                <w:rFonts w:ascii="Gautami" w:hAnsi="Gautami" w:cs="Gautami"/>
                <w:bCs/>
                <w:sz w:val="18"/>
                <w:szCs w:val="18"/>
                <w:lang w:val="ro-RO"/>
              </w:rPr>
              <w:t>, test final de rezolvare pe calculator a unei aplicaţii</w:t>
            </w:r>
            <w:r w:rsidR="0042178D" w:rsidRPr="003E754C">
              <w:rPr>
                <w:rFonts w:ascii="Gautami" w:hAnsi="Gautami" w:cs="Gautami"/>
                <w:bCs/>
                <w:sz w:val="18"/>
                <w:szCs w:val="18"/>
                <w:lang w:val="ro-RO"/>
              </w:rPr>
              <w:t xml:space="preserve"> </w:t>
            </w:r>
            <w:permEnd w:id="869824924"/>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959400942" w:edGrp="everyone"/>
            <w:r w:rsidRPr="003E754C">
              <w:rPr>
                <w:rFonts w:ascii="Gautami" w:hAnsi="Gautami" w:cs="Gautami"/>
                <w:bCs/>
                <w:sz w:val="18"/>
                <w:szCs w:val="18"/>
                <w:lang w:val="ro-RO"/>
              </w:rPr>
              <w:t xml:space="preserve">  </w:t>
            </w:r>
            <w:permEnd w:id="1959400942"/>
          </w:p>
        </w:tc>
      </w:tr>
      <w:tr w:rsidR="0042178D" w:rsidRPr="003E754C" w:rsidTr="0042178D">
        <w:trPr>
          <w:trHeight w:val="265"/>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   </w:t>
            </w:r>
            <w:permStart w:id="2005092633" w:edGrp="everyone"/>
            <w:r w:rsidRPr="003E754C">
              <w:rPr>
                <w:rFonts w:ascii="Gautami" w:hAnsi="Gautami" w:cs="Gautami"/>
                <w:bCs/>
                <w:sz w:val="18"/>
                <w:szCs w:val="18"/>
                <w:lang w:val="ro-RO"/>
              </w:rPr>
              <w:t xml:space="preserve">   </w:t>
            </w:r>
            <w:permEnd w:id="2005092633"/>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643592099" w:edGrp="everyone"/>
            <w:r w:rsidRPr="003E754C">
              <w:rPr>
                <w:rFonts w:ascii="Gautami" w:hAnsi="Gautami" w:cs="Gautami"/>
                <w:bCs/>
                <w:sz w:val="18"/>
                <w:szCs w:val="18"/>
                <w:lang w:val="ro-RO"/>
              </w:rPr>
              <w:t xml:space="preserve">  </w:t>
            </w:r>
            <w:permEnd w:id="1643592099"/>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323173819" w:edGrp="everyone"/>
            <w:r w:rsidRPr="003E754C">
              <w:rPr>
                <w:rFonts w:ascii="Gautami" w:hAnsi="Gautami" w:cs="Gautami"/>
                <w:bCs/>
                <w:sz w:val="18"/>
                <w:szCs w:val="18"/>
                <w:lang w:val="ro-RO"/>
              </w:rPr>
              <w:t xml:space="preserve">  </w:t>
            </w:r>
            <w:permEnd w:id="1323173819"/>
          </w:p>
        </w:tc>
      </w:tr>
      <w:tr w:rsidR="0042178D" w:rsidRPr="003E754C" w:rsidTr="0042178D">
        <w:trPr>
          <w:trHeight w:val="243"/>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C12BE1">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Pr: </w:t>
            </w:r>
            <w:r w:rsidRPr="003E754C">
              <w:rPr>
                <w:rFonts w:ascii="Gautami" w:hAnsi="Gautami" w:cs="Gautami"/>
                <w:bCs/>
                <w:sz w:val="18"/>
                <w:szCs w:val="18"/>
                <w:lang w:val="ro-RO"/>
              </w:rPr>
              <w:t xml:space="preserve"> </w:t>
            </w:r>
            <w:permStart w:id="1394700043" w:edGrp="everyone"/>
            <w:r w:rsidRPr="003E754C">
              <w:rPr>
                <w:rFonts w:ascii="Gautami" w:hAnsi="Gautami" w:cs="Gautami"/>
                <w:bCs/>
                <w:sz w:val="18"/>
                <w:szCs w:val="18"/>
                <w:lang w:val="ro-RO"/>
              </w:rPr>
              <w:t xml:space="preserve">   </w:t>
            </w:r>
            <w:permEnd w:id="1394700043"/>
            <w:r w:rsidRPr="003E754C">
              <w:rPr>
                <w:rFonts w:ascii="Gautami" w:hAnsi="Gautami" w:cs="Gautami"/>
                <w:bCs/>
                <w:sz w:val="18"/>
                <w:szCs w:val="18"/>
                <w:lang w:val="ro-RO"/>
              </w:rPr>
              <w:t xml:space="preserve">     </w:t>
            </w:r>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855090444" w:edGrp="everyone"/>
            <w:r w:rsidRPr="003E754C">
              <w:rPr>
                <w:rFonts w:ascii="Gautami" w:hAnsi="Gautami" w:cs="Gautami"/>
                <w:bCs/>
                <w:sz w:val="18"/>
                <w:szCs w:val="18"/>
                <w:lang w:val="ro-RO"/>
              </w:rPr>
              <w:t xml:space="preserve">  </w:t>
            </w:r>
            <w:permEnd w:id="1855090444"/>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2007574286" w:edGrp="everyone"/>
            <w:r w:rsidRPr="003E754C">
              <w:rPr>
                <w:rFonts w:ascii="Gautami" w:hAnsi="Gautami" w:cs="Gautami"/>
                <w:bCs/>
                <w:sz w:val="18"/>
                <w:szCs w:val="18"/>
                <w:lang w:val="ro-RO"/>
              </w:rPr>
              <w:t xml:space="preserve">  </w:t>
            </w:r>
            <w:permEnd w:id="2007574286"/>
          </w:p>
        </w:tc>
      </w:tr>
      <w:tr w:rsidR="00C12BE1" w:rsidRPr="003E754C" w:rsidTr="0042178D">
        <w:trPr>
          <w:trHeight w:val="265"/>
          <w:jc w:val="right"/>
        </w:trPr>
        <w:tc>
          <w:tcPr>
            <w:tcW w:w="10597" w:type="dxa"/>
            <w:gridSpan w:val="4"/>
            <w:shd w:val="clear" w:color="auto" w:fill="FFFFFF"/>
          </w:tcPr>
          <w:p w:rsidR="00C12BE1" w:rsidRPr="003E754C" w:rsidRDefault="00C12BE1" w:rsidP="00691717">
            <w:pPr>
              <w:autoSpaceDE w:val="0"/>
              <w:autoSpaceDN w:val="0"/>
              <w:adjustRightInd w:val="0"/>
              <w:spacing w:before="20" w:after="20" w:line="240" w:lineRule="auto"/>
              <w:ind w:left="495" w:hanging="425"/>
              <w:rPr>
                <w:rFonts w:cs="Gautami"/>
                <w:bCs/>
                <w:sz w:val="18"/>
                <w:szCs w:val="18"/>
                <w:lang w:val="ro-RO"/>
              </w:rPr>
            </w:pPr>
            <w:r w:rsidRPr="003E754C">
              <w:rPr>
                <w:rFonts w:ascii="Gautami" w:hAnsi="Gautami" w:cs="Gautami"/>
                <w:b/>
                <w:bCs/>
                <w:sz w:val="18"/>
                <w:szCs w:val="18"/>
                <w:lang w:val="ro-RO"/>
              </w:rPr>
              <w:t>10.</w:t>
            </w:r>
            <w:r w:rsidRPr="003E754C">
              <w:rPr>
                <w:rFonts w:ascii="Gautami" w:hAnsi="Gautami" w:cs="Gautami"/>
                <w:b/>
                <w:bCs/>
                <w:sz w:val="18"/>
                <w:szCs w:val="18"/>
                <w:shd w:val="clear" w:color="auto" w:fill="F2F2F2"/>
                <w:lang w:val="ro-RO"/>
              </w:rPr>
              <w:t>6</w:t>
            </w:r>
            <w:r w:rsidRPr="003E754C">
              <w:rPr>
                <w:rFonts w:ascii="Gautami" w:hAnsi="Gautami" w:cs="Gautami"/>
                <w:bCs/>
                <w:sz w:val="18"/>
                <w:szCs w:val="18"/>
                <w:shd w:val="clear" w:color="auto" w:fill="F2F2F2"/>
                <w:lang w:val="ro-RO"/>
              </w:rPr>
              <w:t xml:space="preserve"> Standard minim de performanţă</w:t>
            </w:r>
            <w:r w:rsidRPr="003E754C">
              <w:rPr>
                <w:rFonts w:cs="Gautami"/>
                <w:bCs/>
                <w:sz w:val="18"/>
                <w:szCs w:val="18"/>
                <w:shd w:val="clear" w:color="auto" w:fill="F2F2F2"/>
                <w:lang w:val="ro-RO"/>
              </w:rPr>
              <w:t xml:space="preserve"> </w:t>
            </w:r>
            <w:r w:rsidRPr="003E754C">
              <w:rPr>
                <w:rFonts w:cs="Gautami"/>
                <w:bCs/>
                <w:sz w:val="16"/>
                <w:szCs w:val="16"/>
                <w:shd w:val="clear" w:color="auto" w:fill="F2F2F2"/>
                <w:lang w:val="ro-RO"/>
              </w:rPr>
              <w:t>(volumul de cunoştinţe minim necesar pentru promovarea disciplinei şi modul în care se verifică stăpânirea lui)</w:t>
            </w:r>
          </w:p>
        </w:tc>
      </w:tr>
      <w:tr w:rsidR="00C12BE1" w:rsidRPr="003E754C" w:rsidTr="0042178D">
        <w:trPr>
          <w:trHeight w:val="265"/>
          <w:jc w:val="right"/>
        </w:trPr>
        <w:tc>
          <w:tcPr>
            <w:tcW w:w="10597" w:type="dxa"/>
            <w:gridSpan w:val="4"/>
          </w:tcPr>
          <w:p w:rsidR="00C12BE1" w:rsidRPr="003E754C" w:rsidRDefault="00893CC2" w:rsidP="00BA501D">
            <w:pPr>
              <w:numPr>
                <w:ilvl w:val="0"/>
                <w:numId w:val="16"/>
              </w:numPr>
              <w:autoSpaceDE w:val="0"/>
              <w:autoSpaceDN w:val="0"/>
              <w:adjustRightInd w:val="0"/>
              <w:spacing w:before="20" w:after="20" w:line="240" w:lineRule="auto"/>
              <w:ind w:left="459" w:hanging="389"/>
              <w:rPr>
                <w:rFonts w:ascii="Gautami" w:hAnsi="Gautami" w:cs="Gautami"/>
                <w:bCs/>
                <w:sz w:val="18"/>
                <w:szCs w:val="18"/>
                <w:lang w:val="ro-RO"/>
              </w:rPr>
            </w:pPr>
            <w:permStart w:id="688611985" w:edGrp="everyone"/>
            <w:r>
              <w:rPr>
                <w:rFonts w:ascii="Gautami" w:hAnsi="Gautami" w:cs="Gautami"/>
                <w:bCs/>
                <w:sz w:val="18"/>
                <w:szCs w:val="18"/>
                <w:lang w:val="ro-RO"/>
              </w:rPr>
              <w:t xml:space="preserve">   </w:t>
            </w:r>
            <w:permEnd w:id="688611985"/>
          </w:p>
        </w:tc>
      </w:tr>
    </w:tbl>
    <w:p w:rsidR="00691717" w:rsidRPr="003E754C" w:rsidRDefault="00691717" w:rsidP="0076356B">
      <w:pPr>
        <w:autoSpaceDE w:val="0"/>
        <w:autoSpaceDN w:val="0"/>
        <w:adjustRightInd w:val="0"/>
        <w:spacing w:after="0" w:line="240" w:lineRule="auto"/>
        <w:ind w:firstLine="720"/>
        <w:jc w:val="both"/>
        <w:rPr>
          <w:rFonts w:ascii="Verdana" w:hAnsi="Verdana"/>
          <w:bCs/>
          <w:sz w:val="24"/>
          <w:szCs w:val="24"/>
          <w:lang w:val="ro-RO"/>
        </w:rPr>
      </w:pPr>
    </w:p>
    <w:p w:rsidR="008B1A15" w:rsidRPr="003E754C" w:rsidRDefault="008B1A15" w:rsidP="0076356B">
      <w:pPr>
        <w:autoSpaceDE w:val="0"/>
        <w:autoSpaceDN w:val="0"/>
        <w:adjustRightInd w:val="0"/>
        <w:spacing w:after="0" w:line="240" w:lineRule="auto"/>
        <w:ind w:firstLine="720"/>
        <w:jc w:val="both"/>
        <w:rPr>
          <w:rFonts w:ascii="Verdana" w:hAnsi="Verdana"/>
          <w:bCs/>
          <w:sz w:val="24"/>
          <w:szCs w:val="24"/>
          <w:lang w:val="ro-RO"/>
        </w:rPr>
      </w:pPr>
    </w:p>
    <w:p w:rsidR="008B1A15" w:rsidRPr="003E754C" w:rsidRDefault="008B1A15" w:rsidP="0076356B">
      <w:pPr>
        <w:autoSpaceDE w:val="0"/>
        <w:autoSpaceDN w:val="0"/>
        <w:adjustRightInd w:val="0"/>
        <w:spacing w:after="0" w:line="240" w:lineRule="auto"/>
        <w:ind w:firstLine="720"/>
        <w:jc w:val="both"/>
        <w:rPr>
          <w:rFonts w:ascii="Verdana" w:hAnsi="Verdana"/>
          <w:bCs/>
          <w:sz w:val="24"/>
          <w:szCs w:val="24"/>
          <w:lang w:val="ro-RO"/>
        </w:rPr>
      </w:pPr>
    </w:p>
    <w:tbl>
      <w:tblPr>
        <w:tblW w:w="0" w:type="auto"/>
        <w:jc w:val="center"/>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8"/>
        <w:gridCol w:w="3808"/>
        <w:gridCol w:w="3455"/>
      </w:tblGrid>
      <w:tr w:rsidR="00B927FF" w:rsidRPr="003E754C" w:rsidTr="00104FB1">
        <w:trPr>
          <w:trHeight w:val="235"/>
          <w:jc w:val="center"/>
        </w:trPr>
        <w:tc>
          <w:tcPr>
            <w:tcW w:w="3298" w:type="dxa"/>
            <w:tcBorders>
              <w:top w:val="nil"/>
              <w:left w:val="nil"/>
              <w:bottom w:val="nil"/>
              <w:right w:val="nil"/>
            </w:tcBorders>
          </w:tcPr>
          <w:p w:rsidR="00B927FF" w:rsidRPr="003E754C" w:rsidRDefault="00B927FF" w:rsidP="00104FB1">
            <w:pPr>
              <w:autoSpaceDE w:val="0"/>
              <w:autoSpaceDN w:val="0"/>
              <w:adjustRightInd w:val="0"/>
              <w:spacing w:before="40" w:after="40" w:line="240" w:lineRule="auto"/>
              <w:ind w:left="35"/>
              <w:jc w:val="center"/>
              <w:rPr>
                <w:rFonts w:ascii="Verdana" w:hAnsi="Verdana"/>
                <w:b/>
                <w:bCs/>
                <w:sz w:val="18"/>
                <w:szCs w:val="18"/>
                <w:lang w:val="ro-RO"/>
              </w:rPr>
            </w:pPr>
            <w:r w:rsidRPr="003E754C">
              <w:rPr>
                <w:rFonts w:ascii="Gautami" w:hAnsi="Gautami" w:cs="Gautami"/>
                <w:b/>
                <w:bCs/>
                <w:sz w:val="18"/>
                <w:szCs w:val="18"/>
                <w:lang w:val="ro-RO"/>
              </w:rPr>
              <w:t>Data completării</w:t>
            </w:r>
          </w:p>
        </w:tc>
        <w:tc>
          <w:tcPr>
            <w:tcW w:w="3808" w:type="dxa"/>
            <w:tcBorders>
              <w:top w:val="nil"/>
              <w:left w:val="nil"/>
              <w:bottom w:val="nil"/>
              <w:right w:val="nil"/>
            </w:tcBorders>
          </w:tcPr>
          <w:p w:rsidR="00B927FF"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w:t>
            </w:r>
            <w:r w:rsidR="00B927FF" w:rsidRPr="003E754C">
              <w:rPr>
                <w:rFonts w:ascii="Gautami" w:hAnsi="Gautami" w:cs="Gautami"/>
                <w:b/>
                <w:bCs/>
                <w:sz w:val="18"/>
                <w:szCs w:val="18"/>
                <w:lang w:val="ro-RO"/>
              </w:rPr>
              <w:t xml:space="preserve"> de curs</w:t>
            </w:r>
          </w:p>
          <w:p w:rsidR="000A6FD5" w:rsidRPr="00EF64FC" w:rsidRDefault="000A6FD5" w:rsidP="00104FB1">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EF64FC">
              <w:rPr>
                <w:rFonts w:cs="Gautami"/>
                <w:b/>
                <w:bCs/>
                <w:sz w:val="18"/>
                <w:szCs w:val="18"/>
                <w:lang w:val="ro-RO"/>
              </w:rPr>
              <w:t>ătura)</w:t>
            </w:r>
          </w:p>
        </w:tc>
        <w:tc>
          <w:tcPr>
            <w:tcW w:w="3455" w:type="dxa"/>
            <w:tcBorders>
              <w:top w:val="nil"/>
              <w:left w:val="nil"/>
              <w:bottom w:val="nil"/>
              <w:right w:val="nil"/>
            </w:tcBorders>
          </w:tcPr>
          <w:p w:rsidR="00B927FF" w:rsidRDefault="000A6FD5" w:rsidP="000A6FD5">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 activităţi</w:t>
            </w:r>
            <w:r w:rsidR="00B927FF" w:rsidRPr="003E754C">
              <w:rPr>
                <w:rFonts w:ascii="Gautami" w:hAnsi="Gautami" w:cs="Gautami"/>
                <w:b/>
                <w:bCs/>
                <w:sz w:val="18"/>
                <w:szCs w:val="18"/>
                <w:lang w:val="ro-RO"/>
              </w:rPr>
              <w:t xml:space="preserve"> aplicative</w:t>
            </w:r>
          </w:p>
          <w:p w:rsidR="000A6FD5" w:rsidRPr="003E754C" w:rsidRDefault="000A6FD5" w:rsidP="000A6FD5">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B927FF" w:rsidRPr="003E754C" w:rsidTr="00104FB1">
        <w:trPr>
          <w:jc w:val="center"/>
        </w:trPr>
        <w:tc>
          <w:tcPr>
            <w:tcW w:w="3298" w:type="dxa"/>
            <w:tcBorders>
              <w:top w:val="nil"/>
              <w:left w:val="nil"/>
              <w:bottom w:val="nil"/>
              <w:right w:val="nil"/>
            </w:tcBorders>
          </w:tcPr>
          <w:p w:rsidR="00B927FF" w:rsidRPr="003E754C" w:rsidRDefault="00B927FF" w:rsidP="00104FB1">
            <w:pPr>
              <w:autoSpaceDE w:val="0"/>
              <w:autoSpaceDN w:val="0"/>
              <w:adjustRightInd w:val="0"/>
              <w:spacing w:before="40" w:after="40" w:line="240" w:lineRule="auto"/>
              <w:ind w:left="35"/>
              <w:jc w:val="center"/>
              <w:rPr>
                <w:rFonts w:ascii="Verdana" w:hAnsi="Verdana"/>
                <w:bCs/>
                <w:sz w:val="18"/>
                <w:szCs w:val="18"/>
                <w:lang w:val="ro-RO"/>
              </w:rPr>
            </w:pPr>
            <w:permStart w:id="1451573277" w:edGrp="everyone"/>
            <w:r w:rsidRPr="003E754C">
              <w:rPr>
                <w:rFonts w:ascii="Verdana" w:hAnsi="Verdana"/>
                <w:bCs/>
                <w:sz w:val="18"/>
                <w:szCs w:val="18"/>
                <w:lang w:val="ro-RO"/>
              </w:rPr>
              <w:t xml:space="preserve">  </w:t>
            </w:r>
            <w:r w:rsidR="006219D2">
              <w:rPr>
                <w:rFonts w:ascii="Verdana" w:hAnsi="Verdana"/>
                <w:bCs/>
                <w:sz w:val="18"/>
                <w:szCs w:val="18"/>
                <w:lang w:val="ro-RO"/>
              </w:rPr>
              <w:t>15.11.</w:t>
            </w:r>
            <w:bookmarkStart w:id="0" w:name="_GoBack"/>
            <w:bookmarkEnd w:id="0"/>
            <w:r w:rsidR="006219D2">
              <w:rPr>
                <w:rFonts w:ascii="Verdana" w:hAnsi="Verdana"/>
                <w:bCs/>
                <w:sz w:val="18"/>
                <w:szCs w:val="18"/>
                <w:lang w:val="ro-RO"/>
              </w:rPr>
              <w:t>2014</w:t>
            </w:r>
            <w:r w:rsidRPr="003E754C">
              <w:rPr>
                <w:rFonts w:ascii="Verdana" w:hAnsi="Verdana"/>
                <w:bCs/>
                <w:sz w:val="18"/>
                <w:szCs w:val="18"/>
                <w:lang w:val="ro-RO"/>
              </w:rPr>
              <w:t xml:space="preserve"> </w:t>
            </w:r>
            <w:permEnd w:id="1451573277"/>
          </w:p>
        </w:tc>
        <w:tc>
          <w:tcPr>
            <w:tcW w:w="3808" w:type="dxa"/>
            <w:tcBorders>
              <w:top w:val="nil"/>
              <w:left w:val="nil"/>
              <w:bottom w:val="nil"/>
              <w:right w:val="nil"/>
            </w:tcBorders>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c>
          <w:tcPr>
            <w:tcW w:w="3455" w:type="dxa"/>
            <w:tcBorders>
              <w:top w:val="nil"/>
              <w:left w:val="nil"/>
              <w:bottom w:val="nil"/>
              <w:right w:val="nil"/>
            </w:tcBorders>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r>
    </w:tbl>
    <w:p w:rsidR="00B927FF" w:rsidRPr="003E754C" w:rsidRDefault="00B927FF" w:rsidP="00B927FF">
      <w:pPr>
        <w:autoSpaceDE w:val="0"/>
        <w:autoSpaceDN w:val="0"/>
        <w:adjustRightInd w:val="0"/>
        <w:spacing w:after="0" w:line="240" w:lineRule="auto"/>
        <w:ind w:firstLine="720"/>
        <w:jc w:val="both"/>
        <w:rPr>
          <w:rFonts w:ascii="Verdana" w:hAnsi="Verdana"/>
          <w:bCs/>
          <w:sz w:val="24"/>
          <w:szCs w:val="24"/>
          <w:lang w:val="ro-RO"/>
        </w:rPr>
      </w:pPr>
    </w:p>
    <w:p w:rsidR="00B927FF" w:rsidRPr="003E754C" w:rsidRDefault="00B927FF" w:rsidP="00B927FF">
      <w:pPr>
        <w:autoSpaceDE w:val="0"/>
        <w:autoSpaceDN w:val="0"/>
        <w:adjustRightInd w:val="0"/>
        <w:spacing w:after="0" w:line="240" w:lineRule="auto"/>
        <w:ind w:firstLine="720"/>
        <w:jc w:val="both"/>
        <w:rPr>
          <w:rFonts w:ascii="Verdana" w:hAnsi="Verdana"/>
          <w:bCs/>
          <w:sz w:val="24"/>
          <w:szCs w:val="24"/>
          <w:lang w:val="ro-RO"/>
        </w:rPr>
      </w:pPr>
    </w:p>
    <w:tbl>
      <w:tblPr>
        <w:tblW w:w="0" w:type="auto"/>
        <w:tblInd w:w="108" w:type="dxa"/>
        <w:tblLayout w:type="fixed"/>
        <w:tblLook w:val="04A0" w:firstRow="1" w:lastRow="0" w:firstColumn="1" w:lastColumn="0" w:noHBand="0" w:noVBand="1"/>
      </w:tblPr>
      <w:tblGrid>
        <w:gridCol w:w="3626"/>
        <w:gridCol w:w="3462"/>
        <w:gridCol w:w="3481"/>
      </w:tblGrid>
      <w:tr w:rsidR="00B927FF" w:rsidRPr="003E754C" w:rsidTr="00104FB1">
        <w:trPr>
          <w:trHeight w:val="235"/>
        </w:trPr>
        <w:tc>
          <w:tcPr>
            <w:tcW w:w="3626" w:type="dxa"/>
          </w:tcPr>
          <w:p w:rsidR="00B927FF" w:rsidRDefault="000A6FD5" w:rsidP="000A6FD5">
            <w:pPr>
              <w:autoSpaceDE w:val="0"/>
              <w:autoSpaceDN w:val="0"/>
              <w:adjustRightInd w:val="0"/>
              <w:spacing w:before="40" w:after="40" w:line="240" w:lineRule="auto"/>
              <w:ind w:left="34"/>
              <w:jc w:val="center"/>
              <w:rPr>
                <w:rFonts w:ascii="Gautami" w:hAnsi="Gautami" w:cs="Gautami"/>
                <w:b/>
                <w:bCs/>
                <w:sz w:val="18"/>
                <w:szCs w:val="18"/>
                <w:lang w:val="ro-RO"/>
              </w:rPr>
            </w:pPr>
            <w:r>
              <w:rPr>
                <w:rFonts w:ascii="Gautami" w:hAnsi="Gautami" w:cs="Gautami"/>
                <w:b/>
                <w:bCs/>
                <w:sz w:val="18"/>
                <w:szCs w:val="18"/>
                <w:lang w:val="ro-RO"/>
              </w:rPr>
              <w:t>Director</w:t>
            </w:r>
            <w:r w:rsidR="00B927FF" w:rsidRPr="003E754C">
              <w:rPr>
                <w:rFonts w:ascii="Gautami" w:hAnsi="Gautami" w:cs="Gautami"/>
                <w:b/>
                <w:bCs/>
                <w:sz w:val="18"/>
                <w:szCs w:val="18"/>
                <w:lang w:val="ro-RO"/>
              </w:rPr>
              <w:t xml:space="preserve"> de departament</w:t>
            </w:r>
          </w:p>
          <w:p w:rsidR="000A6FD5" w:rsidRPr="003E754C" w:rsidRDefault="000A6FD5" w:rsidP="000A6FD5">
            <w:pPr>
              <w:autoSpaceDE w:val="0"/>
              <w:autoSpaceDN w:val="0"/>
              <w:adjustRightInd w:val="0"/>
              <w:spacing w:before="40" w:after="40" w:line="240" w:lineRule="auto"/>
              <w:ind w:left="34"/>
              <w:jc w:val="center"/>
              <w:rPr>
                <w:rFonts w:ascii="Verdana" w:hAnsi="Verdana"/>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c>
          <w:tcPr>
            <w:tcW w:w="3462" w:type="dxa"/>
          </w:tcPr>
          <w:p w:rsidR="00B927FF" w:rsidRPr="003E754C" w:rsidRDefault="00B927FF" w:rsidP="00104FB1">
            <w:pPr>
              <w:autoSpaceDE w:val="0"/>
              <w:autoSpaceDN w:val="0"/>
              <w:adjustRightInd w:val="0"/>
              <w:spacing w:before="40" w:after="40" w:line="240" w:lineRule="auto"/>
              <w:jc w:val="center"/>
              <w:rPr>
                <w:rFonts w:ascii="Verdana" w:hAnsi="Verdana"/>
                <w:b/>
                <w:bCs/>
                <w:sz w:val="18"/>
                <w:szCs w:val="18"/>
                <w:lang w:val="ro-RO"/>
              </w:rPr>
            </w:pPr>
            <w:r w:rsidRPr="003E754C">
              <w:rPr>
                <w:rFonts w:ascii="Gautami" w:hAnsi="Gautami" w:cs="Gautami"/>
                <w:b/>
                <w:bCs/>
                <w:sz w:val="18"/>
                <w:szCs w:val="18"/>
                <w:lang w:val="ro-RO"/>
              </w:rPr>
              <w:t>Data avizării în Consiliul Facultăţii</w:t>
            </w:r>
            <w:r w:rsidRPr="003E754C">
              <w:rPr>
                <w:rStyle w:val="FootnoteReference"/>
                <w:rFonts w:ascii="Gautami" w:hAnsi="Gautami" w:cs="Gautami"/>
                <w:b/>
                <w:bCs/>
                <w:sz w:val="18"/>
                <w:szCs w:val="18"/>
                <w:lang w:val="ro-RO"/>
              </w:rPr>
              <w:footnoteReference w:id="12"/>
            </w:r>
          </w:p>
        </w:tc>
        <w:tc>
          <w:tcPr>
            <w:tcW w:w="3481" w:type="dxa"/>
          </w:tcPr>
          <w:p w:rsidR="00B927FF"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Decan</w:t>
            </w:r>
          </w:p>
          <w:p w:rsidR="000A6FD5" w:rsidRPr="003E754C"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B927FF" w:rsidRPr="00691717" w:rsidTr="00104FB1">
        <w:tc>
          <w:tcPr>
            <w:tcW w:w="3626" w:type="dxa"/>
          </w:tcPr>
          <w:p w:rsidR="000A6FD5" w:rsidRDefault="000A6FD5" w:rsidP="00104FB1">
            <w:pPr>
              <w:tabs>
                <w:tab w:val="left" w:pos="743"/>
              </w:tabs>
              <w:autoSpaceDE w:val="0"/>
              <w:autoSpaceDN w:val="0"/>
              <w:adjustRightInd w:val="0"/>
              <w:spacing w:before="40" w:after="40" w:line="240" w:lineRule="auto"/>
              <w:ind w:left="34"/>
              <w:jc w:val="center"/>
              <w:rPr>
                <w:rFonts w:ascii="Gautami" w:hAnsi="Gautami" w:cs="Gautami"/>
                <w:bCs/>
                <w:sz w:val="18"/>
                <w:szCs w:val="18"/>
                <w:lang w:val="ro-RO"/>
              </w:rPr>
            </w:pPr>
          </w:p>
          <w:p w:rsidR="00B927FF" w:rsidRPr="003E754C" w:rsidRDefault="00B927FF" w:rsidP="00104FB1">
            <w:pPr>
              <w:tabs>
                <w:tab w:val="left" w:pos="743"/>
              </w:tabs>
              <w:autoSpaceDE w:val="0"/>
              <w:autoSpaceDN w:val="0"/>
              <w:adjustRightInd w:val="0"/>
              <w:spacing w:before="40" w:after="40" w:line="240" w:lineRule="auto"/>
              <w:ind w:left="34"/>
              <w:jc w:val="center"/>
              <w:rPr>
                <w:rFonts w:ascii="Verdana" w:hAnsi="Verdana"/>
                <w:bCs/>
                <w:sz w:val="18"/>
                <w:szCs w:val="18"/>
                <w:lang w:val="ro-RO"/>
              </w:rPr>
            </w:pPr>
            <w:r w:rsidRPr="003E754C">
              <w:rPr>
                <w:rFonts w:ascii="Gautami" w:hAnsi="Gautami" w:cs="Gautami"/>
                <w:bCs/>
                <w:sz w:val="18"/>
                <w:szCs w:val="18"/>
                <w:lang w:val="ro-RO"/>
              </w:rPr>
              <w:t>…………………….………</w:t>
            </w:r>
          </w:p>
        </w:tc>
        <w:tc>
          <w:tcPr>
            <w:tcW w:w="3462" w:type="dxa"/>
          </w:tcPr>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permStart w:id="1374712201" w:edGrp="everyone"/>
            <w:r w:rsidRPr="003E754C">
              <w:rPr>
                <w:rFonts w:ascii="Verdana" w:hAnsi="Verdana"/>
                <w:bCs/>
                <w:sz w:val="18"/>
                <w:szCs w:val="18"/>
                <w:lang w:val="ro-RO"/>
              </w:rPr>
              <w:t xml:space="preserve">   </w:t>
            </w:r>
            <w:permEnd w:id="1374712201"/>
          </w:p>
        </w:tc>
        <w:tc>
          <w:tcPr>
            <w:tcW w:w="3481" w:type="dxa"/>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691717" w:rsidRDefault="00B927FF" w:rsidP="00104FB1">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w:t>
            </w:r>
          </w:p>
        </w:tc>
      </w:tr>
    </w:tbl>
    <w:p w:rsidR="009731E7" w:rsidRPr="004272F6" w:rsidRDefault="009731E7" w:rsidP="00691717">
      <w:pPr>
        <w:autoSpaceDE w:val="0"/>
        <w:autoSpaceDN w:val="0"/>
        <w:adjustRightInd w:val="0"/>
        <w:spacing w:line="240" w:lineRule="auto"/>
        <w:ind w:firstLine="284"/>
        <w:jc w:val="both"/>
        <w:rPr>
          <w:rFonts w:ascii="Verdana" w:hAnsi="Verdana"/>
          <w:bCs/>
          <w:sz w:val="20"/>
          <w:szCs w:val="20"/>
          <w:lang w:val="ro-RO"/>
        </w:rPr>
      </w:pPr>
    </w:p>
    <w:sectPr w:rsidR="009731E7" w:rsidRPr="004272F6" w:rsidSect="00DF00D2">
      <w:footerReference w:type="default" r:id="rId9"/>
      <w:pgSz w:w="11906" w:h="16838" w:code="9"/>
      <w:pgMar w:top="851" w:right="567" w:bottom="851"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292" w:rsidRDefault="00A32292">
      <w:r>
        <w:separator/>
      </w:r>
    </w:p>
  </w:endnote>
  <w:endnote w:type="continuationSeparator" w:id="0">
    <w:p w:rsidR="00A32292" w:rsidRDefault="00A32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Gautami">
    <w:panose1 w:val="02000500000000000000"/>
    <w:charset w:val="00"/>
    <w:family w:val="auto"/>
    <w:pitch w:val="variable"/>
    <w:sig w:usb0="002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ArialMT">
    <w:altName w:val="Arial"/>
    <w:panose1 w:val="00000000000000000000"/>
    <w:charset w:val="0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BC6" w:rsidRPr="002C57A4" w:rsidRDefault="00875BC6">
    <w:pPr>
      <w:pStyle w:val="Footer"/>
      <w:jc w:val="right"/>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292" w:rsidRDefault="00A32292">
      <w:r>
        <w:separator/>
      </w:r>
    </w:p>
  </w:footnote>
  <w:footnote w:type="continuationSeparator" w:id="0">
    <w:p w:rsidR="00A32292" w:rsidRDefault="00A32292">
      <w:r>
        <w:continuationSeparator/>
      </w:r>
    </w:p>
  </w:footnote>
  <w:footnote w:id="1">
    <w:p w:rsidR="00875BC6" w:rsidRPr="00B14113" w:rsidRDefault="00875BC6" w:rsidP="00BA3485">
      <w:pPr>
        <w:autoSpaceDE w:val="0"/>
        <w:autoSpaceDN w:val="0"/>
        <w:adjustRightInd w:val="0"/>
        <w:spacing w:after="0" w:line="240" w:lineRule="auto"/>
        <w:jc w:val="both"/>
        <w:rPr>
          <w:rFonts w:ascii="Verdana" w:hAnsi="Verdana"/>
          <w:sz w:val="14"/>
          <w:szCs w:val="14"/>
          <w:lang w:val="fr-FR"/>
        </w:rPr>
      </w:pPr>
      <w:r w:rsidRPr="00B14113">
        <w:rPr>
          <w:rStyle w:val="FootnoteReference"/>
          <w:rFonts w:ascii="Verdana" w:hAnsi="Verdana"/>
          <w:sz w:val="14"/>
          <w:szCs w:val="14"/>
        </w:rPr>
        <w:footnoteRef/>
      </w:r>
      <w:r w:rsidRPr="00B14113">
        <w:rPr>
          <w:rFonts w:ascii="Verdana" w:hAnsi="Verdana"/>
          <w:sz w:val="14"/>
          <w:szCs w:val="14"/>
          <w:lang w:val="fr-FR"/>
        </w:rPr>
        <w:t xml:space="preserve"> </w:t>
      </w:r>
      <w:r w:rsidRPr="00B14113">
        <w:rPr>
          <w:rFonts w:ascii="Verdana" w:hAnsi="Verdana"/>
          <w:bCs/>
          <w:sz w:val="14"/>
          <w:szCs w:val="14"/>
          <w:lang w:val="ro-RO"/>
        </w:rPr>
        <w:t xml:space="preserve">Formularul corespunde Fişei Disciplinei promovată prin </w:t>
      </w:r>
      <w:r>
        <w:rPr>
          <w:rFonts w:ascii="Verdana" w:hAnsi="Verdana"/>
          <w:sz w:val="14"/>
          <w:szCs w:val="14"/>
          <w:lang w:val="fr-FR"/>
        </w:rPr>
        <w:t>OMECTS 5703/18.12.2011 (Anexa3).</w:t>
      </w:r>
    </w:p>
  </w:footnote>
  <w:footnote w:id="2">
    <w:p w:rsidR="00875BC6" w:rsidRPr="00B14113" w:rsidRDefault="00875BC6">
      <w:pPr>
        <w:pStyle w:val="FootnoteText"/>
        <w:rPr>
          <w:lang w:val="fr-FR"/>
        </w:rPr>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facultăţii care gestionează programul de studiu căruia îi aparţine disciplina</w:t>
      </w:r>
      <w:r w:rsidRPr="00B14113">
        <w:rPr>
          <w:rFonts w:ascii="Verdana" w:hAnsi="Verdana"/>
          <w:sz w:val="14"/>
          <w:szCs w:val="14"/>
          <w:lang w:val="fr-FR"/>
        </w:rPr>
        <w:t>.</w:t>
      </w:r>
    </w:p>
  </w:footnote>
  <w:footnote w:id="3">
    <w:p w:rsidR="00875BC6" w:rsidRPr="00B14113" w:rsidRDefault="00875BC6">
      <w:pPr>
        <w:pStyle w:val="FootnoteText"/>
        <w:rPr>
          <w:lang w:val="fr-FR"/>
        </w:rPr>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departamentului căruia i-a fost încredinţată susţinerea disciplinei şi de care aparţine titularul cursului</w:t>
      </w:r>
      <w:r w:rsidRPr="00B14113">
        <w:rPr>
          <w:rFonts w:ascii="Verdana" w:hAnsi="Verdana"/>
          <w:sz w:val="14"/>
          <w:szCs w:val="14"/>
          <w:lang w:val="fr-FR"/>
        </w:rPr>
        <w:t>.</w:t>
      </w:r>
    </w:p>
  </w:footnote>
  <w:footnote w:id="4">
    <w:p w:rsidR="00875BC6" w:rsidRPr="003E754C" w:rsidRDefault="00875BC6">
      <w:pPr>
        <w:pStyle w:val="FootnoteText"/>
      </w:pPr>
      <w:r w:rsidRPr="003E754C">
        <w:rPr>
          <w:rStyle w:val="FootnoteReference"/>
        </w:rPr>
        <w:footnoteRef/>
      </w:r>
      <w:r w:rsidRPr="003E754C">
        <w:t xml:space="preserve"> </w:t>
      </w:r>
      <w:r w:rsidRPr="003E754C">
        <w:rPr>
          <w:rFonts w:ascii="Verdana" w:hAnsi="Verdana"/>
          <w:sz w:val="14"/>
          <w:szCs w:val="14"/>
        </w:rPr>
        <w:t xml:space="preserve">Se înscrie codul prevăzut în HG nr. </w:t>
      </w:r>
      <w:r w:rsidRPr="008E18FB">
        <w:rPr>
          <w:rFonts w:ascii="Verdana" w:hAnsi="Verdana"/>
          <w:sz w:val="14"/>
          <w:szCs w:val="14"/>
          <w:lang w:val="fr-FR"/>
        </w:rPr>
        <w:t>493</w:t>
      </w:r>
      <w:r w:rsidRPr="00133314">
        <w:rPr>
          <w:rFonts w:ascii="Verdana" w:hAnsi="Verdana"/>
          <w:sz w:val="14"/>
          <w:szCs w:val="14"/>
          <w:lang w:val="fr-FR"/>
        </w:rPr>
        <w:t>/</w:t>
      </w:r>
      <w:r>
        <w:rPr>
          <w:rFonts w:ascii="Verdana" w:hAnsi="Verdana"/>
          <w:sz w:val="14"/>
          <w:szCs w:val="14"/>
        </w:rPr>
        <w:t>1</w:t>
      </w:r>
      <w:r w:rsidRPr="008E18FB">
        <w:rPr>
          <w:rFonts w:ascii="Verdana" w:hAnsi="Verdana"/>
          <w:sz w:val="14"/>
          <w:szCs w:val="14"/>
          <w:lang w:val="fr-FR"/>
        </w:rPr>
        <w:t>7</w:t>
      </w:r>
      <w:r>
        <w:rPr>
          <w:rFonts w:ascii="Verdana" w:hAnsi="Verdana"/>
          <w:sz w:val="14"/>
          <w:szCs w:val="14"/>
        </w:rPr>
        <w:t>.07.201</w:t>
      </w:r>
      <w:r w:rsidRPr="008E18FB">
        <w:rPr>
          <w:rFonts w:ascii="Verdana" w:hAnsi="Verdana"/>
          <w:sz w:val="14"/>
          <w:szCs w:val="14"/>
          <w:lang w:val="fr-FR"/>
        </w:rPr>
        <w:t>3</w:t>
      </w:r>
      <w:r w:rsidRPr="003E754C">
        <w:rPr>
          <w:rFonts w:ascii="Verdana" w:hAnsi="Verdana"/>
          <w:sz w:val="14"/>
          <w:szCs w:val="14"/>
        </w:rPr>
        <w:t>.</w:t>
      </w:r>
    </w:p>
  </w:footnote>
  <w:footnote w:id="5">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 xml:space="preserve">Prin activităţi aplicative se înţeleg activităţile de: </w:t>
      </w:r>
      <w:r w:rsidRPr="003E754C">
        <w:rPr>
          <w:rFonts w:ascii="Verdana" w:hAnsi="Verdana"/>
          <w:sz w:val="14"/>
          <w:szCs w:val="14"/>
          <w:lang w:val="fr-FR"/>
        </w:rPr>
        <w:t>s</w:t>
      </w:r>
      <w:r w:rsidRPr="003E754C">
        <w:rPr>
          <w:rFonts w:ascii="Verdana" w:hAnsi="Verdana"/>
          <w:sz w:val="14"/>
          <w:szCs w:val="14"/>
          <w:lang w:val="ro-RO"/>
        </w:rPr>
        <w:t>eminar (S) / laborator (L) / proiect (P) / practică (Pr).</w:t>
      </w:r>
    </w:p>
  </w:footnote>
  <w:footnote w:id="6">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t xml:space="preserve"> </w:t>
      </w:r>
      <w:r w:rsidRPr="003E754C">
        <w:rPr>
          <w:rFonts w:ascii="Verdana" w:hAnsi="Verdana"/>
          <w:sz w:val="14"/>
          <w:szCs w:val="14"/>
          <w:lang w:val="ro-RO"/>
        </w:rPr>
        <w:t>Anul de studii la care este prevăzută disciplina în planul de învăţământ.</w:t>
      </w:r>
    </w:p>
  </w:footnote>
  <w:footnote w:id="7">
    <w:p w:rsidR="00875BC6" w:rsidRPr="006A1695"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Se obţine prin însumarea numărului de ore de la punctele 3.4 şi 3.7.</w:t>
      </w:r>
    </w:p>
  </w:footnote>
  <w:footnote w:id="8">
    <w:p w:rsidR="00875BC6" w:rsidRPr="003E754C" w:rsidRDefault="00875BC6">
      <w:pPr>
        <w:pStyle w:val="FootnoteText"/>
        <w:rPr>
          <w:lang w:val="ro-RO"/>
        </w:rPr>
      </w:pPr>
      <w:r w:rsidRPr="003E754C">
        <w:rPr>
          <w:rStyle w:val="FootnoteReference"/>
        </w:rPr>
        <w:footnoteRef/>
      </w:r>
      <w:r w:rsidRPr="003E754C">
        <w:t xml:space="preserve"> </w:t>
      </w:r>
      <w:r w:rsidRPr="003E754C">
        <w:rPr>
          <w:rFonts w:ascii="Verdana" w:hAnsi="Verdana"/>
          <w:sz w:val="14"/>
          <w:szCs w:val="14"/>
        </w:rPr>
        <w:t xml:space="preserve">Aspectul competenţelor profesionale </w:t>
      </w:r>
      <w:r w:rsidRPr="003E754C">
        <w:rPr>
          <w:rFonts w:ascii="Verdana" w:hAnsi="Verdana"/>
          <w:sz w:val="14"/>
          <w:szCs w:val="14"/>
          <w:lang w:val="ro-RO"/>
        </w:rPr>
        <w:t xml:space="preserve">şi competenţelor transversale </w:t>
      </w:r>
      <w:r w:rsidRPr="003E754C">
        <w:rPr>
          <w:rFonts w:ascii="Verdana" w:hAnsi="Verdana"/>
          <w:sz w:val="14"/>
          <w:szCs w:val="14"/>
        </w:rPr>
        <w:t>va fi tratat cf. Metodologiei OMECTS 5703/18.12.2011. Se vor prelua competenţele care sunt precizate în Registrul Naţional al Calificărilor din Învăţământul Superior RNCIS (</w:t>
      </w:r>
      <w:hyperlink r:id="rId1" w:history="1">
        <w:r w:rsidRPr="003E754C">
          <w:rPr>
            <w:rStyle w:val="Hyperlink"/>
            <w:rFonts w:ascii="Verdana" w:hAnsi="Verdana"/>
            <w:sz w:val="14"/>
            <w:szCs w:val="14"/>
          </w:rPr>
          <w:t>http://www.rncis.ro/portal/page?_pageid=117,70218&amp;_dad=portal&amp;_schema=PORTAL</w:t>
        </w:r>
      </w:hyperlink>
      <w:r w:rsidRPr="003E754C">
        <w:rPr>
          <w:rFonts w:ascii="Verdana" w:hAnsi="Verdana"/>
          <w:sz w:val="14"/>
          <w:szCs w:val="14"/>
        </w:rPr>
        <w:t>) pentru domeniul de studiu de la pct. 1.4 şi programul de studii de la pct. 1.6 din această fişă</w:t>
      </w:r>
      <w:r w:rsidRPr="003E754C">
        <w:rPr>
          <w:rFonts w:ascii="Verdana" w:hAnsi="Verdana"/>
          <w:sz w:val="14"/>
          <w:szCs w:val="14"/>
          <w:lang w:val="ro-RO"/>
        </w:rPr>
        <w:t>, la care participă disciplina.</w:t>
      </w:r>
    </w:p>
  </w:footnote>
  <w:footnote w:id="9">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 iar cel puţin 3 titluri trebuie să se refere la lucrări relevante pentru disciplină, de circulaţie naţională şi internaţională, existente în biblioteca UPT.</w:t>
      </w:r>
    </w:p>
  </w:footnote>
  <w:footnote w:id="10">
    <w:p w:rsidR="00875BC6" w:rsidRPr="006952D0"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Tipurile de activităţi aplicative sunt cele precizate în nota de subsol 5. Dacă disciplina conţine mai multe tipuri de activităţi aplicative atunci ele se trec consecutiv în liniile tabelului de mai jos. Tipul activităţii se va înscrie într-o linie distinctă sub forma: „Seminar:”, „Laborator:”, „Proiect:” şi/sau „Practică:”.</w:t>
      </w:r>
    </w:p>
  </w:footnote>
  <w:footnote w:id="11">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w:t>
      </w:r>
    </w:p>
  </w:footnote>
  <w:footnote w:id="12">
    <w:p w:rsidR="00875BC6" w:rsidRPr="00A859D4" w:rsidRDefault="00875BC6" w:rsidP="00B927FF">
      <w:pPr>
        <w:pStyle w:val="FootnoteText"/>
        <w:rPr>
          <w:rFonts w:ascii="Verdana" w:hAnsi="Verdana"/>
          <w:sz w:val="14"/>
          <w:szCs w:val="14"/>
          <w:lang w:val="ro-RO"/>
        </w:rPr>
      </w:pPr>
      <w:r w:rsidRPr="004C26DF">
        <w:rPr>
          <w:rStyle w:val="FootnoteReference"/>
          <w:rFonts w:ascii="Verdana" w:hAnsi="Verdana"/>
          <w:sz w:val="14"/>
          <w:szCs w:val="14"/>
        </w:rPr>
        <w:footnoteRef/>
      </w:r>
      <w:r w:rsidRPr="004C26DF">
        <w:rPr>
          <w:rFonts w:ascii="Verdana" w:hAnsi="Verdana"/>
          <w:sz w:val="14"/>
          <w:szCs w:val="14"/>
        </w:rPr>
        <w:t xml:space="preserve"> </w:t>
      </w:r>
      <w:r w:rsidRPr="004C26DF">
        <w:rPr>
          <w:rFonts w:ascii="Verdana" w:hAnsi="Verdana"/>
          <w:sz w:val="14"/>
          <w:szCs w:val="14"/>
          <w:lang w:val="ro-RO"/>
        </w:rPr>
        <w:t>Avizarea este precedată de discutarea punctului de vedere al board-ului de care aparţine programul de studiu cu privire la fişa disciplinei.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4E93"/>
    <w:multiLevelType w:val="hybridMultilevel"/>
    <w:tmpl w:val="083059D8"/>
    <w:lvl w:ilvl="0" w:tplc="D2E2CFB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1">
    <w:nsid w:val="0C303BE8"/>
    <w:multiLevelType w:val="hybridMultilevel"/>
    <w:tmpl w:val="D6A6185A"/>
    <w:lvl w:ilvl="0" w:tplc="04180019">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nsid w:val="18384846"/>
    <w:multiLevelType w:val="hybridMultilevel"/>
    <w:tmpl w:val="AFD030BE"/>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3">
    <w:nsid w:val="2D4D0F62"/>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2D820CCC"/>
    <w:multiLevelType w:val="hybridMultilevel"/>
    <w:tmpl w:val="6566882C"/>
    <w:lvl w:ilvl="0" w:tplc="04180019">
      <w:start w:val="1"/>
      <w:numFmt w:val="lowerLetter"/>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344325DA"/>
    <w:multiLevelType w:val="hybridMultilevel"/>
    <w:tmpl w:val="9B408624"/>
    <w:lvl w:ilvl="0" w:tplc="04180001">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6">
    <w:nsid w:val="36772711"/>
    <w:multiLevelType w:val="hybridMultilevel"/>
    <w:tmpl w:val="184C9F96"/>
    <w:lvl w:ilvl="0" w:tplc="C50C0E12">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7">
    <w:nsid w:val="3FCB0BEF"/>
    <w:multiLevelType w:val="hybridMultilevel"/>
    <w:tmpl w:val="F24A8D1C"/>
    <w:lvl w:ilvl="0" w:tplc="04180019">
      <w:start w:val="1"/>
      <w:numFmt w:val="lowerLetter"/>
      <w:lvlText w:val="%1."/>
      <w:lvlJc w:val="left"/>
      <w:pPr>
        <w:ind w:left="1080" w:hanging="360"/>
      </w:pPr>
    </w:lvl>
    <w:lvl w:ilvl="1" w:tplc="B2BA039C">
      <w:start w:val="7"/>
      <w:numFmt w:val="bullet"/>
      <w:lvlText w:val="-"/>
      <w:lvlJc w:val="left"/>
      <w:pPr>
        <w:ind w:left="1800" w:hanging="360"/>
      </w:pPr>
      <w:rPr>
        <w:rFonts w:ascii="Times New Roman" w:eastAsia="Calibri" w:hAnsi="Times New Roman" w:cs="Times New Roman" w:hint="default"/>
      </w:r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nsid w:val="48D31642"/>
    <w:multiLevelType w:val="hybridMultilevel"/>
    <w:tmpl w:val="AE7680CA"/>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53E66EBF"/>
    <w:multiLevelType w:val="hybridMultilevel"/>
    <w:tmpl w:val="E1D4FCE6"/>
    <w:lvl w:ilvl="0" w:tplc="04180001">
      <w:start w:val="1"/>
      <w:numFmt w:val="bullet"/>
      <w:lvlText w:val=""/>
      <w:lvlJc w:val="left"/>
      <w:pPr>
        <w:tabs>
          <w:tab w:val="num" w:pos="1428"/>
        </w:tabs>
        <w:ind w:left="1428" w:hanging="360"/>
      </w:pPr>
      <w:rPr>
        <w:rFonts w:ascii="Symbol" w:hAnsi="Symbol" w:hint="default"/>
      </w:rPr>
    </w:lvl>
    <w:lvl w:ilvl="1" w:tplc="04180003" w:tentative="1">
      <w:start w:val="1"/>
      <w:numFmt w:val="bullet"/>
      <w:lvlText w:val="o"/>
      <w:lvlJc w:val="left"/>
      <w:pPr>
        <w:tabs>
          <w:tab w:val="num" w:pos="2148"/>
        </w:tabs>
        <w:ind w:left="2148" w:hanging="360"/>
      </w:pPr>
      <w:rPr>
        <w:rFonts w:ascii="Courier New" w:hAnsi="Courier New" w:cs="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cs="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cs="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10">
    <w:nsid w:val="5C0D2CD2"/>
    <w:multiLevelType w:val="hybridMultilevel"/>
    <w:tmpl w:val="3C0879B8"/>
    <w:lvl w:ilvl="0" w:tplc="04180019">
      <w:start w:val="1"/>
      <w:numFmt w:val="lowerLetter"/>
      <w:lvlText w:val="%1."/>
      <w:lvlJc w:val="left"/>
      <w:pPr>
        <w:ind w:left="1080" w:hanging="360"/>
      </w:pPr>
      <w:rPr>
        <w:rFont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nsid w:val="6079538A"/>
    <w:multiLevelType w:val="hybridMultilevel"/>
    <w:tmpl w:val="20F6C6C0"/>
    <w:lvl w:ilvl="0" w:tplc="453EEBCC">
      <w:start w:val="1"/>
      <w:numFmt w:val="lowerLetter"/>
      <w:lvlText w:val="%1)"/>
      <w:lvlJc w:val="left"/>
      <w:pPr>
        <w:tabs>
          <w:tab w:val="num" w:pos="1653"/>
        </w:tabs>
        <w:ind w:left="1653" w:hanging="945"/>
      </w:pPr>
      <w:rPr>
        <w:rFonts w:ascii="Times New Roman" w:eastAsia="Times New Roman" w:hAnsi="Times New Roman" w:cs="Times New Roman"/>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2">
    <w:nsid w:val="71DE0FAD"/>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nsid w:val="722F4B1A"/>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nsid w:val="737F1B0B"/>
    <w:multiLevelType w:val="hybridMultilevel"/>
    <w:tmpl w:val="33406A24"/>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15">
    <w:nsid w:val="77AC4DAF"/>
    <w:multiLevelType w:val="multilevel"/>
    <w:tmpl w:val="29AC08AA"/>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6">
    <w:nsid w:val="7A403407"/>
    <w:multiLevelType w:val="hybridMultilevel"/>
    <w:tmpl w:val="8C7AA838"/>
    <w:lvl w:ilvl="0" w:tplc="F05C8E9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num w:numId="1">
    <w:abstractNumId w:val="2"/>
  </w:num>
  <w:num w:numId="2">
    <w:abstractNumId w:val="9"/>
  </w:num>
  <w:num w:numId="3">
    <w:abstractNumId w:val="6"/>
  </w:num>
  <w:num w:numId="4">
    <w:abstractNumId w:val="11"/>
  </w:num>
  <w:num w:numId="5">
    <w:abstractNumId w:val="16"/>
  </w:num>
  <w:num w:numId="6">
    <w:abstractNumId w:val="0"/>
  </w:num>
  <w:num w:numId="7">
    <w:abstractNumId w:val="8"/>
  </w:num>
  <w:num w:numId="8">
    <w:abstractNumId w:val="10"/>
  </w:num>
  <w:num w:numId="9">
    <w:abstractNumId w:val="1"/>
  </w:num>
  <w:num w:numId="10">
    <w:abstractNumId w:val="4"/>
  </w:num>
  <w:num w:numId="11">
    <w:abstractNumId w:val="7"/>
  </w:num>
  <w:num w:numId="12">
    <w:abstractNumId w:val="15"/>
  </w:num>
  <w:num w:numId="13">
    <w:abstractNumId w:val="3"/>
  </w:num>
  <w:num w:numId="14">
    <w:abstractNumId w:val="13"/>
  </w:num>
  <w:num w:numId="15">
    <w:abstractNumId w:val="12"/>
  </w:num>
  <w:num w:numId="16">
    <w:abstractNumId w:val="1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029A"/>
    <w:rsid w:val="0000026C"/>
    <w:rsid w:val="0000146F"/>
    <w:rsid w:val="00002130"/>
    <w:rsid w:val="00002D94"/>
    <w:rsid w:val="0000314E"/>
    <w:rsid w:val="000031AF"/>
    <w:rsid w:val="000038D4"/>
    <w:rsid w:val="00004814"/>
    <w:rsid w:val="00004B67"/>
    <w:rsid w:val="000055AD"/>
    <w:rsid w:val="00006ED6"/>
    <w:rsid w:val="000074F8"/>
    <w:rsid w:val="00007F2B"/>
    <w:rsid w:val="0001035A"/>
    <w:rsid w:val="00011B7A"/>
    <w:rsid w:val="0001254E"/>
    <w:rsid w:val="00012768"/>
    <w:rsid w:val="00012871"/>
    <w:rsid w:val="00012A22"/>
    <w:rsid w:val="0001375F"/>
    <w:rsid w:val="0001467A"/>
    <w:rsid w:val="0001572C"/>
    <w:rsid w:val="00016743"/>
    <w:rsid w:val="00016D9C"/>
    <w:rsid w:val="00017919"/>
    <w:rsid w:val="00017C38"/>
    <w:rsid w:val="000202D6"/>
    <w:rsid w:val="0002053F"/>
    <w:rsid w:val="00020594"/>
    <w:rsid w:val="00022A1A"/>
    <w:rsid w:val="00022CF5"/>
    <w:rsid w:val="00023180"/>
    <w:rsid w:val="000244D0"/>
    <w:rsid w:val="000273B1"/>
    <w:rsid w:val="00030186"/>
    <w:rsid w:val="000315FB"/>
    <w:rsid w:val="000319AC"/>
    <w:rsid w:val="00034AF6"/>
    <w:rsid w:val="00034B75"/>
    <w:rsid w:val="000351AD"/>
    <w:rsid w:val="00036895"/>
    <w:rsid w:val="00040EB8"/>
    <w:rsid w:val="00041613"/>
    <w:rsid w:val="00041642"/>
    <w:rsid w:val="0004237A"/>
    <w:rsid w:val="00044711"/>
    <w:rsid w:val="00045242"/>
    <w:rsid w:val="00045498"/>
    <w:rsid w:val="0004655F"/>
    <w:rsid w:val="000476E3"/>
    <w:rsid w:val="00047C7F"/>
    <w:rsid w:val="000502DE"/>
    <w:rsid w:val="0005033F"/>
    <w:rsid w:val="000503CC"/>
    <w:rsid w:val="00051CE6"/>
    <w:rsid w:val="00051E1A"/>
    <w:rsid w:val="00052CD3"/>
    <w:rsid w:val="00052D57"/>
    <w:rsid w:val="000538A1"/>
    <w:rsid w:val="00053F67"/>
    <w:rsid w:val="00054591"/>
    <w:rsid w:val="0005522F"/>
    <w:rsid w:val="0005598C"/>
    <w:rsid w:val="00057B41"/>
    <w:rsid w:val="00061F9D"/>
    <w:rsid w:val="000621EA"/>
    <w:rsid w:val="00063149"/>
    <w:rsid w:val="0006341D"/>
    <w:rsid w:val="000634CB"/>
    <w:rsid w:val="000648C1"/>
    <w:rsid w:val="00064FAA"/>
    <w:rsid w:val="00065466"/>
    <w:rsid w:val="00065805"/>
    <w:rsid w:val="00065A79"/>
    <w:rsid w:val="00065C99"/>
    <w:rsid w:val="00065FFF"/>
    <w:rsid w:val="00067079"/>
    <w:rsid w:val="000674C2"/>
    <w:rsid w:val="00070387"/>
    <w:rsid w:val="0007080B"/>
    <w:rsid w:val="000713D3"/>
    <w:rsid w:val="000729B9"/>
    <w:rsid w:val="0007405A"/>
    <w:rsid w:val="000740BC"/>
    <w:rsid w:val="000751EA"/>
    <w:rsid w:val="00075B20"/>
    <w:rsid w:val="0007690D"/>
    <w:rsid w:val="00076E1B"/>
    <w:rsid w:val="000770B8"/>
    <w:rsid w:val="00082195"/>
    <w:rsid w:val="00083F84"/>
    <w:rsid w:val="00085F05"/>
    <w:rsid w:val="000877FC"/>
    <w:rsid w:val="000921F5"/>
    <w:rsid w:val="00092B84"/>
    <w:rsid w:val="0009462E"/>
    <w:rsid w:val="00094ACD"/>
    <w:rsid w:val="00094AE4"/>
    <w:rsid w:val="0009523E"/>
    <w:rsid w:val="00095968"/>
    <w:rsid w:val="00096298"/>
    <w:rsid w:val="00096813"/>
    <w:rsid w:val="00096858"/>
    <w:rsid w:val="000976B6"/>
    <w:rsid w:val="000978FD"/>
    <w:rsid w:val="000A19A3"/>
    <w:rsid w:val="000A1BBA"/>
    <w:rsid w:val="000A40F0"/>
    <w:rsid w:val="000A4A45"/>
    <w:rsid w:val="000A4DE5"/>
    <w:rsid w:val="000A4E02"/>
    <w:rsid w:val="000A4E91"/>
    <w:rsid w:val="000A6081"/>
    <w:rsid w:val="000A60E8"/>
    <w:rsid w:val="000A63B0"/>
    <w:rsid w:val="000A6410"/>
    <w:rsid w:val="000A6FD5"/>
    <w:rsid w:val="000B032D"/>
    <w:rsid w:val="000B2548"/>
    <w:rsid w:val="000B3706"/>
    <w:rsid w:val="000B3CD4"/>
    <w:rsid w:val="000B7168"/>
    <w:rsid w:val="000B7562"/>
    <w:rsid w:val="000B7AC3"/>
    <w:rsid w:val="000B7BEB"/>
    <w:rsid w:val="000B7F4B"/>
    <w:rsid w:val="000C00AA"/>
    <w:rsid w:val="000C029E"/>
    <w:rsid w:val="000C0EA2"/>
    <w:rsid w:val="000C1FBC"/>
    <w:rsid w:val="000C3BEC"/>
    <w:rsid w:val="000C4C5C"/>
    <w:rsid w:val="000C505E"/>
    <w:rsid w:val="000C527F"/>
    <w:rsid w:val="000C55F1"/>
    <w:rsid w:val="000C7A86"/>
    <w:rsid w:val="000D0617"/>
    <w:rsid w:val="000D078F"/>
    <w:rsid w:val="000D251F"/>
    <w:rsid w:val="000D2C5B"/>
    <w:rsid w:val="000D4D39"/>
    <w:rsid w:val="000D579C"/>
    <w:rsid w:val="000D5E25"/>
    <w:rsid w:val="000D6A08"/>
    <w:rsid w:val="000D70DB"/>
    <w:rsid w:val="000E0178"/>
    <w:rsid w:val="000E0A97"/>
    <w:rsid w:val="000E1F10"/>
    <w:rsid w:val="000E33DD"/>
    <w:rsid w:val="000E36FE"/>
    <w:rsid w:val="000E3C7E"/>
    <w:rsid w:val="000E47A4"/>
    <w:rsid w:val="000E5544"/>
    <w:rsid w:val="000E681B"/>
    <w:rsid w:val="000E6987"/>
    <w:rsid w:val="000E7E37"/>
    <w:rsid w:val="000F026F"/>
    <w:rsid w:val="000F2069"/>
    <w:rsid w:val="000F21BE"/>
    <w:rsid w:val="000F22A3"/>
    <w:rsid w:val="000F2D0D"/>
    <w:rsid w:val="000F3180"/>
    <w:rsid w:val="000F3A23"/>
    <w:rsid w:val="000F4BB7"/>
    <w:rsid w:val="000F5C01"/>
    <w:rsid w:val="000F69CC"/>
    <w:rsid w:val="000F6FED"/>
    <w:rsid w:val="000F7AEE"/>
    <w:rsid w:val="000F7C4C"/>
    <w:rsid w:val="00100052"/>
    <w:rsid w:val="00102D71"/>
    <w:rsid w:val="00102F8F"/>
    <w:rsid w:val="0010369B"/>
    <w:rsid w:val="00104703"/>
    <w:rsid w:val="00104FB1"/>
    <w:rsid w:val="001050C2"/>
    <w:rsid w:val="001051FC"/>
    <w:rsid w:val="001067EE"/>
    <w:rsid w:val="001079A6"/>
    <w:rsid w:val="0011106D"/>
    <w:rsid w:val="00111F15"/>
    <w:rsid w:val="001130B6"/>
    <w:rsid w:val="00113685"/>
    <w:rsid w:val="00113A17"/>
    <w:rsid w:val="00114406"/>
    <w:rsid w:val="00115561"/>
    <w:rsid w:val="0011734B"/>
    <w:rsid w:val="00117491"/>
    <w:rsid w:val="00117B48"/>
    <w:rsid w:val="00117D06"/>
    <w:rsid w:val="00117D9A"/>
    <w:rsid w:val="001208FA"/>
    <w:rsid w:val="00121BA9"/>
    <w:rsid w:val="00121BCA"/>
    <w:rsid w:val="0012207C"/>
    <w:rsid w:val="00122DEA"/>
    <w:rsid w:val="00122E8C"/>
    <w:rsid w:val="00123868"/>
    <w:rsid w:val="00123F21"/>
    <w:rsid w:val="00126AED"/>
    <w:rsid w:val="001303C3"/>
    <w:rsid w:val="00131BC5"/>
    <w:rsid w:val="0013205B"/>
    <w:rsid w:val="00133314"/>
    <w:rsid w:val="00133B75"/>
    <w:rsid w:val="00134616"/>
    <w:rsid w:val="001355BA"/>
    <w:rsid w:val="00135741"/>
    <w:rsid w:val="00136C6D"/>
    <w:rsid w:val="0013709D"/>
    <w:rsid w:val="001403AE"/>
    <w:rsid w:val="001403EB"/>
    <w:rsid w:val="001404D5"/>
    <w:rsid w:val="00140E4E"/>
    <w:rsid w:val="00141014"/>
    <w:rsid w:val="001419D1"/>
    <w:rsid w:val="001422F8"/>
    <w:rsid w:val="00142A8D"/>
    <w:rsid w:val="001439E0"/>
    <w:rsid w:val="00144DEC"/>
    <w:rsid w:val="00144FDE"/>
    <w:rsid w:val="00146F96"/>
    <w:rsid w:val="00151C3B"/>
    <w:rsid w:val="00152CD6"/>
    <w:rsid w:val="00153461"/>
    <w:rsid w:val="00153627"/>
    <w:rsid w:val="00153FB8"/>
    <w:rsid w:val="00154713"/>
    <w:rsid w:val="00154ECD"/>
    <w:rsid w:val="001559C6"/>
    <w:rsid w:val="001564A6"/>
    <w:rsid w:val="001564CC"/>
    <w:rsid w:val="00156AEB"/>
    <w:rsid w:val="0015795A"/>
    <w:rsid w:val="001579C3"/>
    <w:rsid w:val="00157CC6"/>
    <w:rsid w:val="00157D97"/>
    <w:rsid w:val="0016056B"/>
    <w:rsid w:val="001615FD"/>
    <w:rsid w:val="001654C6"/>
    <w:rsid w:val="00166CE2"/>
    <w:rsid w:val="00167592"/>
    <w:rsid w:val="0017003D"/>
    <w:rsid w:val="00170100"/>
    <w:rsid w:val="00171E93"/>
    <w:rsid w:val="00171F14"/>
    <w:rsid w:val="0017279C"/>
    <w:rsid w:val="00173BDB"/>
    <w:rsid w:val="00174FA5"/>
    <w:rsid w:val="00176233"/>
    <w:rsid w:val="00176CF7"/>
    <w:rsid w:val="00177B50"/>
    <w:rsid w:val="001803ED"/>
    <w:rsid w:val="0018103C"/>
    <w:rsid w:val="00182175"/>
    <w:rsid w:val="00183060"/>
    <w:rsid w:val="001840D9"/>
    <w:rsid w:val="001841AE"/>
    <w:rsid w:val="001842D0"/>
    <w:rsid w:val="0018455F"/>
    <w:rsid w:val="001853E4"/>
    <w:rsid w:val="00185A0A"/>
    <w:rsid w:val="00186587"/>
    <w:rsid w:val="00186988"/>
    <w:rsid w:val="001873BB"/>
    <w:rsid w:val="00187612"/>
    <w:rsid w:val="001877F4"/>
    <w:rsid w:val="00187AF6"/>
    <w:rsid w:val="00187D91"/>
    <w:rsid w:val="00187F60"/>
    <w:rsid w:val="00190D17"/>
    <w:rsid w:val="00190E9B"/>
    <w:rsid w:val="0019239D"/>
    <w:rsid w:val="001923CF"/>
    <w:rsid w:val="001925B5"/>
    <w:rsid w:val="001926CB"/>
    <w:rsid w:val="00192881"/>
    <w:rsid w:val="00192BBE"/>
    <w:rsid w:val="00192EFE"/>
    <w:rsid w:val="00193B4A"/>
    <w:rsid w:val="00194406"/>
    <w:rsid w:val="0019513C"/>
    <w:rsid w:val="001A0CA2"/>
    <w:rsid w:val="001A1440"/>
    <w:rsid w:val="001A16F6"/>
    <w:rsid w:val="001A17F5"/>
    <w:rsid w:val="001A1B4F"/>
    <w:rsid w:val="001A32DA"/>
    <w:rsid w:val="001A44C8"/>
    <w:rsid w:val="001A7FEA"/>
    <w:rsid w:val="001B00F0"/>
    <w:rsid w:val="001B24A3"/>
    <w:rsid w:val="001B2F24"/>
    <w:rsid w:val="001B31CC"/>
    <w:rsid w:val="001B3C43"/>
    <w:rsid w:val="001B65C3"/>
    <w:rsid w:val="001B6E93"/>
    <w:rsid w:val="001C05E1"/>
    <w:rsid w:val="001C1968"/>
    <w:rsid w:val="001C2E13"/>
    <w:rsid w:val="001C2FE4"/>
    <w:rsid w:val="001C3BEC"/>
    <w:rsid w:val="001C439E"/>
    <w:rsid w:val="001C4412"/>
    <w:rsid w:val="001C447A"/>
    <w:rsid w:val="001C4BA5"/>
    <w:rsid w:val="001C526C"/>
    <w:rsid w:val="001C5C07"/>
    <w:rsid w:val="001C61FB"/>
    <w:rsid w:val="001C7BAD"/>
    <w:rsid w:val="001C7E68"/>
    <w:rsid w:val="001D1B8D"/>
    <w:rsid w:val="001D2049"/>
    <w:rsid w:val="001D30C1"/>
    <w:rsid w:val="001D33F5"/>
    <w:rsid w:val="001D3E5F"/>
    <w:rsid w:val="001D5996"/>
    <w:rsid w:val="001D70B5"/>
    <w:rsid w:val="001D7F22"/>
    <w:rsid w:val="001E02F1"/>
    <w:rsid w:val="001E066F"/>
    <w:rsid w:val="001E12E8"/>
    <w:rsid w:val="001E136D"/>
    <w:rsid w:val="001E174E"/>
    <w:rsid w:val="001E3D8B"/>
    <w:rsid w:val="001E4005"/>
    <w:rsid w:val="001E4772"/>
    <w:rsid w:val="001E6814"/>
    <w:rsid w:val="001E6AFD"/>
    <w:rsid w:val="001E6C68"/>
    <w:rsid w:val="001E6DF6"/>
    <w:rsid w:val="001F0AA2"/>
    <w:rsid w:val="001F1907"/>
    <w:rsid w:val="001F21AC"/>
    <w:rsid w:val="001F272E"/>
    <w:rsid w:val="001F3CFF"/>
    <w:rsid w:val="001F3EC6"/>
    <w:rsid w:val="001F528A"/>
    <w:rsid w:val="001F5461"/>
    <w:rsid w:val="001F6176"/>
    <w:rsid w:val="001F61A5"/>
    <w:rsid w:val="001F65C0"/>
    <w:rsid w:val="0020045D"/>
    <w:rsid w:val="00201B28"/>
    <w:rsid w:val="002028D4"/>
    <w:rsid w:val="002045EB"/>
    <w:rsid w:val="002047FA"/>
    <w:rsid w:val="0020496C"/>
    <w:rsid w:val="002052B1"/>
    <w:rsid w:val="00205B47"/>
    <w:rsid w:val="00207471"/>
    <w:rsid w:val="00207EAD"/>
    <w:rsid w:val="0021114D"/>
    <w:rsid w:val="00211C3A"/>
    <w:rsid w:val="002121C7"/>
    <w:rsid w:val="002144B5"/>
    <w:rsid w:val="00217042"/>
    <w:rsid w:val="002172C7"/>
    <w:rsid w:val="00220500"/>
    <w:rsid w:val="002224D7"/>
    <w:rsid w:val="002229FA"/>
    <w:rsid w:val="00223594"/>
    <w:rsid w:val="00223BE2"/>
    <w:rsid w:val="00223C96"/>
    <w:rsid w:val="002251F1"/>
    <w:rsid w:val="00225693"/>
    <w:rsid w:val="00225A34"/>
    <w:rsid w:val="00226207"/>
    <w:rsid w:val="002303D7"/>
    <w:rsid w:val="00230D88"/>
    <w:rsid w:val="00231C3E"/>
    <w:rsid w:val="00233296"/>
    <w:rsid w:val="002332F1"/>
    <w:rsid w:val="002334F2"/>
    <w:rsid w:val="00234048"/>
    <w:rsid w:val="00234756"/>
    <w:rsid w:val="002349EF"/>
    <w:rsid w:val="00234D43"/>
    <w:rsid w:val="00234F0E"/>
    <w:rsid w:val="0023579F"/>
    <w:rsid w:val="0023657F"/>
    <w:rsid w:val="002371CF"/>
    <w:rsid w:val="00237EB2"/>
    <w:rsid w:val="002416FE"/>
    <w:rsid w:val="002418DA"/>
    <w:rsid w:val="00242A88"/>
    <w:rsid w:val="0024329B"/>
    <w:rsid w:val="00244004"/>
    <w:rsid w:val="002447C8"/>
    <w:rsid w:val="00244DD1"/>
    <w:rsid w:val="002456B5"/>
    <w:rsid w:val="002458D3"/>
    <w:rsid w:val="00245A69"/>
    <w:rsid w:val="0024688C"/>
    <w:rsid w:val="00246986"/>
    <w:rsid w:val="00246B51"/>
    <w:rsid w:val="00247A68"/>
    <w:rsid w:val="00247AC0"/>
    <w:rsid w:val="00250B77"/>
    <w:rsid w:val="00250BE4"/>
    <w:rsid w:val="00251257"/>
    <w:rsid w:val="0025174F"/>
    <w:rsid w:val="0025177C"/>
    <w:rsid w:val="0025389F"/>
    <w:rsid w:val="00253975"/>
    <w:rsid w:val="00254CB3"/>
    <w:rsid w:val="002556F8"/>
    <w:rsid w:val="00255D08"/>
    <w:rsid w:val="00257B8E"/>
    <w:rsid w:val="002605FD"/>
    <w:rsid w:val="00260F74"/>
    <w:rsid w:val="002620D2"/>
    <w:rsid w:val="0026215F"/>
    <w:rsid w:val="002623B6"/>
    <w:rsid w:val="002646C5"/>
    <w:rsid w:val="00265AD1"/>
    <w:rsid w:val="0026634D"/>
    <w:rsid w:val="002674B9"/>
    <w:rsid w:val="002676E4"/>
    <w:rsid w:val="002706E0"/>
    <w:rsid w:val="0027088B"/>
    <w:rsid w:val="002709DC"/>
    <w:rsid w:val="00270BEE"/>
    <w:rsid w:val="00271274"/>
    <w:rsid w:val="00272438"/>
    <w:rsid w:val="00272C46"/>
    <w:rsid w:val="00274023"/>
    <w:rsid w:val="00274A3F"/>
    <w:rsid w:val="00274C6F"/>
    <w:rsid w:val="00274D97"/>
    <w:rsid w:val="00274EFC"/>
    <w:rsid w:val="00276558"/>
    <w:rsid w:val="00276D9C"/>
    <w:rsid w:val="002818D6"/>
    <w:rsid w:val="002830CD"/>
    <w:rsid w:val="002843A9"/>
    <w:rsid w:val="00284627"/>
    <w:rsid w:val="00286885"/>
    <w:rsid w:val="00287635"/>
    <w:rsid w:val="0028778E"/>
    <w:rsid w:val="002905EE"/>
    <w:rsid w:val="00290934"/>
    <w:rsid w:val="00290DFB"/>
    <w:rsid w:val="00292568"/>
    <w:rsid w:val="002925A5"/>
    <w:rsid w:val="00292788"/>
    <w:rsid w:val="00292CD1"/>
    <w:rsid w:val="00293005"/>
    <w:rsid w:val="002932E8"/>
    <w:rsid w:val="0029371B"/>
    <w:rsid w:val="00293884"/>
    <w:rsid w:val="00293D43"/>
    <w:rsid w:val="00294629"/>
    <w:rsid w:val="0029562F"/>
    <w:rsid w:val="0029663E"/>
    <w:rsid w:val="002977EF"/>
    <w:rsid w:val="00297D98"/>
    <w:rsid w:val="002A023A"/>
    <w:rsid w:val="002A14AB"/>
    <w:rsid w:val="002A21EB"/>
    <w:rsid w:val="002A331C"/>
    <w:rsid w:val="002A3BB5"/>
    <w:rsid w:val="002A4205"/>
    <w:rsid w:val="002A4314"/>
    <w:rsid w:val="002A4738"/>
    <w:rsid w:val="002A4A2A"/>
    <w:rsid w:val="002A4F53"/>
    <w:rsid w:val="002A5224"/>
    <w:rsid w:val="002A5636"/>
    <w:rsid w:val="002A5B49"/>
    <w:rsid w:val="002A63DD"/>
    <w:rsid w:val="002A6C71"/>
    <w:rsid w:val="002A787C"/>
    <w:rsid w:val="002A7D3E"/>
    <w:rsid w:val="002B0A8C"/>
    <w:rsid w:val="002B0D43"/>
    <w:rsid w:val="002B1878"/>
    <w:rsid w:val="002B3DAA"/>
    <w:rsid w:val="002B4154"/>
    <w:rsid w:val="002B5867"/>
    <w:rsid w:val="002B6471"/>
    <w:rsid w:val="002C05E4"/>
    <w:rsid w:val="002C069C"/>
    <w:rsid w:val="002C0B9F"/>
    <w:rsid w:val="002C111F"/>
    <w:rsid w:val="002C181E"/>
    <w:rsid w:val="002C1B7A"/>
    <w:rsid w:val="002C2894"/>
    <w:rsid w:val="002C44AB"/>
    <w:rsid w:val="002C57A4"/>
    <w:rsid w:val="002C64FF"/>
    <w:rsid w:val="002D078C"/>
    <w:rsid w:val="002D0C73"/>
    <w:rsid w:val="002D1B3E"/>
    <w:rsid w:val="002D2187"/>
    <w:rsid w:val="002D29C3"/>
    <w:rsid w:val="002D2AE7"/>
    <w:rsid w:val="002D2EB8"/>
    <w:rsid w:val="002D2EF4"/>
    <w:rsid w:val="002D3893"/>
    <w:rsid w:val="002D4841"/>
    <w:rsid w:val="002D4931"/>
    <w:rsid w:val="002D56E6"/>
    <w:rsid w:val="002D585B"/>
    <w:rsid w:val="002D5FC2"/>
    <w:rsid w:val="002D6488"/>
    <w:rsid w:val="002D72A5"/>
    <w:rsid w:val="002D732E"/>
    <w:rsid w:val="002D786F"/>
    <w:rsid w:val="002E105B"/>
    <w:rsid w:val="002E1065"/>
    <w:rsid w:val="002E12BB"/>
    <w:rsid w:val="002E16BE"/>
    <w:rsid w:val="002E1992"/>
    <w:rsid w:val="002E2A81"/>
    <w:rsid w:val="002E349F"/>
    <w:rsid w:val="002E3765"/>
    <w:rsid w:val="002E3E25"/>
    <w:rsid w:val="002E41B7"/>
    <w:rsid w:val="002E4F8D"/>
    <w:rsid w:val="002E5266"/>
    <w:rsid w:val="002E53D4"/>
    <w:rsid w:val="002E5508"/>
    <w:rsid w:val="002E592B"/>
    <w:rsid w:val="002E5A0C"/>
    <w:rsid w:val="002E60FE"/>
    <w:rsid w:val="002E6567"/>
    <w:rsid w:val="002E755D"/>
    <w:rsid w:val="002F00E4"/>
    <w:rsid w:val="002F22D6"/>
    <w:rsid w:val="002F2726"/>
    <w:rsid w:val="002F378D"/>
    <w:rsid w:val="002F4D8A"/>
    <w:rsid w:val="002F4E57"/>
    <w:rsid w:val="002F52FA"/>
    <w:rsid w:val="002F58BA"/>
    <w:rsid w:val="002F5CFF"/>
    <w:rsid w:val="002F5EE1"/>
    <w:rsid w:val="002F7338"/>
    <w:rsid w:val="002F79E7"/>
    <w:rsid w:val="002F7A9B"/>
    <w:rsid w:val="00300379"/>
    <w:rsid w:val="00302856"/>
    <w:rsid w:val="003028DA"/>
    <w:rsid w:val="00304C29"/>
    <w:rsid w:val="00304F9B"/>
    <w:rsid w:val="00306D66"/>
    <w:rsid w:val="00311396"/>
    <w:rsid w:val="00311B96"/>
    <w:rsid w:val="0031292E"/>
    <w:rsid w:val="00313A00"/>
    <w:rsid w:val="0031422C"/>
    <w:rsid w:val="003159D5"/>
    <w:rsid w:val="00316D7B"/>
    <w:rsid w:val="00324109"/>
    <w:rsid w:val="003243B4"/>
    <w:rsid w:val="00324874"/>
    <w:rsid w:val="00327612"/>
    <w:rsid w:val="00327B5C"/>
    <w:rsid w:val="00330494"/>
    <w:rsid w:val="00331B6D"/>
    <w:rsid w:val="00332B2F"/>
    <w:rsid w:val="00334363"/>
    <w:rsid w:val="0033499B"/>
    <w:rsid w:val="00335314"/>
    <w:rsid w:val="003354B3"/>
    <w:rsid w:val="003358EC"/>
    <w:rsid w:val="00335ADE"/>
    <w:rsid w:val="0033674A"/>
    <w:rsid w:val="00337FCC"/>
    <w:rsid w:val="003407CD"/>
    <w:rsid w:val="00341174"/>
    <w:rsid w:val="003418B7"/>
    <w:rsid w:val="00341EF6"/>
    <w:rsid w:val="0034264D"/>
    <w:rsid w:val="00342EEB"/>
    <w:rsid w:val="003437BE"/>
    <w:rsid w:val="003439C6"/>
    <w:rsid w:val="00343B5F"/>
    <w:rsid w:val="00343B9E"/>
    <w:rsid w:val="003444BF"/>
    <w:rsid w:val="0034461F"/>
    <w:rsid w:val="00344A95"/>
    <w:rsid w:val="0034513A"/>
    <w:rsid w:val="00346046"/>
    <w:rsid w:val="00346342"/>
    <w:rsid w:val="00346CDA"/>
    <w:rsid w:val="00347441"/>
    <w:rsid w:val="00350CFD"/>
    <w:rsid w:val="003518A2"/>
    <w:rsid w:val="00351D57"/>
    <w:rsid w:val="00352426"/>
    <w:rsid w:val="00352508"/>
    <w:rsid w:val="00352C2A"/>
    <w:rsid w:val="0036105E"/>
    <w:rsid w:val="003611FA"/>
    <w:rsid w:val="0036157A"/>
    <w:rsid w:val="00362380"/>
    <w:rsid w:val="00362814"/>
    <w:rsid w:val="003633B1"/>
    <w:rsid w:val="00363BA4"/>
    <w:rsid w:val="0036502C"/>
    <w:rsid w:val="00366830"/>
    <w:rsid w:val="00366B50"/>
    <w:rsid w:val="00367947"/>
    <w:rsid w:val="00367F5D"/>
    <w:rsid w:val="00370334"/>
    <w:rsid w:val="0037068E"/>
    <w:rsid w:val="003718C8"/>
    <w:rsid w:val="00371CEC"/>
    <w:rsid w:val="00372F2E"/>
    <w:rsid w:val="003733E9"/>
    <w:rsid w:val="00374CC3"/>
    <w:rsid w:val="0037660A"/>
    <w:rsid w:val="00377660"/>
    <w:rsid w:val="00380165"/>
    <w:rsid w:val="00380C06"/>
    <w:rsid w:val="00381BF0"/>
    <w:rsid w:val="00382284"/>
    <w:rsid w:val="003827F4"/>
    <w:rsid w:val="00382C6E"/>
    <w:rsid w:val="00383BA9"/>
    <w:rsid w:val="00384769"/>
    <w:rsid w:val="00384DBD"/>
    <w:rsid w:val="00384EC9"/>
    <w:rsid w:val="003852F1"/>
    <w:rsid w:val="00385554"/>
    <w:rsid w:val="003855E4"/>
    <w:rsid w:val="00385FFA"/>
    <w:rsid w:val="00387957"/>
    <w:rsid w:val="00387C7D"/>
    <w:rsid w:val="00391251"/>
    <w:rsid w:val="00391AD5"/>
    <w:rsid w:val="003920E7"/>
    <w:rsid w:val="0039310F"/>
    <w:rsid w:val="0039358D"/>
    <w:rsid w:val="00393D2F"/>
    <w:rsid w:val="00394871"/>
    <w:rsid w:val="00394E8E"/>
    <w:rsid w:val="00396579"/>
    <w:rsid w:val="00396903"/>
    <w:rsid w:val="00397C44"/>
    <w:rsid w:val="003A081D"/>
    <w:rsid w:val="003A23A6"/>
    <w:rsid w:val="003A312F"/>
    <w:rsid w:val="003A61DD"/>
    <w:rsid w:val="003A6327"/>
    <w:rsid w:val="003A6464"/>
    <w:rsid w:val="003A70C1"/>
    <w:rsid w:val="003A7DE2"/>
    <w:rsid w:val="003B10E5"/>
    <w:rsid w:val="003B14E9"/>
    <w:rsid w:val="003B2C16"/>
    <w:rsid w:val="003B3421"/>
    <w:rsid w:val="003B3CB6"/>
    <w:rsid w:val="003B421A"/>
    <w:rsid w:val="003B4C23"/>
    <w:rsid w:val="003B4CDF"/>
    <w:rsid w:val="003B5075"/>
    <w:rsid w:val="003B5F10"/>
    <w:rsid w:val="003B69D6"/>
    <w:rsid w:val="003B6B49"/>
    <w:rsid w:val="003B7BB0"/>
    <w:rsid w:val="003C092E"/>
    <w:rsid w:val="003C128A"/>
    <w:rsid w:val="003C1639"/>
    <w:rsid w:val="003C16B6"/>
    <w:rsid w:val="003C21F0"/>
    <w:rsid w:val="003C38F4"/>
    <w:rsid w:val="003C3FA0"/>
    <w:rsid w:val="003C4371"/>
    <w:rsid w:val="003C4A8E"/>
    <w:rsid w:val="003C6C31"/>
    <w:rsid w:val="003C71D8"/>
    <w:rsid w:val="003C7D23"/>
    <w:rsid w:val="003D0E73"/>
    <w:rsid w:val="003D1EAC"/>
    <w:rsid w:val="003D3A7B"/>
    <w:rsid w:val="003D45F0"/>
    <w:rsid w:val="003D47DF"/>
    <w:rsid w:val="003D4B8A"/>
    <w:rsid w:val="003D4BFC"/>
    <w:rsid w:val="003D54AA"/>
    <w:rsid w:val="003D652B"/>
    <w:rsid w:val="003D67C6"/>
    <w:rsid w:val="003E31F5"/>
    <w:rsid w:val="003E3E15"/>
    <w:rsid w:val="003E4CEB"/>
    <w:rsid w:val="003E4E0D"/>
    <w:rsid w:val="003E58BC"/>
    <w:rsid w:val="003E5A28"/>
    <w:rsid w:val="003E5A82"/>
    <w:rsid w:val="003E6D78"/>
    <w:rsid w:val="003E724F"/>
    <w:rsid w:val="003E754C"/>
    <w:rsid w:val="003E7D88"/>
    <w:rsid w:val="003F0A05"/>
    <w:rsid w:val="003F0CC3"/>
    <w:rsid w:val="003F1E78"/>
    <w:rsid w:val="003F3039"/>
    <w:rsid w:val="003F3F6A"/>
    <w:rsid w:val="003F5A10"/>
    <w:rsid w:val="003F5A16"/>
    <w:rsid w:val="003F5E33"/>
    <w:rsid w:val="003F6709"/>
    <w:rsid w:val="003F6AB9"/>
    <w:rsid w:val="003F6DE5"/>
    <w:rsid w:val="003F6EBC"/>
    <w:rsid w:val="003F6F55"/>
    <w:rsid w:val="003F72DB"/>
    <w:rsid w:val="004003C0"/>
    <w:rsid w:val="00400DF0"/>
    <w:rsid w:val="00401D72"/>
    <w:rsid w:val="0040281D"/>
    <w:rsid w:val="00402F2B"/>
    <w:rsid w:val="00404353"/>
    <w:rsid w:val="00405859"/>
    <w:rsid w:val="00405B4D"/>
    <w:rsid w:val="00407160"/>
    <w:rsid w:val="0041026D"/>
    <w:rsid w:val="004105FF"/>
    <w:rsid w:val="004116F5"/>
    <w:rsid w:val="00412353"/>
    <w:rsid w:val="00413E72"/>
    <w:rsid w:val="0041442F"/>
    <w:rsid w:val="0041524D"/>
    <w:rsid w:val="00415AD6"/>
    <w:rsid w:val="00415B79"/>
    <w:rsid w:val="00415CAC"/>
    <w:rsid w:val="0041694A"/>
    <w:rsid w:val="0041774A"/>
    <w:rsid w:val="00420050"/>
    <w:rsid w:val="00420428"/>
    <w:rsid w:val="0042178D"/>
    <w:rsid w:val="00421C00"/>
    <w:rsid w:val="00421F1A"/>
    <w:rsid w:val="00421F5C"/>
    <w:rsid w:val="004220CA"/>
    <w:rsid w:val="004234D2"/>
    <w:rsid w:val="004241F3"/>
    <w:rsid w:val="00425B50"/>
    <w:rsid w:val="00425EB4"/>
    <w:rsid w:val="004272F6"/>
    <w:rsid w:val="004276AA"/>
    <w:rsid w:val="00430D55"/>
    <w:rsid w:val="004314F7"/>
    <w:rsid w:val="00431C7B"/>
    <w:rsid w:val="00432CD6"/>
    <w:rsid w:val="00433FA4"/>
    <w:rsid w:val="004368F0"/>
    <w:rsid w:val="00437977"/>
    <w:rsid w:val="00437F1E"/>
    <w:rsid w:val="00441056"/>
    <w:rsid w:val="004411DA"/>
    <w:rsid w:val="00441CEF"/>
    <w:rsid w:val="00441D47"/>
    <w:rsid w:val="00443572"/>
    <w:rsid w:val="0044632F"/>
    <w:rsid w:val="0044758E"/>
    <w:rsid w:val="004478BA"/>
    <w:rsid w:val="00447B21"/>
    <w:rsid w:val="00447B3F"/>
    <w:rsid w:val="00450221"/>
    <w:rsid w:val="00450614"/>
    <w:rsid w:val="00451A3E"/>
    <w:rsid w:val="004532D4"/>
    <w:rsid w:val="00453904"/>
    <w:rsid w:val="0045458B"/>
    <w:rsid w:val="00457CCC"/>
    <w:rsid w:val="004609CC"/>
    <w:rsid w:val="0046104F"/>
    <w:rsid w:val="00461C50"/>
    <w:rsid w:val="004630B4"/>
    <w:rsid w:val="00463528"/>
    <w:rsid w:val="00464E15"/>
    <w:rsid w:val="00465164"/>
    <w:rsid w:val="004666B7"/>
    <w:rsid w:val="004679BC"/>
    <w:rsid w:val="00467B5B"/>
    <w:rsid w:val="00467D9F"/>
    <w:rsid w:val="0047008F"/>
    <w:rsid w:val="00470B0F"/>
    <w:rsid w:val="004719A8"/>
    <w:rsid w:val="004743E0"/>
    <w:rsid w:val="00476906"/>
    <w:rsid w:val="00477441"/>
    <w:rsid w:val="00477B2C"/>
    <w:rsid w:val="0048055B"/>
    <w:rsid w:val="00481CB3"/>
    <w:rsid w:val="00482BD8"/>
    <w:rsid w:val="00482CF1"/>
    <w:rsid w:val="004833C6"/>
    <w:rsid w:val="00483DDE"/>
    <w:rsid w:val="00483E0B"/>
    <w:rsid w:val="0048452B"/>
    <w:rsid w:val="004845D3"/>
    <w:rsid w:val="00484722"/>
    <w:rsid w:val="00486275"/>
    <w:rsid w:val="004863EB"/>
    <w:rsid w:val="00486A18"/>
    <w:rsid w:val="00486E1E"/>
    <w:rsid w:val="00487599"/>
    <w:rsid w:val="00487687"/>
    <w:rsid w:val="00487FD4"/>
    <w:rsid w:val="004908CA"/>
    <w:rsid w:val="00491C42"/>
    <w:rsid w:val="0049462F"/>
    <w:rsid w:val="00495471"/>
    <w:rsid w:val="00496502"/>
    <w:rsid w:val="0049724B"/>
    <w:rsid w:val="00497688"/>
    <w:rsid w:val="004A0224"/>
    <w:rsid w:val="004A0B4B"/>
    <w:rsid w:val="004A0E19"/>
    <w:rsid w:val="004A23B0"/>
    <w:rsid w:val="004A32C3"/>
    <w:rsid w:val="004A3DE0"/>
    <w:rsid w:val="004A4EC1"/>
    <w:rsid w:val="004A5E3E"/>
    <w:rsid w:val="004A64AE"/>
    <w:rsid w:val="004A6A1A"/>
    <w:rsid w:val="004B0469"/>
    <w:rsid w:val="004B0896"/>
    <w:rsid w:val="004B1A86"/>
    <w:rsid w:val="004B2005"/>
    <w:rsid w:val="004B3AC7"/>
    <w:rsid w:val="004B400C"/>
    <w:rsid w:val="004B49F0"/>
    <w:rsid w:val="004B508D"/>
    <w:rsid w:val="004B7629"/>
    <w:rsid w:val="004C052A"/>
    <w:rsid w:val="004C058F"/>
    <w:rsid w:val="004C0632"/>
    <w:rsid w:val="004C0855"/>
    <w:rsid w:val="004C1FFF"/>
    <w:rsid w:val="004C348B"/>
    <w:rsid w:val="004C454B"/>
    <w:rsid w:val="004C5DAE"/>
    <w:rsid w:val="004C5F20"/>
    <w:rsid w:val="004C67FF"/>
    <w:rsid w:val="004C6BC2"/>
    <w:rsid w:val="004C6C87"/>
    <w:rsid w:val="004D03A0"/>
    <w:rsid w:val="004D06C5"/>
    <w:rsid w:val="004D0A07"/>
    <w:rsid w:val="004D1F62"/>
    <w:rsid w:val="004D228F"/>
    <w:rsid w:val="004D27E3"/>
    <w:rsid w:val="004D41A1"/>
    <w:rsid w:val="004D427B"/>
    <w:rsid w:val="004D4AC4"/>
    <w:rsid w:val="004D5256"/>
    <w:rsid w:val="004D5A4A"/>
    <w:rsid w:val="004D6E4A"/>
    <w:rsid w:val="004E13E7"/>
    <w:rsid w:val="004E1CBB"/>
    <w:rsid w:val="004E225F"/>
    <w:rsid w:val="004E3221"/>
    <w:rsid w:val="004E3540"/>
    <w:rsid w:val="004E3CC2"/>
    <w:rsid w:val="004E4C91"/>
    <w:rsid w:val="004E4F92"/>
    <w:rsid w:val="004E6AC4"/>
    <w:rsid w:val="004E7E70"/>
    <w:rsid w:val="004F0559"/>
    <w:rsid w:val="004F087D"/>
    <w:rsid w:val="004F3055"/>
    <w:rsid w:val="004F3FCF"/>
    <w:rsid w:val="004F535E"/>
    <w:rsid w:val="004F5EFB"/>
    <w:rsid w:val="004F6C68"/>
    <w:rsid w:val="004F6E80"/>
    <w:rsid w:val="004F7122"/>
    <w:rsid w:val="004F783B"/>
    <w:rsid w:val="004F78A4"/>
    <w:rsid w:val="0050032B"/>
    <w:rsid w:val="0050100B"/>
    <w:rsid w:val="00502399"/>
    <w:rsid w:val="00503160"/>
    <w:rsid w:val="00504E24"/>
    <w:rsid w:val="00505E09"/>
    <w:rsid w:val="0050709D"/>
    <w:rsid w:val="0050737C"/>
    <w:rsid w:val="00511FFB"/>
    <w:rsid w:val="0051222B"/>
    <w:rsid w:val="00513A4B"/>
    <w:rsid w:val="00514E14"/>
    <w:rsid w:val="00514EEF"/>
    <w:rsid w:val="0051554A"/>
    <w:rsid w:val="0051598C"/>
    <w:rsid w:val="00517332"/>
    <w:rsid w:val="005173FE"/>
    <w:rsid w:val="005223BB"/>
    <w:rsid w:val="00523784"/>
    <w:rsid w:val="00523AAE"/>
    <w:rsid w:val="00523B19"/>
    <w:rsid w:val="00523E5C"/>
    <w:rsid w:val="00524E87"/>
    <w:rsid w:val="00524FE6"/>
    <w:rsid w:val="00525BD7"/>
    <w:rsid w:val="00525D46"/>
    <w:rsid w:val="00525D71"/>
    <w:rsid w:val="00526B92"/>
    <w:rsid w:val="005303C4"/>
    <w:rsid w:val="00531268"/>
    <w:rsid w:val="00531C3C"/>
    <w:rsid w:val="00532B5D"/>
    <w:rsid w:val="00533047"/>
    <w:rsid w:val="0053388B"/>
    <w:rsid w:val="00534451"/>
    <w:rsid w:val="00534A76"/>
    <w:rsid w:val="00535025"/>
    <w:rsid w:val="0053530B"/>
    <w:rsid w:val="00535BA3"/>
    <w:rsid w:val="00536042"/>
    <w:rsid w:val="00536519"/>
    <w:rsid w:val="00536C3B"/>
    <w:rsid w:val="00536C8B"/>
    <w:rsid w:val="005370B2"/>
    <w:rsid w:val="00537CA6"/>
    <w:rsid w:val="005411F9"/>
    <w:rsid w:val="005418C0"/>
    <w:rsid w:val="0054225D"/>
    <w:rsid w:val="00542721"/>
    <w:rsid w:val="0054367C"/>
    <w:rsid w:val="00543AC4"/>
    <w:rsid w:val="00543BA2"/>
    <w:rsid w:val="00543F0F"/>
    <w:rsid w:val="0054458F"/>
    <w:rsid w:val="00546A59"/>
    <w:rsid w:val="00546E4A"/>
    <w:rsid w:val="005472C1"/>
    <w:rsid w:val="005500AE"/>
    <w:rsid w:val="00550437"/>
    <w:rsid w:val="005514BF"/>
    <w:rsid w:val="005517CD"/>
    <w:rsid w:val="00551D62"/>
    <w:rsid w:val="00552BC4"/>
    <w:rsid w:val="00552C44"/>
    <w:rsid w:val="00552DC3"/>
    <w:rsid w:val="00554918"/>
    <w:rsid w:val="00555179"/>
    <w:rsid w:val="0055595A"/>
    <w:rsid w:val="00555B45"/>
    <w:rsid w:val="00557B7D"/>
    <w:rsid w:val="00557D21"/>
    <w:rsid w:val="00560656"/>
    <w:rsid w:val="00561879"/>
    <w:rsid w:val="00561958"/>
    <w:rsid w:val="00562C09"/>
    <w:rsid w:val="00565847"/>
    <w:rsid w:val="00566419"/>
    <w:rsid w:val="00566440"/>
    <w:rsid w:val="0056725B"/>
    <w:rsid w:val="0057048E"/>
    <w:rsid w:val="005719F5"/>
    <w:rsid w:val="0057260E"/>
    <w:rsid w:val="00572F3A"/>
    <w:rsid w:val="0057392A"/>
    <w:rsid w:val="00573A08"/>
    <w:rsid w:val="00574FE6"/>
    <w:rsid w:val="005766EC"/>
    <w:rsid w:val="005801BB"/>
    <w:rsid w:val="00580ADF"/>
    <w:rsid w:val="00580D60"/>
    <w:rsid w:val="00580F12"/>
    <w:rsid w:val="00581A82"/>
    <w:rsid w:val="005824F9"/>
    <w:rsid w:val="0058277B"/>
    <w:rsid w:val="005827E4"/>
    <w:rsid w:val="00582996"/>
    <w:rsid w:val="00583D29"/>
    <w:rsid w:val="0058608C"/>
    <w:rsid w:val="005861BF"/>
    <w:rsid w:val="005900E1"/>
    <w:rsid w:val="00590731"/>
    <w:rsid w:val="00590AB3"/>
    <w:rsid w:val="00592778"/>
    <w:rsid w:val="005933CB"/>
    <w:rsid w:val="00593719"/>
    <w:rsid w:val="005938DB"/>
    <w:rsid w:val="005939A8"/>
    <w:rsid w:val="0059548A"/>
    <w:rsid w:val="005956E1"/>
    <w:rsid w:val="00595C93"/>
    <w:rsid w:val="00596A44"/>
    <w:rsid w:val="00596B92"/>
    <w:rsid w:val="005A0BE1"/>
    <w:rsid w:val="005A0F6E"/>
    <w:rsid w:val="005A1B70"/>
    <w:rsid w:val="005A1C4C"/>
    <w:rsid w:val="005A35C8"/>
    <w:rsid w:val="005A3A63"/>
    <w:rsid w:val="005A4D11"/>
    <w:rsid w:val="005A551E"/>
    <w:rsid w:val="005A66CC"/>
    <w:rsid w:val="005B0555"/>
    <w:rsid w:val="005B10B8"/>
    <w:rsid w:val="005B1A08"/>
    <w:rsid w:val="005B1B42"/>
    <w:rsid w:val="005B1E53"/>
    <w:rsid w:val="005B2026"/>
    <w:rsid w:val="005B5908"/>
    <w:rsid w:val="005B5951"/>
    <w:rsid w:val="005B5FE3"/>
    <w:rsid w:val="005B65C0"/>
    <w:rsid w:val="005B78CD"/>
    <w:rsid w:val="005B7E72"/>
    <w:rsid w:val="005C2D14"/>
    <w:rsid w:val="005C3D31"/>
    <w:rsid w:val="005C3EEF"/>
    <w:rsid w:val="005C50A7"/>
    <w:rsid w:val="005C581C"/>
    <w:rsid w:val="005C65AE"/>
    <w:rsid w:val="005C7043"/>
    <w:rsid w:val="005C72DF"/>
    <w:rsid w:val="005C7BD2"/>
    <w:rsid w:val="005D0649"/>
    <w:rsid w:val="005D1549"/>
    <w:rsid w:val="005D24F3"/>
    <w:rsid w:val="005D3527"/>
    <w:rsid w:val="005D37D8"/>
    <w:rsid w:val="005D3EA2"/>
    <w:rsid w:val="005D44AA"/>
    <w:rsid w:val="005D505E"/>
    <w:rsid w:val="005D5F0D"/>
    <w:rsid w:val="005D6101"/>
    <w:rsid w:val="005D72BB"/>
    <w:rsid w:val="005D773D"/>
    <w:rsid w:val="005E0F68"/>
    <w:rsid w:val="005E24C0"/>
    <w:rsid w:val="005E4C1E"/>
    <w:rsid w:val="005E4D43"/>
    <w:rsid w:val="005E5964"/>
    <w:rsid w:val="005E6114"/>
    <w:rsid w:val="005E7F20"/>
    <w:rsid w:val="005F047F"/>
    <w:rsid w:val="005F053F"/>
    <w:rsid w:val="005F19DD"/>
    <w:rsid w:val="005F2321"/>
    <w:rsid w:val="005F3C43"/>
    <w:rsid w:val="005F5A90"/>
    <w:rsid w:val="005F68A4"/>
    <w:rsid w:val="005F7116"/>
    <w:rsid w:val="0060005E"/>
    <w:rsid w:val="00602E15"/>
    <w:rsid w:val="00603208"/>
    <w:rsid w:val="00604212"/>
    <w:rsid w:val="00604324"/>
    <w:rsid w:val="00604CBC"/>
    <w:rsid w:val="00604D30"/>
    <w:rsid w:val="00606808"/>
    <w:rsid w:val="0060687A"/>
    <w:rsid w:val="006068C5"/>
    <w:rsid w:val="00606FAA"/>
    <w:rsid w:val="00607561"/>
    <w:rsid w:val="00611150"/>
    <w:rsid w:val="006131C7"/>
    <w:rsid w:val="00614D65"/>
    <w:rsid w:val="00615269"/>
    <w:rsid w:val="00616C3D"/>
    <w:rsid w:val="006175CD"/>
    <w:rsid w:val="00617697"/>
    <w:rsid w:val="0061799B"/>
    <w:rsid w:val="00617BCD"/>
    <w:rsid w:val="006200B8"/>
    <w:rsid w:val="0062095F"/>
    <w:rsid w:val="00620C33"/>
    <w:rsid w:val="00620F1B"/>
    <w:rsid w:val="00621823"/>
    <w:rsid w:val="006219D2"/>
    <w:rsid w:val="00621E55"/>
    <w:rsid w:val="00624380"/>
    <w:rsid w:val="00624F41"/>
    <w:rsid w:val="006270FC"/>
    <w:rsid w:val="00627A90"/>
    <w:rsid w:val="00627D19"/>
    <w:rsid w:val="00630894"/>
    <w:rsid w:val="00630EE1"/>
    <w:rsid w:val="00633542"/>
    <w:rsid w:val="006336CA"/>
    <w:rsid w:val="0063373D"/>
    <w:rsid w:val="006338E1"/>
    <w:rsid w:val="00633997"/>
    <w:rsid w:val="00636788"/>
    <w:rsid w:val="00636C30"/>
    <w:rsid w:val="00637557"/>
    <w:rsid w:val="00637656"/>
    <w:rsid w:val="006376FB"/>
    <w:rsid w:val="00637FC7"/>
    <w:rsid w:val="006422DC"/>
    <w:rsid w:val="00644206"/>
    <w:rsid w:val="0064532F"/>
    <w:rsid w:val="00646AD1"/>
    <w:rsid w:val="00646C5E"/>
    <w:rsid w:val="00646C63"/>
    <w:rsid w:val="00647035"/>
    <w:rsid w:val="0064792B"/>
    <w:rsid w:val="006501BF"/>
    <w:rsid w:val="00651C5B"/>
    <w:rsid w:val="00652F53"/>
    <w:rsid w:val="00653A32"/>
    <w:rsid w:val="00654BB6"/>
    <w:rsid w:val="00655E9E"/>
    <w:rsid w:val="00655F47"/>
    <w:rsid w:val="0065614F"/>
    <w:rsid w:val="00657AFF"/>
    <w:rsid w:val="00661932"/>
    <w:rsid w:val="00662332"/>
    <w:rsid w:val="00663206"/>
    <w:rsid w:val="006634EA"/>
    <w:rsid w:val="00663C3A"/>
    <w:rsid w:val="00663D83"/>
    <w:rsid w:val="0066414A"/>
    <w:rsid w:val="006653CE"/>
    <w:rsid w:val="00665F1F"/>
    <w:rsid w:val="00666397"/>
    <w:rsid w:val="00667523"/>
    <w:rsid w:val="00667FE6"/>
    <w:rsid w:val="0067051C"/>
    <w:rsid w:val="006707AE"/>
    <w:rsid w:val="00672364"/>
    <w:rsid w:val="0067256F"/>
    <w:rsid w:val="0067325F"/>
    <w:rsid w:val="0067395F"/>
    <w:rsid w:val="006753BD"/>
    <w:rsid w:val="00675DD7"/>
    <w:rsid w:val="00676EB7"/>
    <w:rsid w:val="006773AA"/>
    <w:rsid w:val="00682635"/>
    <w:rsid w:val="00682CC2"/>
    <w:rsid w:val="00682D5C"/>
    <w:rsid w:val="00683437"/>
    <w:rsid w:val="006834FF"/>
    <w:rsid w:val="006839A1"/>
    <w:rsid w:val="00683A3A"/>
    <w:rsid w:val="00683C24"/>
    <w:rsid w:val="00684939"/>
    <w:rsid w:val="00685547"/>
    <w:rsid w:val="0068563E"/>
    <w:rsid w:val="00685859"/>
    <w:rsid w:val="00685FDD"/>
    <w:rsid w:val="00687033"/>
    <w:rsid w:val="00687AC0"/>
    <w:rsid w:val="0069002E"/>
    <w:rsid w:val="00691717"/>
    <w:rsid w:val="0069192B"/>
    <w:rsid w:val="00692A48"/>
    <w:rsid w:val="006933B0"/>
    <w:rsid w:val="006936F0"/>
    <w:rsid w:val="00693A65"/>
    <w:rsid w:val="00693DF0"/>
    <w:rsid w:val="0069431E"/>
    <w:rsid w:val="0069447A"/>
    <w:rsid w:val="006952D0"/>
    <w:rsid w:val="0069659E"/>
    <w:rsid w:val="00696C23"/>
    <w:rsid w:val="006970D1"/>
    <w:rsid w:val="006979E9"/>
    <w:rsid w:val="00697A32"/>
    <w:rsid w:val="00697A3F"/>
    <w:rsid w:val="00697C45"/>
    <w:rsid w:val="00697C92"/>
    <w:rsid w:val="00697EBD"/>
    <w:rsid w:val="006A0C99"/>
    <w:rsid w:val="006A1695"/>
    <w:rsid w:val="006A2817"/>
    <w:rsid w:val="006A2D60"/>
    <w:rsid w:val="006A3AAF"/>
    <w:rsid w:val="006A3CFF"/>
    <w:rsid w:val="006A48DC"/>
    <w:rsid w:val="006A5ADF"/>
    <w:rsid w:val="006A68F8"/>
    <w:rsid w:val="006A6A13"/>
    <w:rsid w:val="006B0DE2"/>
    <w:rsid w:val="006B13E6"/>
    <w:rsid w:val="006B1EB3"/>
    <w:rsid w:val="006B2838"/>
    <w:rsid w:val="006B3447"/>
    <w:rsid w:val="006B37B6"/>
    <w:rsid w:val="006B4C0C"/>
    <w:rsid w:val="006B5349"/>
    <w:rsid w:val="006B56E7"/>
    <w:rsid w:val="006B7109"/>
    <w:rsid w:val="006B7432"/>
    <w:rsid w:val="006B77BE"/>
    <w:rsid w:val="006C045D"/>
    <w:rsid w:val="006C08E1"/>
    <w:rsid w:val="006C10FE"/>
    <w:rsid w:val="006C1907"/>
    <w:rsid w:val="006C23E6"/>
    <w:rsid w:val="006C2CED"/>
    <w:rsid w:val="006C37CA"/>
    <w:rsid w:val="006C420B"/>
    <w:rsid w:val="006C42D4"/>
    <w:rsid w:val="006C4522"/>
    <w:rsid w:val="006C52C5"/>
    <w:rsid w:val="006C60A3"/>
    <w:rsid w:val="006D0432"/>
    <w:rsid w:val="006D054B"/>
    <w:rsid w:val="006D1D8E"/>
    <w:rsid w:val="006D4B45"/>
    <w:rsid w:val="006D71E6"/>
    <w:rsid w:val="006D78FD"/>
    <w:rsid w:val="006E0F46"/>
    <w:rsid w:val="006E1AC3"/>
    <w:rsid w:val="006E35AC"/>
    <w:rsid w:val="006E4016"/>
    <w:rsid w:val="006E4C82"/>
    <w:rsid w:val="006E5F26"/>
    <w:rsid w:val="006E6FBF"/>
    <w:rsid w:val="006F0516"/>
    <w:rsid w:val="006F0553"/>
    <w:rsid w:val="006F1AEE"/>
    <w:rsid w:val="006F21AC"/>
    <w:rsid w:val="006F2820"/>
    <w:rsid w:val="006F3735"/>
    <w:rsid w:val="006F3D42"/>
    <w:rsid w:val="006F46CE"/>
    <w:rsid w:val="006F57BC"/>
    <w:rsid w:val="006F5A24"/>
    <w:rsid w:val="006F5E46"/>
    <w:rsid w:val="006F723C"/>
    <w:rsid w:val="00700F05"/>
    <w:rsid w:val="0070113A"/>
    <w:rsid w:val="00701203"/>
    <w:rsid w:val="00701AED"/>
    <w:rsid w:val="00704E83"/>
    <w:rsid w:val="00705301"/>
    <w:rsid w:val="00706065"/>
    <w:rsid w:val="007074EB"/>
    <w:rsid w:val="00710202"/>
    <w:rsid w:val="007104FF"/>
    <w:rsid w:val="0071117F"/>
    <w:rsid w:val="00711B33"/>
    <w:rsid w:val="00712326"/>
    <w:rsid w:val="00713076"/>
    <w:rsid w:val="00715E30"/>
    <w:rsid w:val="007161E7"/>
    <w:rsid w:val="00716C28"/>
    <w:rsid w:val="007176C3"/>
    <w:rsid w:val="00717915"/>
    <w:rsid w:val="0072270C"/>
    <w:rsid w:val="00722A58"/>
    <w:rsid w:val="00722B54"/>
    <w:rsid w:val="00723C03"/>
    <w:rsid w:val="00723E91"/>
    <w:rsid w:val="00724461"/>
    <w:rsid w:val="00724D4C"/>
    <w:rsid w:val="007256AC"/>
    <w:rsid w:val="00730C3D"/>
    <w:rsid w:val="00730C7D"/>
    <w:rsid w:val="00730F37"/>
    <w:rsid w:val="007315A0"/>
    <w:rsid w:val="007317A5"/>
    <w:rsid w:val="00731D1E"/>
    <w:rsid w:val="00732590"/>
    <w:rsid w:val="00732B6A"/>
    <w:rsid w:val="00732C79"/>
    <w:rsid w:val="00733957"/>
    <w:rsid w:val="00733CB8"/>
    <w:rsid w:val="00734523"/>
    <w:rsid w:val="00735415"/>
    <w:rsid w:val="00735CF2"/>
    <w:rsid w:val="0073676C"/>
    <w:rsid w:val="00736CD0"/>
    <w:rsid w:val="00736E93"/>
    <w:rsid w:val="00737EDF"/>
    <w:rsid w:val="00740387"/>
    <w:rsid w:val="00740470"/>
    <w:rsid w:val="00740730"/>
    <w:rsid w:val="00740D99"/>
    <w:rsid w:val="00741B4F"/>
    <w:rsid w:val="00742686"/>
    <w:rsid w:val="0074285A"/>
    <w:rsid w:val="00742CCD"/>
    <w:rsid w:val="00742DFA"/>
    <w:rsid w:val="00743471"/>
    <w:rsid w:val="00743665"/>
    <w:rsid w:val="0074400F"/>
    <w:rsid w:val="0074681D"/>
    <w:rsid w:val="00746E2B"/>
    <w:rsid w:val="007479F1"/>
    <w:rsid w:val="007520F9"/>
    <w:rsid w:val="007521DA"/>
    <w:rsid w:val="00752FF8"/>
    <w:rsid w:val="0075410A"/>
    <w:rsid w:val="00755CE7"/>
    <w:rsid w:val="00755D71"/>
    <w:rsid w:val="0075614D"/>
    <w:rsid w:val="00756502"/>
    <w:rsid w:val="00760D12"/>
    <w:rsid w:val="00761038"/>
    <w:rsid w:val="00762B24"/>
    <w:rsid w:val="0076356B"/>
    <w:rsid w:val="00763879"/>
    <w:rsid w:val="00765C21"/>
    <w:rsid w:val="00767878"/>
    <w:rsid w:val="00767A81"/>
    <w:rsid w:val="00770A30"/>
    <w:rsid w:val="00771625"/>
    <w:rsid w:val="007728B8"/>
    <w:rsid w:val="00775756"/>
    <w:rsid w:val="007772A5"/>
    <w:rsid w:val="00777EA5"/>
    <w:rsid w:val="00780C44"/>
    <w:rsid w:val="00780E13"/>
    <w:rsid w:val="00781043"/>
    <w:rsid w:val="007812EA"/>
    <w:rsid w:val="007812FC"/>
    <w:rsid w:val="0078233D"/>
    <w:rsid w:val="007826ED"/>
    <w:rsid w:val="00782CE8"/>
    <w:rsid w:val="00782E8B"/>
    <w:rsid w:val="00782FCD"/>
    <w:rsid w:val="00784447"/>
    <w:rsid w:val="00784795"/>
    <w:rsid w:val="00784D95"/>
    <w:rsid w:val="0078623F"/>
    <w:rsid w:val="00786BCB"/>
    <w:rsid w:val="00787E61"/>
    <w:rsid w:val="007906D6"/>
    <w:rsid w:val="007913A9"/>
    <w:rsid w:val="00791972"/>
    <w:rsid w:val="00791AF9"/>
    <w:rsid w:val="00793452"/>
    <w:rsid w:val="00794A6F"/>
    <w:rsid w:val="00794E30"/>
    <w:rsid w:val="007951F9"/>
    <w:rsid w:val="00796EC0"/>
    <w:rsid w:val="00797874"/>
    <w:rsid w:val="007A197B"/>
    <w:rsid w:val="007A4D62"/>
    <w:rsid w:val="007A514E"/>
    <w:rsid w:val="007A56B8"/>
    <w:rsid w:val="007A5BBD"/>
    <w:rsid w:val="007A5CF3"/>
    <w:rsid w:val="007A67AB"/>
    <w:rsid w:val="007A73F3"/>
    <w:rsid w:val="007B1706"/>
    <w:rsid w:val="007B2241"/>
    <w:rsid w:val="007B2BC9"/>
    <w:rsid w:val="007B3B09"/>
    <w:rsid w:val="007B4B5E"/>
    <w:rsid w:val="007B5369"/>
    <w:rsid w:val="007B55D6"/>
    <w:rsid w:val="007B5E26"/>
    <w:rsid w:val="007B5F0C"/>
    <w:rsid w:val="007B7509"/>
    <w:rsid w:val="007B7ABA"/>
    <w:rsid w:val="007B7CC5"/>
    <w:rsid w:val="007C00C5"/>
    <w:rsid w:val="007C0108"/>
    <w:rsid w:val="007C0B9E"/>
    <w:rsid w:val="007C0C53"/>
    <w:rsid w:val="007C1279"/>
    <w:rsid w:val="007C1CDA"/>
    <w:rsid w:val="007C1D95"/>
    <w:rsid w:val="007C29BC"/>
    <w:rsid w:val="007C4C9F"/>
    <w:rsid w:val="007C5309"/>
    <w:rsid w:val="007C5E81"/>
    <w:rsid w:val="007C610A"/>
    <w:rsid w:val="007C7CD7"/>
    <w:rsid w:val="007C7DEA"/>
    <w:rsid w:val="007D17C3"/>
    <w:rsid w:val="007D193C"/>
    <w:rsid w:val="007D221D"/>
    <w:rsid w:val="007D23F4"/>
    <w:rsid w:val="007D3449"/>
    <w:rsid w:val="007D3C2E"/>
    <w:rsid w:val="007D3FF0"/>
    <w:rsid w:val="007D45B3"/>
    <w:rsid w:val="007D4641"/>
    <w:rsid w:val="007D46AC"/>
    <w:rsid w:val="007D47BC"/>
    <w:rsid w:val="007D7832"/>
    <w:rsid w:val="007D7B32"/>
    <w:rsid w:val="007D7C16"/>
    <w:rsid w:val="007D7DB1"/>
    <w:rsid w:val="007D7EE0"/>
    <w:rsid w:val="007E05BB"/>
    <w:rsid w:val="007E1C90"/>
    <w:rsid w:val="007E226E"/>
    <w:rsid w:val="007E24A1"/>
    <w:rsid w:val="007E2D42"/>
    <w:rsid w:val="007E3A88"/>
    <w:rsid w:val="007E4310"/>
    <w:rsid w:val="007E435F"/>
    <w:rsid w:val="007E4404"/>
    <w:rsid w:val="007E4626"/>
    <w:rsid w:val="007E535A"/>
    <w:rsid w:val="007E56A5"/>
    <w:rsid w:val="007E74B6"/>
    <w:rsid w:val="007F029F"/>
    <w:rsid w:val="007F047F"/>
    <w:rsid w:val="007F05B5"/>
    <w:rsid w:val="007F064E"/>
    <w:rsid w:val="007F26EA"/>
    <w:rsid w:val="007F2A61"/>
    <w:rsid w:val="007F362D"/>
    <w:rsid w:val="007F4862"/>
    <w:rsid w:val="007F5F9D"/>
    <w:rsid w:val="007F6587"/>
    <w:rsid w:val="007F6A57"/>
    <w:rsid w:val="007F7DDA"/>
    <w:rsid w:val="008007F2"/>
    <w:rsid w:val="00801530"/>
    <w:rsid w:val="00802B89"/>
    <w:rsid w:val="0080389B"/>
    <w:rsid w:val="00804939"/>
    <w:rsid w:val="00804D70"/>
    <w:rsid w:val="00805D71"/>
    <w:rsid w:val="008077B4"/>
    <w:rsid w:val="00813A71"/>
    <w:rsid w:val="00813EBB"/>
    <w:rsid w:val="008144EA"/>
    <w:rsid w:val="00815309"/>
    <w:rsid w:val="00815978"/>
    <w:rsid w:val="00815CC9"/>
    <w:rsid w:val="00817287"/>
    <w:rsid w:val="008175C3"/>
    <w:rsid w:val="00820BAE"/>
    <w:rsid w:val="008222B7"/>
    <w:rsid w:val="008226F3"/>
    <w:rsid w:val="008230D6"/>
    <w:rsid w:val="00823412"/>
    <w:rsid w:val="00823C2D"/>
    <w:rsid w:val="00824376"/>
    <w:rsid w:val="0082584F"/>
    <w:rsid w:val="00825A81"/>
    <w:rsid w:val="0082671A"/>
    <w:rsid w:val="00827984"/>
    <w:rsid w:val="00827BE2"/>
    <w:rsid w:val="008307DA"/>
    <w:rsid w:val="00830C35"/>
    <w:rsid w:val="00830F1F"/>
    <w:rsid w:val="008310EF"/>
    <w:rsid w:val="0083164C"/>
    <w:rsid w:val="00833D99"/>
    <w:rsid w:val="00834D5B"/>
    <w:rsid w:val="00834F87"/>
    <w:rsid w:val="0083586F"/>
    <w:rsid w:val="008367E6"/>
    <w:rsid w:val="00840C99"/>
    <w:rsid w:val="008413A2"/>
    <w:rsid w:val="00841BDB"/>
    <w:rsid w:val="00843FAD"/>
    <w:rsid w:val="008440FC"/>
    <w:rsid w:val="0084431B"/>
    <w:rsid w:val="00844691"/>
    <w:rsid w:val="00845175"/>
    <w:rsid w:val="008454FC"/>
    <w:rsid w:val="008461B9"/>
    <w:rsid w:val="00846A94"/>
    <w:rsid w:val="00846F92"/>
    <w:rsid w:val="008474CB"/>
    <w:rsid w:val="008504DC"/>
    <w:rsid w:val="00851993"/>
    <w:rsid w:val="008519AF"/>
    <w:rsid w:val="00851E17"/>
    <w:rsid w:val="00852023"/>
    <w:rsid w:val="00852174"/>
    <w:rsid w:val="008535DE"/>
    <w:rsid w:val="008540D7"/>
    <w:rsid w:val="00854603"/>
    <w:rsid w:val="00855B41"/>
    <w:rsid w:val="00860932"/>
    <w:rsid w:val="00860A75"/>
    <w:rsid w:val="0086169B"/>
    <w:rsid w:val="00861986"/>
    <w:rsid w:val="00861C5B"/>
    <w:rsid w:val="00862126"/>
    <w:rsid w:val="0086213F"/>
    <w:rsid w:val="00862517"/>
    <w:rsid w:val="0086281D"/>
    <w:rsid w:val="0086286D"/>
    <w:rsid w:val="00864156"/>
    <w:rsid w:val="00864194"/>
    <w:rsid w:val="008643EC"/>
    <w:rsid w:val="008657C6"/>
    <w:rsid w:val="00866DAC"/>
    <w:rsid w:val="008670E1"/>
    <w:rsid w:val="00867775"/>
    <w:rsid w:val="00867835"/>
    <w:rsid w:val="0086790F"/>
    <w:rsid w:val="00870B86"/>
    <w:rsid w:val="0087158D"/>
    <w:rsid w:val="008722A4"/>
    <w:rsid w:val="00873BB9"/>
    <w:rsid w:val="00874DF6"/>
    <w:rsid w:val="00875BC6"/>
    <w:rsid w:val="008809FD"/>
    <w:rsid w:val="00881EA2"/>
    <w:rsid w:val="00883A08"/>
    <w:rsid w:val="00885076"/>
    <w:rsid w:val="008859C9"/>
    <w:rsid w:val="0088730D"/>
    <w:rsid w:val="008876EC"/>
    <w:rsid w:val="00887EBC"/>
    <w:rsid w:val="008912DA"/>
    <w:rsid w:val="00891C99"/>
    <w:rsid w:val="008928DC"/>
    <w:rsid w:val="008936EE"/>
    <w:rsid w:val="00893793"/>
    <w:rsid w:val="00893CC2"/>
    <w:rsid w:val="00895464"/>
    <w:rsid w:val="00896450"/>
    <w:rsid w:val="00896809"/>
    <w:rsid w:val="008969CF"/>
    <w:rsid w:val="00896C94"/>
    <w:rsid w:val="008975C3"/>
    <w:rsid w:val="008A07A6"/>
    <w:rsid w:val="008A10DC"/>
    <w:rsid w:val="008A1B05"/>
    <w:rsid w:val="008A1E6C"/>
    <w:rsid w:val="008A3586"/>
    <w:rsid w:val="008A3C74"/>
    <w:rsid w:val="008A44C3"/>
    <w:rsid w:val="008A4ADC"/>
    <w:rsid w:val="008A5E2E"/>
    <w:rsid w:val="008A6852"/>
    <w:rsid w:val="008A6997"/>
    <w:rsid w:val="008A69A9"/>
    <w:rsid w:val="008A7E66"/>
    <w:rsid w:val="008A7EE1"/>
    <w:rsid w:val="008B1473"/>
    <w:rsid w:val="008B1A15"/>
    <w:rsid w:val="008B2279"/>
    <w:rsid w:val="008B2520"/>
    <w:rsid w:val="008B25FC"/>
    <w:rsid w:val="008B34D1"/>
    <w:rsid w:val="008B3524"/>
    <w:rsid w:val="008B35CD"/>
    <w:rsid w:val="008B3BE6"/>
    <w:rsid w:val="008B62F6"/>
    <w:rsid w:val="008B7B2A"/>
    <w:rsid w:val="008C0BD6"/>
    <w:rsid w:val="008C20A0"/>
    <w:rsid w:val="008C21DD"/>
    <w:rsid w:val="008C39FE"/>
    <w:rsid w:val="008C46EA"/>
    <w:rsid w:val="008C641B"/>
    <w:rsid w:val="008C7418"/>
    <w:rsid w:val="008D0475"/>
    <w:rsid w:val="008D10A0"/>
    <w:rsid w:val="008D19C8"/>
    <w:rsid w:val="008D2012"/>
    <w:rsid w:val="008D284F"/>
    <w:rsid w:val="008D2CC2"/>
    <w:rsid w:val="008D2F49"/>
    <w:rsid w:val="008D3CEF"/>
    <w:rsid w:val="008D4674"/>
    <w:rsid w:val="008D4ECD"/>
    <w:rsid w:val="008E0399"/>
    <w:rsid w:val="008E0F95"/>
    <w:rsid w:val="008E1366"/>
    <w:rsid w:val="008E16F9"/>
    <w:rsid w:val="008E18FB"/>
    <w:rsid w:val="008E273C"/>
    <w:rsid w:val="008E3663"/>
    <w:rsid w:val="008E367C"/>
    <w:rsid w:val="008F009A"/>
    <w:rsid w:val="008F0332"/>
    <w:rsid w:val="008F12C9"/>
    <w:rsid w:val="008F1529"/>
    <w:rsid w:val="008F1567"/>
    <w:rsid w:val="008F1A8C"/>
    <w:rsid w:val="008F2C0F"/>
    <w:rsid w:val="008F35DD"/>
    <w:rsid w:val="008F5024"/>
    <w:rsid w:val="008F5C45"/>
    <w:rsid w:val="008F65F0"/>
    <w:rsid w:val="008F6ACA"/>
    <w:rsid w:val="008F7110"/>
    <w:rsid w:val="008F7CE8"/>
    <w:rsid w:val="00901576"/>
    <w:rsid w:val="00901A41"/>
    <w:rsid w:val="00901E4C"/>
    <w:rsid w:val="00903A56"/>
    <w:rsid w:val="00904B39"/>
    <w:rsid w:val="00905477"/>
    <w:rsid w:val="009059C9"/>
    <w:rsid w:val="00906E90"/>
    <w:rsid w:val="009070D2"/>
    <w:rsid w:val="00910167"/>
    <w:rsid w:val="00910368"/>
    <w:rsid w:val="009111C7"/>
    <w:rsid w:val="0091201B"/>
    <w:rsid w:val="00912107"/>
    <w:rsid w:val="0091322B"/>
    <w:rsid w:val="009144EB"/>
    <w:rsid w:val="0091585F"/>
    <w:rsid w:val="00917783"/>
    <w:rsid w:val="00923F80"/>
    <w:rsid w:val="0092406E"/>
    <w:rsid w:val="009247A2"/>
    <w:rsid w:val="00924A50"/>
    <w:rsid w:val="009300C2"/>
    <w:rsid w:val="00930298"/>
    <w:rsid w:val="009311CB"/>
    <w:rsid w:val="00931BE7"/>
    <w:rsid w:val="00931F4C"/>
    <w:rsid w:val="00932D44"/>
    <w:rsid w:val="009335E4"/>
    <w:rsid w:val="00933CCE"/>
    <w:rsid w:val="00933DB0"/>
    <w:rsid w:val="00934778"/>
    <w:rsid w:val="00934808"/>
    <w:rsid w:val="00934FD2"/>
    <w:rsid w:val="00935AEE"/>
    <w:rsid w:val="00936674"/>
    <w:rsid w:val="00936D5E"/>
    <w:rsid w:val="00937FF6"/>
    <w:rsid w:val="00941737"/>
    <w:rsid w:val="00942107"/>
    <w:rsid w:val="009428A9"/>
    <w:rsid w:val="00944039"/>
    <w:rsid w:val="00946EB8"/>
    <w:rsid w:val="00946FC4"/>
    <w:rsid w:val="009500BE"/>
    <w:rsid w:val="00951457"/>
    <w:rsid w:val="009518C3"/>
    <w:rsid w:val="0095222C"/>
    <w:rsid w:val="009528EB"/>
    <w:rsid w:val="00952F03"/>
    <w:rsid w:val="00953477"/>
    <w:rsid w:val="0095370F"/>
    <w:rsid w:val="00955281"/>
    <w:rsid w:val="00955663"/>
    <w:rsid w:val="00955803"/>
    <w:rsid w:val="00957F9C"/>
    <w:rsid w:val="00960D58"/>
    <w:rsid w:val="00961013"/>
    <w:rsid w:val="009614FD"/>
    <w:rsid w:val="00961793"/>
    <w:rsid w:val="00961892"/>
    <w:rsid w:val="009632EC"/>
    <w:rsid w:val="009649E3"/>
    <w:rsid w:val="00964D12"/>
    <w:rsid w:val="00965EC4"/>
    <w:rsid w:val="00965F1A"/>
    <w:rsid w:val="00966138"/>
    <w:rsid w:val="00966871"/>
    <w:rsid w:val="00966DAA"/>
    <w:rsid w:val="00967238"/>
    <w:rsid w:val="009706EC"/>
    <w:rsid w:val="0097150A"/>
    <w:rsid w:val="00971B64"/>
    <w:rsid w:val="00971DA5"/>
    <w:rsid w:val="009725EE"/>
    <w:rsid w:val="00973181"/>
    <w:rsid w:val="009731E7"/>
    <w:rsid w:val="0097333C"/>
    <w:rsid w:val="00973600"/>
    <w:rsid w:val="00975305"/>
    <w:rsid w:val="00977228"/>
    <w:rsid w:val="009773F0"/>
    <w:rsid w:val="009808AD"/>
    <w:rsid w:val="00980FA7"/>
    <w:rsid w:val="00981FEE"/>
    <w:rsid w:val="00982AC9"/>
    <w:rsid w:val="00982D94"/>
    <w:rsid w:val="00982DE6"/>
    <w:rsid w:val="00982EC7"/>
    <w:rsid w:val="00982ED4"/>
    <w:rsid w:val="0098543C"/>
    <w:rsid w:val="00985A49"/>
    <w:rsid w:val="0098605C"/>
    <w:rsid w:val="0098645A"/>
    <w:rsid w:val="009870DA"/>
    <w:rsid w:val="009872CC"/>
    <w:rsid w:val="009872CF"/>
    <w:rsid w:val="00987A8C"/>
    <w:rsid w:val="009900B8"/>
    <w:rsid w:val="009909D5"/>
    <w:rsid w:val="0099279F"/>
    <w:rsid w:val="009933BB"/>
    <w:rsid w:val="00993F92"/>
    <w:rsid w:val="0099686E"/>
    <w:rsid w:val="00996B9D"/>
    <w:rsid w:val="009975D0"/>
    <w:rsid w:val="009A011E"/>
    <w:rsid w:val="009A1284"/>
    <w:rsid w:val="009A145D"/>
    <w:rsid w:val="009A17D4"/>
    <w:rsid w:val="009A2531"/>
    <w:rsid w:val="009A2791"/>
    <w:rsid w:val="009A3198"/>
    <w:rsid w:val="009A4B9A"/>
    <w:rsid w:val="009A6D9F"/>
    <w:rsid w:val="009A77CE"/>
    <w:rsid w:val="009A79D7"/>
    <w:rsid w:val="009B0C40"/>
    <w:rsid w:val="009B10D6"/>
    <w:rsid w:val="009B134A"/>
    <w:rsid w:val="009B2297"/>
    <w:rsid w:val="009B2EC0"/>
    <w:rsid w:val="009B3400"/>
    <w:rsid w:val="009B4801"/>
    <w:rsid w:val="009B5367"/>
    <w:rsid w:val="009C0256"/>
    <w:rsid w:val="009C131A"/>
    <w:rsid w:val="009C1673"/>
    <w:rsid w:val="009C181C"/>
    <w:rsid w:val="009C1CA3"/>
    <w:rsid w:val="009C208A"/>
    <w:rsid w:val="009C237A"/>
    <w:rsid w:val="009C2F51"/>
    <w:rsid w:val="009C3175"/>
    <w:rsid w:val="009C3181"/>
    <w:rsid w:val="009C37B1"/>
    <w:rsid w:val="009C3A3A"/>
    <w:rsid w:val="009C4681"/>
    <w:rsid w:val="009C5830"/>
    <w:rsid w:val="009C5C49"/>
    <w:rsid w:val="009C5E5F"/>
    <w:rsid w:val="009C63F5"/>
    <w:rsid w:val="009C6705"/>
    <w:rsid w:val="009D0931"/>
    <w:rsid w:val="009D17A2"/>
    <w:rsid w:val="009D1973"/>
    <w:rsid w:val="009D1A2C"/>
    <w:rsid w:val="009D1AF9"/>
    <w:rsid w:val="009D1C40"/>
    <w:rsid w:val="009D20C7"/>
    <w:rsid w:val="009D2241"/>
    <w:rsid w:val="009D2E7B"/>
    <w:rsid w:val="009D2F0E"/>
    <w:rsid w:val="009D3475"/>
    <w:rsid w:val="009D4AC2"/>
    <w:rsid w:val="009D55A3"/>
    <w:rsid w:val="009D597A"/>
    <w:rsid w:val="009D5A20"/>
    <w:rsid w:val="009D5C38"/>
    <w:rsid w:val="009D61E4"/>
    <w:rsid w:val="009D6FD2"/>
    <w:rsid w:val="009D7603"/>
    <w:rsid w:val="009E0FC4"/>
    <w:rsid w:val="009E12DC"/>
    <w:rsid w:val="009E1F20"/>
    <w:rsid w:val="009E55D2"/>
    <w:rsid w:val="009E771D"/>
    <w:rsid w:val="009F0432"/>
    <w:rsid w:val="009F0935"/>
    <w:rsid w:val="009F0E1A"/>
    <w:rsid w:val="009F0F91"/>
    <w:rsid w:val="009F103F"/>
    <w:rsid w:val="009F2E01"/>
    <w:rsid w:val="009F35E5"/>
    <w:rsid w:val="009F3858"/>
    <w:rsid w:val="009F42DC"/>
    <w:rsid w:val="009F748F"/>
    <w:rsid w:val="009F7DF7"/>
    <w:rsid w:val="00A00A72"/>
    <w:rsid w:val="00A01423"/>
    <w:rsid w:val="00A03E2D"/>
    <w:rsid w:val="00A04A19"/>
    <w:rsid w:val="00A06045"/>
    <w:rsid w:val="00A064DC"/>
    <w:rsid w:val="00A06517"/>
    <w:rsid w:val="00A0783C"/>
    <w:rsid w:val="00A07A3C"/>
    <w:rsid w:val="00A107BC"/>
    <w:rsid w:val="00A10FF7"/>
    <w:rsid w:val="00A11D12"/>
    <w:rsid w:val="00A123AC"/>
    <w:rsid w:val="00A13112"/>
    <w:rsid w:val="00A140BB"/>
    <w:rsid w:val="00A1495F"/>
    <w:rsid w:val="00A15559"/>
    <w:rsid w:val="00A1593A"/>
    <w:rsid w:val="00A15B35"/>
    <w:rsid w:val="00A170F7"/>
    <w:rsid w:val="00A17F1A"/>
    <w:rsid w:val="00A201A9"/>
    <w:rsid w:val="00A20809"/>
    <w:rsid w:val="00A21020"/>
    <w:rsid w:val="00A21DA2"/>
    <w:rsid w:val="00A22326"/>
    <w:rsid w:val="00A228B8"/>
    <w:rsid w:val="00A2311E"/>
    <w:rsid w:val="00A24AC8"/>
    <w:rsid w:val="00A25339"/>
    <w:rsid w:val="00A257CF"/>
    <w:rsid w:val="00A25C54"/>
    <w:rsid w:val="00A265FC"/>
    <w:rsid w:val="00A30888"/>
    <w:rsid w:val="00A30DC9"/>
    <w:rsid w:val="00A31687"/>
    <w:rsid w:val="00A31EED"/>
    <w:rsid w:val="00A32097"/>
    <w:rsid w:val="00A32292"/>
    <w:rsid w:val="00A324D6"/>
    <w:rsid w:val="00A325B4"/>
    <w:rsid w:val="00A34995"/>
    <w:rsid w:val="00A34A75"/>
    <w:rsid w:val="00A34D37"/>
    <w:rsid w:val="00A357C9"/>
    <w:rsid w:val="00A358B9"/>
    <w:rsid w:val="00A361E9"/>
    <w:rsid w:val="00A368F5"/>
    <w:rsid w:val="00A3768F"/>
    <w:rsid w:val="00A411BB"/>
    <w:rsid w:val="00A412D5"/>
    <w:rsid w:val="00A41A48"/>
    <w:rsid w:val="00A42422"/>
    <w:rsid w:val="00A44AC1"/>
    <w:rsid w:val="00A455E0"/>
    <w:rsid w:val="00A508D3"/>
    <w:rsid w:val="00A51361"/>
    <w:rsid w:val="00A51BCB"/>
    <w:rsid w:val="00A520F2"/>
    <w:rsid w:val="00A52189"/>
    <w:rsid w:val="00A5314C"/>
    <w:rsid w:val="00A53361"/>
    <w:rsid w:val="00A533AA"/>
    <w:rsid w:val="00A538FA"/>
    <w:rsid w:val="00A53C1C"/>
    <w:rsid w:val="00A53D3A"/>
    <w:rsid w:val="00A540D6"/>
    <w:rsid w:val="00A5433E"/>
    <w:rsid w:val="00A54CF6"/>
    <w:rsid w:val="00A56159"/>
    <w:rsid w:val="00A56E56"/>
    <w:rsid w:val="00A57304"/>
    <w:rsid w:val="00A57901"/>
    <w:rsid w:val="00A60658"/>
    <w:rsid w:val="00A60929"/>
    <w:rsid w:val="00A60FD4"/>
    <w:rsid w:val="00A62CBC"/>
    <w:rsid w:val="00A63021"/>
    <w:rsid w:val="00A65AD6"/>
    <w:rsid w:val="00A67306"/>
    <w:rsid w:val="00A71792"/>
    <w:rsid w:val="00A717E5"/>
    <w:rsid w:val="00A71C14"/>
    <w:rsid w:val="00A71E4C"/>
    <w:rsid w:val="00A71F2B"/>
    <w:rsid w:val="00A7299D"/>
    <w:rsid w:val="00A7382E"/>
    <w:rsid w:val="00A73DED"/>
    <w:rsid w:val="00A740CE"/>
    <w:rsid w:val="00A75875"/>
    <w:rsid w:val="00A75C93"/>
    <w:rsid w:val="00A76380"/>
    <w:rsid w:val="00A76777"/>
    <w:rsid w:val="00A76A57"/>
    <w:rsid w:val="00A779BC"/>
    <w:rsid w:val="00A806BF"/>
    <w:rsid w:val="00A80A93"/>
    <w:rsid w:val="00A80EFD"/>
    <w:rsid w:val="00A80FEA"/>
    <w:rsid w:val="00A82198"/>
    <w:rsid w:val="00A8262C"/>
    <w:rsid w:val="00A8282C"/>
    <w:rsid w:val="00A82C4C"/>
    <w:rsid w:val="00A82EDE"/>
    <w:rsid w:val="00A832FE"/>
    <w:rsid w:val="00A838BD"/>
    <w:rsid w:val="00A83EEA"/>
    <w:rsid w:val="00A842B2"/>
    <w:rsid w:val="00A846CB"/>
    <w:rsid w:val="00A859D4"/>
    <w:rsid w:val="00A867FB"/>
    <w:rsid w:val="00A873D9"/>
    <w:rsid w:val="00A87C83"/>
    <w:rsid w:val="00A87EBB"/>
    <w:rsid w:val="00A902CF"/>
    <w:rsid w:val="00A91236"/>
    <w:rsid w:val="00A92118"/>
    <w:rsid w:val="00A92B33"/>
    <w:rsid w:val="00A93000"/>
    <w:rsid w:val="00A9444C"/>
    <w:rsid w:val="00A95A2B"/>
    <w:rsid w:val="00A95C43"/>
    <w:rsid w:val="00A95FF9"/>
    <w:rsid w:val="00A9683B"/>
    <w:rsid w:val="00A9720D"/>
    <w:rsid w:val="00A97794"/>
    <w:rsid w:val="00AA0E08"/>
    <w:rsid w:val="00AA0E12"/>
    <w:rsid w:val="00AA12B4"/>
    <w:rsid w:val="00AA15DB"/>
    <w:rsid w:val="00AA206A"/>
    <w:rsid w:val="00AA2380"/>
    <w:rsid w:val="00AA2AD3"/>
    <w:rsid w:val="00AA2E9C"/>
    <w:rsid w:val="00AA483D"/>
    <w:rsid w:val="00AA5320"/>
    <w:rsid w:val="00AA564E"/>
    <w:rsid w:val="00AA6BD8"/>
    <w:rsid w:val="00AB00E0"/>
    <w:rsid w:val="00AB081F"/>
    <w:rsid w:val="00AB15A1"/>
    <w:rsid w:val="00AB4AA4"/>
    <w:rsid w:val="00AB5B64"/>
    <w:rsid w:val="00AB69DA"/>
    <w:rsid w:val="00AB7306"/>
    <w:rsid w:val="00AB770A"/>
    <w:rsid w:val="00AB7E26"/>
    <w:rsid w:val="00AC0D61"/>
    <w:rsid w:val="00AC1236"/>
    <w:rsid w:val="00AC158A"/>
    <w:rsid w:val="00AC27D3"/>
    <w:rsid w:val="00AC2979"/>
    <w:rsid w:val="00AC2A62"/>
    <w:rsid w:val="00AC3BDB"/>
    <w:rsid w:val="00AC3C25"/>
    <w:rsid w:val="00AC4B04"/>
    <w:rsid w:val="00AC6A10"/>
    <w:rsid w:val="00AC7314"/>
    <w:rsid w:val="00AD01E1"/>
    <w:rsid w:val="00AD0F75"/>
    <w:rsid w:val="00AD151C"/>
    <w:rsid w:val="00AD400F"/>
    <w:rsid w:val="00AD6095"/>
    <w:rsid w:val="00AD6822"/>
    <w:rsid w:val="00AD70E7"/>
    <w:rsid w:val="00AE08D4"/>
    <w:rsid w:val="00AE132C"/>
    <w:rsid w:val="00AE1A6C"/>
    <w:rsid w:val="00AE3142"/>
    <w:rsid w:val="00AE3637"/>
    <w:rsid w:val="00AE3D48"/>
    <w:rsid w:val="00AE4298"/>
    <w:rsid w:val="00AE42B3"/>
    <w:rsid w:val="00AE717B"/>
    <w:rsid w:val="00AE769A"/>
    <w:rsid w:val="00AF14CF"/>
    <w:rsid w:val="00AF2293"/>
    <w:rsid w:val="00AF2886"/>
    <w:rsid w:val="00AF2C06"/>
    <w:rsid w:val="00AF2E8B"/>
    <w:rsid w:val="00AF2EA7"/>
    <w:rsid w:val="00AF3E3E"/>
    <w:rsid w:val="00AF4620"/>
    <w:rsid w:val="00AF499D"/>
    <w:rsid w:val="00AF4B30"/>
    <w:rsid w:val="00AF5629"/>
    <w:rsid w:val="00AF57B7"/>
    <w:rsid w:val="00AF5880"/>
    <w:rsid w:val="00AF6020"/>
    <w:rsid w:val="00AF65DE"/>
    <w:rsid w:val="00AF7D4F"/>
    <w:rsid w:val="00B01003"/>
    <w:rsid w:val="00B030A4"/>
    <w:rsid w:val="00B032BC"/>
    <w:rsid w:val="00B04F33"/>
    <w:rsid w:val="00B06993"/>
    <w:rsid w:val="00B07F16"/>
    <w:rsid w:val="00B10EFB"/>
    <w:rsid w:val="00B1127A"/>
    <w:rsid w:val="00B114EB"/>
    <w:rsid w:val="00B1245F"/>
    <w:rsid w:val="00B14113"/>
    <w:rsid w:val="00B14612"/>
    <w:rsid w:val="00B15241"/>
    <w:rsid w:val="00B164E8"/>
    <w:rsid w:val="00B1739A"/>
    <w:rsid w:val="00B176DF"/>
    <w:rsid w:val="00B20934"/>
    <w:rsid w:val="00B20ABA"/>
    <w:rsid w:val="00B22F81"/>
    <w:rsid w:val="00B233AE"/>
    <w:rsid w:val="00B2368A"/>
    <w:rsid w:val="00B23B16"/>
    <w:rsid w:val="00B246D3"/>
    <w:rsid w:val="00B2499A"/>
    <w:rsid w:val="00B25B0F"/>
    <w:rsid w:val="00B26D35"/>
    <w:rsid w:val="00B2738D"/>
    <w:rsid w:val="00B27AE6"/>
    <w:rsid w:val="00B27DBA"/>
    <w:rsid w:val="00B315E7"/>
    <w:rsid w:val="00B31646"/>
    <w:rsid w:val="00B3222F"/>
    <w:rsid w:val="00B32454"/>
    <w:rsid w:val="00B32740"/>
    <w:rsid w:val="00B33C36"/>
    <w:rsid w:val="00B34D86"/>
    <w:rsid w:val="00B35CDC"/>
    <w:rsid w:val="00B40076"/>
    <w:rsid w:val="00B40B4F"/>
    <w:rsid w:val="00B43AEF"/>
    <w:rsid w:val="00B44206"/>
    <w:rsid w:val="00B4497B"/>
    <w:rsid w:val="00B4629A"/>
    <w:rsid w:val="00B476D7"/>
    <w:rsid w:val="00B504BC"/>
    <w:rsid w:val="00B524E8"/>
    <w:rsid w:val="00B53C24"/>
    <w:rsid w:val="00B53EC7"/>
    <w:rsid w:val="00B54B17"/>
    <w:rsid w:val="00B560DA"/>
    <w:rsid w:val="00B60C70"/>
    <w:rsid w:val="00B624E3"/>
    <w:rsid w:val="00B62918"/>
    <w:rsid w:val="00B62E1E"/>
    <w:rsid w:val="00B62EC0"/>
    <w:rsid w:val="00B63834"/>
    <w:rsid w:val="00B64565"/>
    <w:rsid w:val="00B65120"/>
    <w:rsid w:val="00B659E1"/>
    <w:rsid w:val="00B6717B"/>
    <w:rsid w:val="00B71719"/>
    <w:rsid w:val="00B71912"/>
    <w:rsid w:val="00B71A52"/>
    <w:rsid w:val="00B71A75"/>
    <w:rsid w:val="00B72316"/>
    <w:rsid w:val="00B734EA"/>
    <w:rsid w:val="00B73791"/>
    <w:rsid w:val="00B76BEC"/>
    <w:rsid w:val="00B76E33"/>
    <w:rsid w:val="00B8029A"/>
    <w:rsid w:val="00B81F71"/>
    <w:rsid w:val="00B82056"/>
    <w:rsid w:val="00B82C5C"/>
    <w:rsid w:val="00B83324"/>
    <w:rsid w:val="00B833F7"/>
    <w:rsid w:val="00B83F55"/>
    <w:rsid w:val="00B8576D"/>
    <w:rsid w:val="00B8738C"/>
    <w:rsid w:val="00B87BDA"/>
    <w:rsid w:val="00B87D32"/>
    <w:rsid w:val="00B87D94"/>
    <w:rsid w:val="00B91816"/>
    <w:rsid w:val="00B919BC"/>
    <w:rsid w:val="00B927FF"/>
    <w:rsid w:val="00B9302B"/>
    <w:rsid w:val="00B93F5C"/>
    <w:rsid w:val="00B9443C"/>
    <w:rsid w:val="00B94583"/>
    <w:rsid w:val="00B94C02"/>
    <w:rsid w:val="00B95177"/>
    <w:rsid w:val="00B9523A"/>
    <w:rsid w:val="00B965A2"/>
    <w:rsid w:val="00B977A2"/>
    <w:rsid w:val="00BA14C1"/>
    <w:rsid w:val="00BA14F3"/>
    <w:rsid w:val="00BA251B"/>
    <w:rsid w:val="00BA298A"/>
    <w:rsid w:val="00BA29F9"/>
    <w:rsid w:val="00BA3175"/>
    <w:rsid w:val="00BA3485"/>
    <w:rsid w:val="00BA4A09"/>
    <w:rsid w:val="00BA501D"/>
    <w:rsid w:val="00BA5964"/>
    <w:rsid w:val="00BB15ED"/>
    <w:rsid w:val="00BB1BA2"/>
    <w:rsid w:val="00BB36E1"/>
    <w:rsid w:val="00BB41D1"/>
    <w:rsid w:val="00BB4988"/>
    <w:rsid w:val="00BB6580"/>
    <w:rsid w:val="00BB6E4E"/>
    <w:rsid w:val="00BB7D7C"/>
    <w:rsid w:val="00BC06B7"/>
    <w:rsid w:val="00BC092E"/>
    <w:rsid w:val="00BC0D41"/>
    <w:rsid w:val="00BC1013"/>
    <w:rsid w:val="00BC1676"/>
    <w:rsid w:val="00BC1AC8"/>
    <w:rsid w:val="00BC2D5F"/>
    <w:rsid w:val="00BC32B8"/>
    <w:rsid w:val="00BC3429"/>
    <w:rsid w:val="00BC3A32"/>
    <w:rsid w:val="00BC5351"/>
    <w:rsid w:val="00BC53F6"/>
    <w:rsid w:val="00BC5E61"/>
    <w:rsid w:val="00BC68E7"/>
    <w:rsid w:val="00BC6B8E"/>
    <w:rsid w:val="00BC7540"/>
    <w:rsid w:val="00BC7A66"/>
    <w:rsid w:val="00BD0906"/>
    <w:rsid w:val="00BD128E"/>
    <w:rsid w:val="00BD1558"/>
    <w:rsid w:val="00BD1DD4"/>
    <w:rsid w:val="00BD2074"/>
    <w:rsid w:val="00BD24F5"/>
    <w:rsid w:val="00BD3832"/>
    <w:rsid w:val="00BD47D3"/>
    <w:rsid w:val="00BD4DB0"/>
    <w:rsid w:val="00BD56AA"/>
    <w:rsid w:val="00BD604A"/>
    <w:rsid w:val="00BD703A"/>
    <w:rsid w:val="00BE0C68"/>
    <w:rsid w:val="00BE1622"/>
    <w:rsid w:val="00BE245A"/>
    <w:rsid w:val="00BE255D"/>
    <w:rsid w:val="00BE2A57"/>
    <w:rsid w:val="00BE2F29"/>
    <w:rsid w:val="00BE3428"/>
    <w:rsid w:val="00BE3DCD"/>
    <w:rsid w:val="00BE593A"/>
    <w:rsid w:val="00BE6028"/>
    <w:rsid w:val="00BE6961"/>
    <w:rsid w:val="00BE6967"/>
    <w:rsid w:val="00BE6E65"/>
    <w:rsid w:val="00BE7021"/>
    <w:rsid w:val="00BE7E1E"/>
    <w:rsid w:val="00BF036F"/>
    <w:rsid w:val="00BF0399"/>
    <w:rsid w:val="00BF06E8"/>
    <w:rsid w:val="00BF191E"/>
    <w:rsid w:val="00BF1D60"/>
    <w:rsid w:val="00BF2453"/>
    <w:rsid w:val="00BF4435"/>
    <w:rsid w:val="00BF69D2"/>
    <w:rsid w:val="00BF6CE4"/>
    <w:rsid w:val="00BF6D4E"/>
    <w:rsid w:val="00C001A8"/>
    <w:rsid w:val="00C02AB2"/>
    <w:rsid w:val="00C03211"/>
    <w:rsid w:val="00C04D5E"/>
    <w:rsid w:val="00C04E24"/>
    <w:rsid w:val="00C050C6"/>
    <w:rsid w:val="00C05902"/>
    <w:rsid w:val="00C06B55"/>
    <w:rsid w:val="00C10483"/>
    <w:rsid w:val="00C10507"/>
    <w:rsid w:val="00C109EA"/>
    <w:rsid w:val="00C12BE1"/>
    <w:rsid w:val="00C13071"/>
    <w:rsid w:val="00C14628"/>
    <w:rsid w:val="00C16235"/>
    <w:rsid w:val="00C16836"/>
    <w:rsid w:val="00C16C44"/>
    <w:rsid w:val="00C20BC6"/>
    <w:rsid w:val="00C20D47"/>
    <w:rsid w:val="00C212C6"/>
    <w:rsid w:val="00C2179C"/>
    <w:rsid w:val="00C234E1"/>
    <w:rsid w:val="00C26A20"/>
    <w:rsid w:val="00C26DFD"/>
    <w:rsid w:val="00C271F6"/>
    <w:rsid w:val="00C27437"/>
    <w:rsid w:val="00C277FF"/>
    <w:rsid w:val="00C27DF3"/>
    <w:rsid w:val="00C30CC9"/>
    <w:rsid w:val="00C313B5"/>
    <w:rsid w:val="00C31CDA"/>
    <w:rsid w:val="00C31EB7"/>
    <w:rsid w:val="00C337FA"/>
    <w:rsid w:val="00C34108"/>
    <w:rsid w:val="00C34B87"/>
    <w:rsid w:val="00C357D7"/>
    <w:rsid w:val="00C3581D"/>
    <w:rsid w:val="00C403A5"/>
    <w:rsid w:val="00C408D1"/>
    <w:rsid w:val="00C41242"/>
    <w:rsid w:val="00C42CF8"/>
    <w:rsid w:val="00C4357E"/>
    <w:rsid w:val="00C436F9"/>
    <w:rsid w:val="00C446D7"/>
    <w:rsid w:val="00C44B47"/>
    <w:rsid w:val="00C44DCA"/>
    <w:rsid w:val="00C450EE"/>
    <w:rsid w:val="00C45A60"/>
    <w:rsid w:val="00C47529"/>
    <w:rsid w:val="00C47934"/>
    <w:rsid w:val="00C509C9"/>
    <w:rsid w:val="00C51C33"/>
    <w:rsid w:val="00C5282E"/>
    <w:rsid w:val="00C52F84"/>
    <w:rsid w:val="00C53002"/>
    <w:rsid w:val="00C53682"/>
    <w:rsid w:val="00C538CB"/>
    <w:rsid w:val="00C53CC0"/>
    <w:rsid w:val="00C5430C"/>
    <w:rsid w:val="00C55356"/>
    <w:rsid w:val="00C56823"/>
    <w:rsid w:val="00C56D15"/>
    <w:rsid w:val="00C62801"/>
    <w:rsid w:val="00C65043"/>
    <w:rsid w:val="00C65329"/>
    <w:rsid w:val="00C6580F"/>
    <w:rsid w:val="00C66DC9"/>
    <w:rsid w:val="00C71546"/>
    <w:rsid w:val="00C71585"/>
    <w:rsid w:val="00C719C6"/>
    <w:rsid w:val="00C7326D"/>
    <w:rsid w:val="00C73CC6"/>
    <w:rsid w:val="00C74994"/>
    <w:rsid w:val="00C75D0E"/>
    <w:rsid w:val="00C77823"/>
    <w:rsid w:val="00C8203C"/>
    <w:rsid w:val="00C82DAB"/>
    <w:rsid w:val="00C83220"/>
    <w:rsid w:val="00C8382A"/>
    <w:rsid w:val="00C83BC4"/>
    <w:rsid w:val="00C845DB"/>
    <w:rsid w:val="00C8483E"/>
    <w:rsid w:val="00C84DEA"/>
    <w:rsid w:val="00C85158"/>
    <w:rsid w:val="00C85341"/>
    <w:rsid w:val="00C857B7"/>
    <w:rsid w:val="00C865B8"/>
    <w:rsid w:val="00C8681B"/>
    <w:rsid w:val="00C86A7A"/>
    <w:rsid w:val="00C86FC0"/>
    <w:rsid w:val="00C93BE1"/>
    <w:rsid w:val="00C93FBE"/>
    <w:rsid w:val="00C94568"/>
    <w:rsid w:val="00C94749"/>
    <w:rsid w:val="00C965B6"/>
    <w:rsid w:val="00C9710C"/>
    <w:rsid w:val="00C97900"/>
    <w:rsid w:val="00CA002C"/>
    <w:rsid w:val="00CA17DB"/>
    <w:rsid w:val="00CA2A05"/>
    <w:rsid w:val="00CA2A13"/>
    <w:rsid w:val="00CA2AC1"/>
    <w:rsid w:val="00CA5834"/>
    <w:rsid w:val="00CA60FE"/>
    <w:rsid w:val="00CA6623"/>
    <w:rsid w:val="00CA6AD5"/>
    <w:rsid w:val="00CA7598"/>
    <w:rsid w:val="00CA7AAF"/>
    <w:rsid w:val="00CB0927"/>
    <w:rsid w:val="00CB0E92"/>
    <w:rsid w:val="00CB1750"/>
    <w:rsid w:val="00CB3E97"/>
    <w:rsid w:val="00CB3EC3"/>
    <w:rsid w:val="00CB5374"/>
    <w:rsid w:val="00CB5877"/>
    <w:rsid w:val="00CB6CBE"/>
    <w:rsid w:val="00CB789F"/>
    <w:rsid w:val="00CB7FCA"/>
    <w:rsid w:val="00CC1684"/>
    <w:rsid w:val="00CC27E8"/>
    <w:rsid w:val="00CC405F"/>
    <w:rsid w:val="00CC47ED"/>
    <w:rsid w:val="00CC49BD"/>
    <w:rsid w:val="00CC4C6D"/>
    <w:rsid w:val="00CC4C86"/>
    <w:rsid w:val="00CC4CAD"/>
    <w:rsid w:val="00CC5372"/>
    <w:rsid w:val="00CC5D6A"/>
    <w:rsid w:val="00CC61E9"/>
    <w:rsid w:val="00CC7301"/>
    <w:rsid w:val="00CC73A9"/>
    <w:rsid w:val="00CD07C9"/>
    <w:rsid w:val="00CD354C"/>
    <w:rsid w:val="00CD365A"/>
    <w:rsid w:val="00CD381C"/>
    <w:rsid w:val="00CD3E57"/>
    <w:rsid w:val="00CD60ED"/>
    <w:rsid w:val="00CD66B7"/>
    <w:rsid w:val="00CD6928"/>
    <w:rsid w:val="00CD6947"/>
    <w:rsid w:val="00CD6ED1"/>
    <w:rsid w:val="00CD6FBA"/>
    <w:rsid w:val="00CD7F57"/>
    <w:rsid w:val="00CE0AEA"/>
    <w:rsid w:val="00CE2169"/>
    <w:rsid w:val="00CE23C5"/>
    <w:rsid w:val="00CE31C2"/>
    <w:rsid w:val="00CE35DA"/>
    <w:rsid w:val="00CE394D"/>
    <w:rsid w:val="00CE3EAC"/>
    <w:rsid w:val="00CE407D"/>
    <w:rsid w:val="00CE5E06"/>
    <w:rsid w:val="00CE6B3D"/>
    <w:rsid w:val="00CE7A18"/>
    <w:rsid w:val="00CE7CD8"/>
    <w:rsid w:val="00CE7E76"/>
    <w:rsid w:val="00CF4421"/>
    <w:rsid w:val="00CF61A6"/>
    <w:rsid w:val="00CF6EEE"/>
    <w:rsid w:val="00CF7343"/>
    <w:rsid w:val="00D0081A"/>
    <w:rsid w:val="00D00CB9"/>
    <w:rsid w:val="00D01C83"/>
    <w:rsid w:val="00D024B6"/>
    <w:rsid w:val="00D02BFB"/>
    <w:rsid w:val="00D0340B"/>
    <w:rsid w:val="00D0369B"/>
    <w:rsid w:val="00D04841"/>
    <w:rsid w:val="00D04C0B"/>
    <w:rsid w:val="00D0713A"/>
    <w:rsid w:val="00D10932"/>
    <w:rsid w:val="00D14643"/>
    <w:rsid w:val="00D14DBB"/>
    <w:rsid w:val="00D17835"/>
    <w:rsid w:val="00D17894"/>
    <w:rsid w:val="00D20337"/>
    <w:rsid w:val="00D21805"/>
    <w:rsid w:val="00D22F3D"/>
    <w:rsid w:val="00D22FB9"/>
    <w:rsid w:val="00D23641"/>
    <w:rsid w:val="00D24C5B"/>
    <w:rsid w:val="00D264D5"/>
    <w:rsid w:val="00D26CE0"/>
    <w:rsid w:val="00D27DF8"/>
    <w:rsid w:val="00D31C86"/>
    <w:rsid w:val="00D32A5D"/>
    <w:rsid w:val="00D32C0B"/>
    <w:rsid w:val="00D3388E"/>
    <w:rsid w:val="00D3508B"/>
    <w:rsid w:val="00D35775"/>
    <w:rsid w:val="00D36F12"/>
    <w:rsid w:val="00D4008C"/>
    <w:rsid w:val="00D4011A"/>
    <w:rsid w:val="00D40CA3"/>
    <w:rsid w:val="00D41E97"/>
    <w:rsid w:val="00D4264F"/>
    <w:rsid w:val="00D43350"/>
    <w:rsid w:val="00D4424D"/>
    <w:rsid w:val="00D45744"/>
    <w:rsid w:val="00D457E3"/>
    <w:rsid w:val="00D46241"/>
    <w:rsid w:val="00D46FDB"/>
    <w:rsid w:val="00D52587"/>
    <w:rsid w:val="00D52898"/>
    <w:rsid w:val="00D528BC"/>
    <w:rsid w:val="00D52BA5"/>
    <w:rsid w:val="00D541C2"/>
    <w:rsid w:val="00D54525"/>
    <w:rsid w:val="00D56DF2"/>
    <w:rsid w:val="00D56FD9"/>
    <w:rsid w:val="00D57BBF"/>
    <w:rsid w:val="00D605A9"/>
    <w:rsid w:val="00D62B94"/>
    <w:rsid w:val="00D62DA3"/>
    <w:rsid w:val="00D6320D"/>
    <w:rsid w:val="00D63F73"/>
    <w:rsid w:val="00D644C8"/>
    <w:rsid w:val="00D64AEB"/>
    <w:rsid w:val="00D653E9"/>
    <w:rsid w:val="00D65BF5"/>
    <w:rsid w:val="00D66D5F"/>
    <w:rsid w:val="00D701E0"/>
    <w:rsid w:val="00D72C67"/>
    <w:rsid w:val="00D735F8"/>
    <w:rsid w:val="00D7544D"/>
    <w:rsid w:val="00D75D1C"/>
    <w:rsid w:val="00D75FC9"/>
    <w:rsid w:val="00D77D62"/>
    <w:rsid w:val="00D80741"/>
    <w:rsid w:val="00D81DD8"/>
    <w:rsid w:val="00D8234C"/>
    <w:rsid w:val="00D82865"/>
    <w:rsid w:val="00D8368F"/>
    <w:rsid w:val="00D8381A"/>
    <w:rsid w:val="00D84188"/>
    <w:rsid w:val="00D85894"/>
    <w:rsid w:val="00D863CD"/>
    <w:rsid w:val="00D877D5"/>
    <w:rsid w:val="00D87EE1"/>
    <w:rsid w:val="00D90357"/>
    <w:rsid w:val="00D91962"/>
    <w:rsid w:val="00D92645"/>
    <w:rsid w:val="00D926B0"/>
    <w:rsid w:val="00D92B11"/>
    <w:rsid w:val="00D937FE"/>
    <w:rsid w:val="00D93B8A"/>
    <w:rsid w:val="00D94701"/>
    <w:rsid w:val="00D948AB"/>
    <w:rsid w:val="00D95B87"/>
    <w:rsid w:val="00D978F6"/>
    <w:rsid w:val="00DA0EAE"/>
    <w:rsid w:val="00DA0EF4"/>
    <w:rsid w:val="00DA10F0"/>
    <w:rsid w:val="00DA2572"/>
    <w:rsid w:val="00DA2750"/>
    <w:rsid w:val="00DA2D5E"/>
    <w:rsid w:val="00DA328F"/>
    <w:rsid w:val="00DA3E03"/>
    <w:rsid w:val="00DA455E"/>
    <w:rsid w:val="00DA4DD8"/>
    <w:rsid w:val="00DA5528"/>
    <w:rsid w:val="00DA5A24"/>
    <w:rsid w:val="00DA5A85"/>
    <w:rsid w:val="00DA618B"/>
    <w:rsid w:val="00DA6973"/>
    <w:rsid w:val="00DA79E5"/>
    <w:rsid w:val="00DB09EA"/>
    <w:rsid w:val="00DB1549"/>
    <w:rsid w:val="00DB2658"/>
    <w:rsid w:val="00DB3291"/>
    <w:rsid w:val="00DB3849"/>
    <w:rsid w:val="00DB4390"/>
    <w:rsid w:val="00DB45A4"/>
    <w:rsid w:val="00DB4E96"/>
    <w:rsid w:val="00DB5240"/>
    <w:rsid w:val="00DB5BAB"/>
    <w:rsid w:val="00DB774C"/>
    <w:rsid w:val="00DB7D2F"/>
    <w:rsid w:val="00DB7FC7"/>
    <w:rsid w:val="00DC07F1"/>
    <w:rsid w:val="00DC0853"/>
    <w:rsid w:val="00DC287B"/>
    <w:rsid w:val="00DC2E1A"/>
    <w:rsid w:val="00DC32C2"/>
    <w:rsid w:val="00DC335A"/>
    <w:rsid w:val="00DC3935"/>
    <w:rsid w:val="00DC4089"/>
    <w:rsid w:val="00DC709D"/>
    <w:rsid w:val="00DC7A74"/>
    <w:rsid w:val="00DD0084"/>
    <w:rsid w:val="00DD02AA"/>
    <w:rsid w:val="00DD077E"/>
    <w:rsid w:val="00DD0EA5"/>
    <w:rsid w:val="00DD1D3E"/>
    <w:rsid w:val="00DD2E55"/>
    <w:rsid w:val="00DD30DC"/>
    <w:rsid w:val="00DD36DE"/>
    <w:rsid w:val="00DD420F"/>
    <w:rsid w:val="00DD5414"/>
    <w:rsid w:val="00DD6023"/>
    <w:rsid w:val="00DD61AF"/>
    <w:rsid w:val="00DD6C47"/>
    <w:rsid w:val="00DD6F1B"/>
    <w:rsid w:val="00DD7F6F"/>
    <w:rsid w:val="00DE111C"/>
    <w:rsid w:val="00DE15A8"/>
    <w:rsid w:val="00DE2EC1"/>
    <w:rsid w:val="00DE3E96"/>
    <w:rsid w:val="00DE49A0"/>
    <w:rsid w:val="00DE554A"/>
    <w:rsid w:val="00DE56BD"/>
    <w:rsid w:val="00DE5CDD"/>
    <w:rsid w:val="00DE5F0B"/>
    <w:rsid w:val="00DE6D9D"/>
    <w:rsid w:val="00DE7486"/>
    <w:rsid w:val="00DE7A54"/>
    <w:rsid w:val="00DE7F95"/>
    <w:rsid w:val="00DF00D2"/>
    <w:rsid w:val="00DF250C"/>
    <w:rsid w:val="00DF336A"/>
    <w:rsid w:val="00DF355E"/>
    <w:rsid w:val="00DF4718"/>
    <w:rsid w:val="00DF4AC9"/>
    <w:rsid w:val="00DF51AF"/>
    <w:rsid w:val="00DF5896"/>
    <w:rsid w:val="00DF5C01"/>
    <w:rsid w:val="00DF5CFD"/>
    <w:rsid w:val="00DF5F92"/>
    <w:rsid w:val="00DF65EB"/>
    <w:rsid w:val="00DF67F5"/>
    <w:rsid w:val="00DF7167"/>
    <w:rsid w:val="00DF74D6"/>
    <w:rsid w:val="00DF7787"/>
    <w:rsid w:val="00DF7D6F"/>
    <w:rsid w:val="00DF7D91"/>
    <w:rsid w:val="00E00208"/>
    <w:rsid w:val="00E002F1"/>
    <w:rsid w:val="00E003D2"/>
    <w:rsid w:val="00E00F56"/>
    <w:rsid w:val="00E00FE7"/>
    <w:rsid w:val="00E01C61"/>
    <w:rsid w:val="00E02B32"/>
    <w:rsid w:val="00E037F1"/>
    <w:rsid w:val="00E053F8"/>
    <w:rsid w:val="00E05FBA"/>
    <w:rsid w:val="00E06EC0"/>
    <w:rsid w:val="00E07DE5"/>
    <w:rsid w:val="00E10582"/>
    <w:rsid w:val="00E10C28"/>
    <w:rsid w:val="00E11F7B"/>
    <w:rsid w:val="00E11FD3"/>
    <w:rsid w:val="00E12178"/>
    <w:rsid w:val="00E17278"/>
    <w:rsid w:val="00E20ADF"/>
    <w:rsid w:val="00E20B70"/>
    <w:rsid w:val="00E23384"/>
    <w:rsid w:val="00E24F0C"/>
    <w:rsid w:val="00E255CF"/>
    <w:rsid w:val="00E25A0B"/>
    <w:rsid w:val="00E26564"/>
    <w:rsid w:val="00E270D5"/>
    <w:rsid w:val="00E277CF"/>
    <w:rsid w:val="00E3054A"/>
    <w:rsid w:val="00E33D23"/>
    <w:rsid w:val="00E34C15"/>
    <w:rsid w:val="00E35319"/>
    <w:rsid w:val="00E353F4"/>
    <w:rsid w:val="00E35B77"/>
    <w:rsid w:val="00E36F39"/>
    <w:rsid w:val="00E40CAE"/>
    <w:rsid w:val="00E4142E"/>
    <w:rsid w:val="00E423C8"/>
    <w:rsid w:val="00E42848"/>
    <w:rsid w:val="00E42E38"/>
    <w:rsid w:val="00E44901"/>
    <w:rsid w:val="00E45692"/>
    <w:rsid w:val="00E4584A"/>
    <w:rsid w:val="00E47015"/>
    <w:rsid w:val="00E50083"/>
    <w:rsid w:val="00E50745"/>
    <w:rsid w:val="00E5077C"/>
    <w:rsid w:val="00E50787"/>
    <w:rsid w:val="00E51156"/>
    <w:rsid w:val="00E5148F"/>
    <w:rsid w:val="00E517A2"/>
    <w:rsid w:val="00E518A4"/>
    <w:rsid w:val="00E5192E"/>
    <w:rsid w:val="00E52622"/>
    <w:rsid w:val="00E52DB0"/>
    <w:rsid w:val="00E53377"/>
    <w:rsid w:val="00E5351B"/>
    <w:rsid w:val="00E540E8"/>
    <w:rsid w:val="00E544F2"/>
    <w:rsid w:val="00E5491A"/>
    <w:rsid w:val="00E54934"/>
    <w:rsid w:val="00E5585E"/>
    <w:rsid w:val="00E57986"/>
    <w:rsid w:val="00E601AC"/>
    <w:rsid w:val="00E627F0"/>
    <w:rsid w:val="00E62949"/>
    <w:rsid w:val="00E62C2B"/>
    <w:rsid w:val="00E63277"/>
    <w:rsid w:val="00E65424"/>
    <w:rsid w:val="00E668E2"/>
    <w:rsid w:val="00E66BB7"/>
    <w:rsid w:val="00E67155"/>
    <w:rsid w:val="00E6732C"/>
    <w:rsid w:val="00E67D91"/>
    <w:rsid w:val="00E70BEA"/>
    <w:rsid w:val="00E71133"/>
    <w:rsid w:val="00E713D3"/>
    <w:rsid w:val="00E72510"/>
    <w:rsid w:val="00E74AA8"/>
    <w:rsid w:val="00E74CA3"/>
    <w:rsid w:val="00E75ED1"/>
    <w:rsid w:val="00E7726A"/>
    <w:rsid w:val="00E812E8"/>
    <w:rsid w:val="00E832D1"/>
    <w:rsid w:val="00E84F39"/>
    <w:rsid w:val="00E851B2"/>
    <w:rsid w:val="00E852C2"/>
    <w:rsid w:val="00E8545C"/>
    <w:rsid w:val="00E860AA"/>
    <w:rsid w:val="00E87975"/>
    <w:rsid w:val="00E87A4A"/>
    <w:rsid w:val="00E87E34"/>
    <w:rsid w:val="00E9039C"/>
    <w:rsid w:val="00E91934"/>
    <w:rsid w:val="00E91E33"/>
    <w:rsid w:val="00E9212C"/>
    <w:rsid w:val="00E92297"/>
    <w:rsid w:val="00E937CF"/>
    <w:rsid w:val="00E93B46"/>
    <w:rsid w:val="00E94FEB"/>
    <w:rsid w:val="00E953A1"/>
    <w:rsid w:val="00E956BB"/>
    <w:rsid w:val="00E95FBC"/>
    <w:rsid w:val="00E972BB"/>
    <w:rsid w:val="00E97A9A"/>
    <w:rsid w:val="00EA030C"/>
    <w:rsid w:val="00EA0C94"/>
    <w:rsid w:val="00EA3FDF"/>
    <w:rsid w:val="00EA4269"/>
    <w:rsid w:val="00EA497B"/>
    <w:rsid w:val="00EA5DCE"/>
    <w:rsid w:val="00EA62E2"/>
    <w:rsid w:val="00EA6472"/>
    <w:rsid w:val="00EA67A8"/>
    <w:rsid w:val="00EB001E"/>
    <w:rsid w:val="00EB160B"/>
    <w:rsid w:val="00EB1D2C"/>
    <w:rsid w:val="00EB2ACB"/>
    <w:rsid w:val="00EB4452"/>
    <w:rsid w:val="00EB4DD5"/>
    <w:rsid w:val="00EB5075"/>
    <w:rsid w:val="00EB6F07"/>
    <w:rsid w:val="00EB7C2E"/>
    <w:rsid w:val="00EC2BE4"/>
    <w:rsid w:val="00EC2D30"/>
    <w:rsid w:val="00EC32BD"/>
    <w:rsid w:val="00EC3B90"/>
    <w:rsid w:val="00EC61B1"/>
    <w:rsid w:val="00EC6A2C"/>
    <w:rsid w:val="00EC6C1B"/>
    <w:rsid w:val="00EC6FFB"/>
    <w:rsid w:val="00ED0F61"/>
    <w:rsid w:val="00ED1AEB"/>
    <w:rsid w:val="00ED2E55"/>
    <w:rsid w:val="00ED336F"/>
    <w:rsid w:val="00ED3565"/>
    <w:rsid w:val="00ED3C25"/>
    <w:rsid w:val="00ED41CA"/>
    <w:rsid w:val="00ED4818"/>
    <w:rsid w:val="00ED5162"/>
    <w:rsid w:val="00ED5BD5"/>
    <w:rsid w:val="00EE01CD"/>
    <w:rsid w:val="00EE0A94"/>
    <w:rsid w:val="00EE0CAC"/>
    <w:rsid w:val="00EE1343"/>
    <w:rsid w:val="00EE1A4C"/>
    <w:rsid w:val="00EE3161"/>
    <w:rsid w:val="00EE5806"/>
    <w:rsid w:val="00EE67CA"/>
    <w:rsid w:val="00EE7207"/>
    <w:rsid w:val="00EE7524"/>
    <w:rsid w:val="00EE7F7C"/>
    <w:rsid w:val="00EF0C9B"/>
    <w:rsid w:val="00EF0FA3"/>
    <w:rsid w:val="00EF1631"/>
    <w:rsid w:val="00EF24C7"/>
    <w:rsid w:val="00EF2F6C"/>
    <w:rsid w:val="00EF3277"/>
    <w:rsid w:val="00EF3809"/>
    <w:rsid w:val="00EF457E"/>
    <w:rsid w:val="00EF47C7"/>
    <w:rsid w:val="00EF4B76"/>
    <w:rsid w:val="00EF63B3"/>
    <w:rsid w:val="00EF63DE"/>
    <w:rsid w:val="00EF64FC"/>
    <w:rsid w:val="00EF6949"/>
    <w:rsid w:val="00EF6F77"/>
    <w:rsid w:val="00EF7131"/>
    <w:rsid w:val="00EF7719"/>
    <w:rsid w:val="00EF79F2"/>
    <w:rsid w:val="00F00D2E"/>
    <w:rsid w:val="00F00E0F"/>
    <w:rsid w:val="00F014B0"/>
    <w:rsid w:val="00F01B6E"/>
    <w:rsid w:val="00F01DBA"/>
    <w:rsid w:val="00F021B1"/>
    <w:rsid w:val="00F025D6"/>
    <w:rsid w:val="00F03952"/>
    <w:rsid w:val="00F03EA6"/>
    <w:rsid w:val="00F042DD"/>
    <w:rsid w:val="00F0578F"/>
    <w:rsid w:val="00F05815"/>
    <w:rsid w:val="00F0704E"/>
    <w:rsid w:val="00F079B3"/>
    <w:rsid w:val="00F07E4B"/>
    <w:rsid w:val="00F1119C"/>
    <w:rsid w:val="00F11423"/>
    <w:rsid w:val="00F11806"/>
    <w:rsid w:val="00F1210B"/>
    <w:rsid w:val="00F126DE"/>
    <w:rsid w:val="00F12930"/>
    <w:rsid w:val="00F16DAE"/>
    <w:rsid w:val="00F170E7"/>
    <w:rsid w:val="00F17806"/>
    <w:rsid w:val="00F17960"/>
    <w:rsid w:val="00F17BC2"/>
    <w:rsid w:val="00F202A8"/>
    <w:rsid w:val="00F2379F"/>
    <w:rsid w:val="00F24080"/>
    <w:rsid w:val="00F24BF3"/>
    <w:rsid w:val="00F25F3F"/>
    <w:rsid w:val="00F26BC9"/>
    <w:rsid w:val="00F27578"/>
    <w:rsid w:val="00F30009"/>
    <w:rsid w:val="00F3144D"/>
    <w:rsid w:val="00F31A4F"/>
    <w:rsid w:val="00F32255"/>
    <w:rsid w:val="00F33A05"/>
    <w:rsid w:val="00F33AF2"/>
    <w:rsid w:val="00F33CA5"/>
    <w:rsid w:val="00F347E4"/>
    <w:rsid w:val="00F34A54"/>
    <w:rsid w:val="00F36175"/>
    <w:rsid w:val="00F36615"/>
    <w:rsid w:val="00F36930"/>
    <w:rsid w:val="00F3724B"/>
    <w:rsid w:val="00F404B8"/>
    <w:rsid w:val="00F42D37"/>
    <w:rsid w:val="00F43183"/>
    <w:rsid w:val="00F43400"/>
    <w:rsid w:val="00F43EE9"/>
    <w:rsid w:val="00F455C0"/>
    <w:rsid w:val="00F45C8F"/>
    <w:rsid w:val="00F46B1F"/>
    <w:rsid w:val="00F4763E"/>
    <w:rsid w:val="00F500A9"/>
    <w:rsid w:val="00F509A0"/>
    <w:rsid w:val="00F51D20"/>
    <w:rsid w:val="00F52102"/>
    <w:rsid w:val="00F534C0"/>
    <w:rsid w:val="00F535D5"/>
    <w:rsid w:val="00F5499F"/>
    <w:rsid w:val="00F54E9D"/>
    <w:rsid w:val="00F55BA4"/>
    <w:rsid w:val="00F566FD"/>
    <w:rsid w:val="00F56D4F"/>
    <w:rsid w:val="00F56E05"/>
    <w:rsid w:val="00F56EAC"/>
    <w:rsid w:val="00F600B2"/>
    <w:rsid w:val="00F603CA"/>
    <w:rsid w:val="00F6083B"/>
    <w:rsid w:val="00F61615"/>
    <w:rsid w:val="00F61EEA"/>
    <w:rsid w:val="00F62063"/>
    <w:rsid w:val="00F62566"/>
    <w:rsid w:val="00F638F1"/>
    <w:rsid w:val="00F64900"/>
    <w:rsid w:val="00F66A87"/>
    <w:rsid w:val="00F71542"/>
    <w:rsid w:val="00F7188E"/>
    <w:rsid w:val="00F71D67"/>
    <w:rsid w:val="00F725A3"/>
    <w:rsid w:val="00F726AB"/>
    <w:rsid w:val="00F73D3D"/>
    <w:rsid w:val="00F73EA6"/>
    <w:rsid w:val="00F748EE"/>
    <w:rsid w:val="00F7585E"/>
    <w:rsid w:val="00F759F9"/>
    <w:rsid w:val="00F75E52"/>
    <w:rsid w:val="00F75E8B"/>
    <w:rsid w:val="00F77413"/>
    <w:rsid w:val="00F77F9E"/>
    <w:rsid w:val="00F80D22"/>
    <w:rsid w:val="00F816E5"/>
    <w:rsid w:val="00F82879"/>
    <w:rsid w:val="00F82CCB"/>
    <w:rsid w:val="00F82CF5"/>
    <w:rsid w:val="00F84355"/>
    <w:rsid w:val="00F84904"/>
    <w:rsid w:val="00F85A12"/>
    <w:rsid w:val="00F86735"/>
    <w:rsid w:val="00F8769D"/>
    <w:rsid w:val="00F87F64"/>
    <w:rsid w:val="00F903CB"/>
    <w:rsid w:val="00F908B5"/>
    <w:rsid w:val="00F9173C"/>
    <w:rsid w:val="00F92053"/>
    <w:rsid w:val="00F92C89"/>
    <w:rsid w:val="00F931E2"/>
    <w:rsid w:val="00F938FF"/>
    <w:rsid w:val="00F93B84"/>
    <w:rsid w:val="00F95542"/>
    <w:rsid w:val="00F95BD4"/>
    <w:rsid w:val="00F95CC6"/>
    <w:rsid w:val="00F960BA"/>
    <w:rsid w:val="00F97609"/>
    <w:rsid w:val="00F97A76"/>
    <w:rsid w:val="00FA0A9F"/>
    <w:rsid w:val="00FA0FE6"/>
    <w:rsid w:val="00FA12F2"/>
    <w:rsid w:val="00FA1456"/>
    <w:rsid w:val="00FA1B21"/>
    <w:rsid w:val="00FA2994"/>
    <w:rsid w:val="00FA31EE"/>
    <w:rsid w:val="00FA35BE"/>
    <w:rsid w:val="00FA4579"/>
    <w:rsid w:val="00FA697A"/>
    <w:rsid w:val="00FB080F"/>
    <w:rsid w:val="00FB17C5"/>
    <w:rsid w:val="00FB3EF3"/>
    <w:rsid w:val="00FB4E23"/>
    <w:rsid w:val="00FB53FC"/>
    <w:rsid w:val="00FB65BE"/>
    <w:rsid w:val="00FB66F6"/>
    <w:rsid w:val="00FB67C4"/>
    <w:rsid w:val="00FB700B"/>
    <w:rsid w:val="00FB7255"/>
    <w:rsid w:val="00FC0A8B"/>
    <w:rsid w:val="00FC1D1A"/>
    <w:rsid w:val="00FC2590"/>
    <w:rsid w:val="00FC2A5D"/>
    <w:rsid w:val="00FC3562"/>
    <w:rsid w:val="00FC370D"/>
    <w:rsid w:val="00FC3B38"/>
    <w:rsid w:val="00FC4F4D"/>
    <w:rsid w:val="00FC6F35"/>
    <w:rsid w:val="00FC7BB9"/>
    <w:rsid w:val="00FC7FCE"/>
    <w:rsid w:val="00FD0DCF"/>
    <w:rsid w:val="00FD0FEC"/>
    <w:rsid w:val="00FD13D8"/>
    <w:rsid w:val="00FD163A"/>
    <w:rsid w:val="00FD165D"/>
    <w:rsid w:val="00FD1E8B"/>
    <w:rsid w:val="00FD20C8"/>
    <w:rsid w:val="00FD304E"/>
    <w:rsid w:val="00FD4BB0"/>
    <w:rsid w:val="00FD4EE2"/>
    <w:rsid w:val="00FD5BE8"/>
    <w:rsid w:val="00FD69D9"/>
    <w:rsid w:val="00FD6E84"/>
    <w:rsid w:val="00FE0121"/>
    <w:rsid w:val="00FE18F9"/>
    <w:rsid w:val="00FE2591"/>
    <w:rsid w:val="00FE297C"/>
    <w:rsid w:val="00FE2A90"/>
    <w:rsid w:val="00FE4275"/>
    <w:rsid w:val="00FE471C"/>
    <w:rsid w:val="00FE4E83"/>
    <w:rsid w:val="00FE514E"/>
    <w:rsid w:val="00FE56AD"/>
    <w:rsid w:val="00FE5888"/>
    <w:rsid w:val="00FE5EF7"/>
    <w:rsid w:val="00FE62B0"/>
    <w:rsid w:val="00FF0723"/>
    <w:rsid w:val="00FF0AB0"/>
    <w:rsid w:val="00FF0F84"/>
    <w:rsid w:val="00FF127B"/>
    <w:rsid w:val="00FF12F4"/>
    <w:rsid w:val="00FF1484"/>
    <w:rsid w:val="00FF449C"/>
    <w:rsid w:val="00FF55AD"/>
    <w:rsid w:val="00FF5977"/>
    <w:rsid w:val="00FF5C11"/>
    <w:rsid w:val="00FF64AE"/>
    <w:rsid w:val="00FF68ED"/>
    <w:rsid w:val="00FF6C4B"/>
    <w:rsid w:val="00FF7554"/>
    <w:rsid w:val="00FF7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F8"/>
    <w:pPr>
      <w:spacing w:after="200" w:line="276" w:lineRule="auto"/>
    </w:pPr>
    <w:rPr>
      <w:rFonts w:ascii="Calibri" w:hAnsi="Calibri"/>
      <w:sz w:val="22"/>
      <w:szCs w:val="22"/>
    </w:rPr>
  </w:style>
  <w:style w:type="paragraph" w:styleId="Heading1">
    <w:name w:val="heading 1"/>
    <w:basedOn w:val="Normal"/>
    <w:next w:val="Normal"/>
    <w:qFormat/>
    <w:rsid w:val="00E053F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9872CF"/>
    <w:pPr>
      <w:keepNext/>
      <w:spacing w:before="240" w:after="60"/>
      <w:outlineLvl w:val="2"/>
    </w:pPr>
    <w:rPr>
      <w:rFonts w:ascii="Cambria" w:hAnsi="Cambria" w:cs="Cambria"/>
      <w:b/>
      <w:bCs/>
      <w:sz w:val="26"/>
      <w:szCs w:val="26"/>
      <w:lang w:val="ro-RO"/>
    </w:rPr>
  </w:style>
  <w:style w:type="paragraph" w:styleId="Heading4">
    <w:name w:val="heading 4"/>
    <w:basedOn w:val="Normal"/>
    <w:next w:val="Normal"/>
    <w:qFormat/>
    <w:rsid w:val="00E053F8"/>
    <w:pPr>
      <w:keepNext/>
      <w:spacing w:after="0" w:line="360" w:lineRule="auto"/>
      <w:jc w:val="right"/>
      <w:outlineLvl w:val="3"/>
    </w:pPr>
    <w:rPr>
      <w:rFonts w:ascii="Times New Roman" w:hAnsi="Times New Roman"/>
      <w:b/>
      <w:sz w:val="28"/>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200B8"/>
    <w:pPr>
      <w:tabs>
        <w:tab w:val="center" w:pos="4536"/>
        <w:tab w:val="right" w:pos="9072"/>
      </w:tabs>
    </w:pPr>
  </w:style>
  <w:style w:type="paragraph" w:styleId="Footer">
    <w:name w:val="footer"/>
    <w:basedOn w:val="Normal"/>
    <w:link w:val="FooterChar"/>
    <w:uiPriority w:val="99"/>
    <w:rsid w:val="006200B8"/>
    <w:pPr>
      <w:tabs>
        <w:tab w:val="center" w:pos="4536"/>
        <w:tab w:val="right" w:pos="9072"/>
      </w:tabs>
    </w:pPr>
  </w:style>
  <w:style w:type="paragraph" w:customStyle="1" w:styleId="Default">
    <w:name w:val="Default"/>
    <w:rsid w:val="00E053F8"/>
    <w:pPr>
      <w:autoSpaceDE w:val="0"/>
      <w:autoSpaceDN w:val="0"/>
      <w:adjustRightInd w:val="0"/>
    </w:pPr>
    <w:rPr>
      <w:color w:val="000000"/>
      <w:sz w:val="24"/>
      <w:szCs w:val="24"/>
      <w:lang w:val="ro-RO" w:eastAsia="ro-RO"/>
    </w:rPr>
  </w:style>
  <w:style w:type="paragraph" w:styleId="FootnoteText">
    <w:name w:val="footnote text"/>
    <w:basedOn w:val="Normal"/>
    <w:link w:val="FootnoteTextChar"/>
    <w:semiHidden/>
    <w:rsid w:val="00E053F8"/>
    <w:pPr>
      <w:spacing w:after="0" w:line="240" w:lineRule="auto"/>
    </w:pPr>
    <w:rPr>
      <w:rFonts w:ascii="Times New Roman" w:hAnsi="Times New Roman"/>
      <w:sz w:val="20"/>
      <w:szCs w:val="20"/>
    </w:rPr>
  </w:style>
  <w:style w:type="character" w:styleId="FootnoteReference">
    <w:name w:val="footnote reference"/>
    <w:semiHidden/>
    <w:rsid w:val="00E053F8"/>
    <w:rPr>
      <w:vertAlign w:val="superscript"/>
    </w:rPr>
  </w:style>
  <w:style w:type="paragraph" w:styleId="BodyTextIndent2">
    <w:name w:val="Body Text Indent 2"/>
    <w:basedOn w:val="Normal"/>
    <w:rsid w:val="00E053F8"/>
    <w:pPr>
      <w:spacing w:after="120" w:line="480" w:lineRule="auto"/>
      <w:ind w:left="283"/>
    </w:pPr>
  </w:style>
  <w:style w:type="character" w:customStyle="1" w:styleId="Heading3Char">
    <w:name w:val="Heading 3 Char"/>
    <w:link w:val="Heading3"/>
    <w:locked/>
    <w:rsid w:val="009872CF"/>
    <w:rPr>
      <w:rFonts w:ascii="Cambria" w:hAnsi="Cambria" w:cs="Cambria"/>
      <w:b/>
      <w:bCs/>
      <w:sz w:val="26"/>
      <w:szCs w:val="26"/>
      <w:lang w:val="ro-RO" w:eastAsia="en-US" w:bidi="ar-SA"/>
    </w:rPr>
  </w:style>
  <w:style w:type="character" w:styleId="Strong">
    <w:name w:val="Strong"/>
    <w:qFormat/>
    <w:rsid w:val="00FC0A8B"/>
    <w:rPr>
      <w:b/>
      <w:bCs/>
    </w:rPr>
  </w:style>
  <w:style w:type="paragraph" w:styleId="ListParagraph">
    <w:name w:val="List Paragraph"/>
    <w:basedOn w:val="Normal"/>
    <w:qFormat/>
    <w:rsid w:val="007C0C53"/>
    <w:pPr>
      <w:ind w:left="720" w:hanging="357"/>
      <w:contextualSpacing/>
      <w:jc w:val="both"/>
    </w:pPr>
    <w:rPr>
      <w:rFonts w:eastAsia="SimSun"/>
      <w:lang w:val="ro-RO" w:eastAsia="zh-CN"/>
    </w:rPr>
  </w:style>
  <w:style w:type="character" w:customStyle="1" w:styleId="FooterChar">
    <w:name w:val="Footer Char"/>
    <w:link w:val="Footer"/>
    <w:uiPriority w:val="99"/>
    <w:rsid w:val="002C57A4"/>
    <w:rPr>
      <w:rFonts w:ascii="Calibri" w:hAnsi="Calibri"/>
      <w:sz w:val="22"/>
      <w:szCs w:val="22"/>
      <w:lang w:val="en-US" w:eastAsia="en-US"/>
    </w:rPr>
  </w:style>
  <w:style w:type="table" w:styleId="TableGrid">
    <w:name w:val="Table Grid"/>
    <w:basedOn w:val="TableNormal"/>
    <w:uiPriority w:val="59"/>
    <w:rsid w:val="00682D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unhideWhenUsed/>
    <w:rsid w:val="00F2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link w:val="HTMLPreformatted"/>
    <w:uiPriority w:val="99"/>
    <w:semiHidden/>
    <w:rsid w:val="00F26BC9"/>
    <w:rPr>
      <w:rFonts w:ascii="Courier New" w:hAnsi="Courier New" w:cs="Courier New"/>
    </w:rPr>
  </w:style>
  <w:style w:type="character" w:customStyle="1" w:styleId="FootnoteTextChar">
    <w:name w:val="Footnote Text Char"/>
    <w:link w:val="FootnoteText"/>
    <w:semiHidden/>
    <w:rsid w:val="00BA3485"/>
    <w:rPr>
      <w:lang w:eastAsia="en-US"/>
    </w:rPr>
  </w:style>
  <w:style w:type="character" w:styleId="Hyperlink">
    <w:name w:val="Hyperlink"/>
    <w:uiPriority w:val="99"/>
    <w:unhideWhenUsed/>
    <w:rsid w:val="001923CF"/>
    <w:rPr>
      <w:color w:val="0000FF"/>
      <w:u w:val="single"/>
    </w:rPr>
  </w:style>
  <w:style w:type="character" w:customStyle="1" w:styleId="xc1">
    <w:name w:val="xc1"/>
    <w:basedOn w:val="DefaultParagraphFont"/>
    <w:rsid w:val="00EE7524"/>
    <w:rPr>
      <w:rFonts w:ascii="Arial" w:hAnsi="Arial" w:cs="Arial" w:hint="default"/>
      <w:b w:val="0"/>
      <w:bCs w:val="0"/>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99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rncis.ro/portal/page?_pageid=117,70218&amp;_dad=portal&amp;_schema=PORT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wnf\ing.mecanica\2013\Formulare%20Audit\2013_Syllabus_Fisa_disciplinei-Template_Fundamente_mecanic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1B54F-DEC3-4505-BE5A-508C95E4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2013_Syllabus_Fisa_disciplinei-Template_Fundamente_mecanica.dotx</Template>
  <TotalTime>414</TotalTime>
  <Pages>4</Pages>
  <Words>1251</Words>
  <Characters>7134</Characters>
  <Application>Microsoft Office Word</Application>
  <DocSecurity>8</DocSecurity>
  <Lines>59</Lines>
  <Paragraphs>16</Paragraphs>
  <ScaleCrop>false</ScaleCrop>
  <HeadingPairs>
    <vt:vector size="2" baseType="variant">
      <vt:variant>
        <vt:lpstr>Title</vt:lpstr>
      </vt:variant>
      <vt:variant>
        <vt:i4>1</vt:i4>
      </vt:variant>
    </vt:vector>
  </HeadingPairs>
  <TitlesOfParts>
    <vt:vector size="1" baseType="lpstr">
      <vt:lpstr>Investeşte în oameni </vt:lpstr>
    </vt:vector>
  </TitlesOfParts>
  <Company/>
  <LinksUpToDate>false</LinksUpToDate>
  <CharactersWithSpaces>8369</CharactersWithSpaces>
  <SharedDoc>false</SharedDoc>
  <HLinks>
    <vt:vector size="6" baseType="variant">
      <vt:variant>
        <vt:i4>4915317</vt:i4>
      </vt:variant>
      <vt:variant>
        <vt:i4>0</vt:i4>
      </vt:variant>
      <vt:variant>
        <vt:i4>0</vt:i4>
      </vt:variant>
      <vt:variant>
        <vt:i4>5</vt:i4>
      </vt:variant>
      <vt:variant>
        <vt:lpwstr>http://www.rncis.ro/portal/page?_pageid=117,70218&amp;_dad=portal&amp;_schema=PORTAL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 </dc:title>
  <dc:subject/>
  <dc:creator>Profesor</dc:creator>
  <cp:keywords/>
  <cp:lastModifiedBy>astuparu</cp:lastModifiedBy>
  <cp:revision>16</cp:revision>
  <cp:lastPrinted>2013-07-30T14:16:00Z</cp:lastPrinted>
  <dcterms:created xsi:type="dcterms:W3CDTF">2013-11-18T10:32:00Z</dcterms:created>
  <dcterms:modified xsi:type="dcterms:W3CDTF">2015-12-02T09:06:00Z</dcterms:modified>
</cp:coreProperties>
</file>